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6971"/>
        <w:gridCol w:w="1135"/>
      </w:tblGrid>
      <w:tr w:rsidR="00FB1ED7" w:rsidTr="00301BE8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Default="00791F19" w:rsidP="00791F19">
            <w:pPr>
              <w:pStyle w:val="Heading"/>
            </w:pPr>
            <w:r w:rsidRPr="00791F19">
              <w:t>SSI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Default="00A12375" w:rsidP="002B7D39">
            <w:pPr>
              <w:pStyle w:val="Heading"/>
            </w:pPr>
            <w:r>
              <w:t xml:space="preserve">Support de </w:t>
            </w:r>
            <w:r w:rsidR="00C13920">
              <w:t>manutention</w:t>
            </w:r>
            <w:r>
              <w:t xml:space="preserve"> de cuve industrielle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Default="00A60EC1" w:rsidP="004D4212">
            <w:pPr>
              <w:pStyle w:val="Heading"/>
            </w:pPr>
            <w:r>
              <w:t>TP</w:t>
            </w:r>
          </w:p>
        </w:tc>
      </w:tr>
    </w:tbl>
    <w:p w:rsidR="00A12375" w:rsidRDefault="00A12375" w:rsidP="00571F76">
      <w:pPr>
        <w:pStyle w:val="Standard"/>
      </w:pPr>
    </w:p>
    <w:p w:rsidR="004D4212" w:rsidRDefault="000815E2" w:rsidP="00571F76">
      <w:pPr>
        <w:pStyle w:val="Standard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7783908">
            <wp:simplePos x="0" y="0"/>
            <wp:positionH relativeFrom="margin">
              <wp:posOffset>4173430</wp:posOffset>
            </wp:positionH>
            <wp:positionV relativeFrom="paragraph">
              <wp:posOffset>5462</wp:posOffset>
            </wp:positionV>
            <wp:extent cx="2091055" cy="1733550"/>
            <wp:effectExtent l="0" t="0" r="444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05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7241">
        <w:t xml:space="preserve">Cette activité a pour but de modifier un support de </w:t>
      </w:r>
      <w:r w:rsidR="00C13920">
        <w:t>manutention</w:t>
      </w:r>
      <w:r w:rsidR="005F7241">
        <w:t xml:space="preserve"> de cuve industrielle </w:t>
      </w:r>
      <w:r w:rsidR="002C122E">
        <w:t xml:space="preserve">(image ci-contre) </w:t>
      </w:r>
      <w:r w:rsidR="005F7241">
        <w:t xml:space="preserve">afin de libérer l’utilisation d’un charriot élévateur </w:t>
      </w:r>
      <w:r>
        <w:t>lors de</w:t>
      </w:r>
      <w:r w:rsidR="005F7241">
        <w:t xml:space="preserve"> son installation.</w:t>
      </w:r>
    </w:p>
    <w:p w:rsidR="005F7241" w:rsidRDefault="005F7241" w:rsidP="00571F76">
      <w:pPr>
        <w:pStyle w:val="Standard"/>
      </w:pPr>
    </w:p>
    <w:p w:rsidR="005F7241" w:rsidRDefault="00732882" w:rsidP="00732882">
      <w:pPr>
        <w:pStyle w:val="Niv1"/>
      </w:pPr>
      <w:r>
        <w:t>Situation actuelle</w:t>
      </w:r>
    </w:p>
    <w:p w:rsidR="005F7241" w:rsidRDefault="005F7241" w:rsidP="00571F76">
      <w:pPr>
        <w:pStyle w:val="Standard"/>
      </w:pPr>
    </w:p>
    <w:p w:rsidR="005F7241" w:rsidRDefault="002C122E" w:rsidP="00571F76">
      <w:pPr>
        <w:pStyle w:val="Standard"/>
      </w:pPr>
      <w:r>
        <w:t xml:space="preserve">Afin de déplacer aisément la cuve </w:t>
      </w:r>
      <w:r w:rsidR="00240ACA">
        <w:t xml:space="preserve">de 2 tonnes </w:t>
      </w:r>
      <w:r>
        <w:t>ci-dessous aux différents postes de l’entreprise (poste de grenaillage, poste de peinture, poste de stockage), on l’équipe d’un charriot à roue à l’arrière et d’un support de manutention avec pied à l’avant.</w:t>
      </w:r>
    </w:p>
    <w:p w:rsidR="00C13920" w:rsidRDefault="00732882" w:rsidP="00571F76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C3FDAA" wp14:editId="57E7564C">
                <wp:simplePos x="0" y="0"/>
                <wp:positionH relativeFrom="margin">
                  <wp:posOffset>1097254</wp:posOffset>
                </wp:positionH>
                <wp:positionV relativeFrom="paragraph">
                  <wp:posOffset>128397</wp:posOffset>
                </wp:positionV>
                <wp:extent cx="3825849" cy="1323188"/>
                <wp:effectExtent l="57150" t="38100" r="41910" b="10604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5849" cy="132318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4486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86.4pt;margin-top:10.1pt;width:301.25pt;height:104.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" strokecolor="red" strokeweight="2.25pt">
                <v:stroke endarrow="block"/>
                <v:shadow on="t" color="black" opacity="22937f" origin=",.5" offset="0,.63889mm"/>
                <w10:wrap anchorx="margin"/>
              </v:shape>
            </w:pict>
          </mc:Fallback>
        </mc:AlternateContent>
      </w:r>
      <w:r>
        <w:t>C</w:t>
      </w:r>
      <w:r w:rsidR="00C13920">
        <w:t>e support de manutention</w:t>
      </w:r>
      <w:r w:rsidR="00240FE0">
        <w:t>,</w:t>
      </w:r>
      <w:r w:rsidR="00C13920">
        <w:t xml:space="preserve"> </w:t>
      </w:r>
      <w:r w:rsidR="00240FE0">
        <w:t xml:space="preserve">en acier S235 de 6mm d’épaisseur, </w:t>
      </w:r>
      <w:r>
        <w:t>a</w:t>
      </w:r>
      <w:r w:rsidR="00C13920">
        <w:t xml:space="preserve"> une masse de 70 kg et doit être soulevé </w:t>
      </w:r>
      <w:r>
        <w:t xml:space="preserve">à l’aide </w:t>
      </w:r>
      <w:r w:rsidR="00C13920">
        <w:t xml:space="preserve">d’un charriot élévateur </w:t>
      </w:r>
      <w:r>
        <w:t>lors</w:t>
      </w:r>
      <w:r w:rsidR="00C13920">
        <w:t xml:space="preserve"> son installation sur la cuve.</w:t>
      </w:r>
      <w:r>
        <w:t xml:space="preserve"> Il est bridé à l’avant de la cuve par le biais de 10 boulons M20.</w:t>
      </w:r>
    </w:p>
    <w:p w:rsidR="005F7241" w:rsidRDefault="00732882" w:rsidP="00571F76">
      <w:pPr>
        <w:pStyle w:val="Standard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70703</wp:posOffset>
                </wp:positionH>
                <wp:positionV relativeFrom="paragraph">
                  <wp:posOffset>137881</wp:posOffset>
                </wp:positionV>
                <wp:extent cx="5760720" cy="1897380"/>
                <wp:effectExtent l="0" t="0" r="0" b="762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1897380"/>
                          <a:chOff x="0" y="0"/>
                          <a:chExt cx="5760720" cy="189738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8973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Ellipse 3"/>
                        <wps:cNvSpPr/>
                        <wps:spPr>
                          <a:xfrm>
                            <a:off x="493663" y="723666"/>
                            <a:ext cx="526211" cy="43132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BD1216" id="Groupe 10" o:spid="_x0000_s1026" style="position:absolute;margin-left:5.55pt;margin-top:10.85pt;width:453.6pt;height:149.4pt;z-index:251665408;mso-height-relative:margin" coordsize="57607,189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57607;height:18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">
                  <v:imagedata r:id="rId9" o:title=""/>
                </v:shape>
                <v:oval id="Ellipse 3" o:spid="_x0000_s1028" style="position:absolute;left:4936;top:7236;width:5262;height:4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5F7241" w:rsidRDefault="005F7241" w:rsidP="00571F76">
      <w:pPr>
        <w:pStyle w:val="Standard"/>
      </w:pPr>
    </w:p>
    <w:p w:rsidR="003860B1" w:rsidRDefault="003860B1" w:rsidP="00571F76">
      <w:pPr>
        <w:pStyle w:val="Standard"/>
      </w:pPr>
    </w:p>
    <w:p w:rsidR="003860B1" w:rsidRDefault="003860B1" w:rsidP="00571F76">
      <w:pPr>
        <w:pStyle w:val="Standard"/>
      </w:pPr>
    </w:p>
    <w:p w:rsidR="003860B1" w:rsidRDefault="003860B1" w:rsidP="00571F76">
      <w:pPr>
        <w:pStyle w:val="Standard"/>
      </w:pPr>
    </w:p>
    <w:p w:rsidR="003860B1" w:rsidRDefault="003860B1" w:rsidP="00571F76">
      <w:pPr>
        <w:pStyle w:val="Standard"/>
      </w:pPr>
    </w:p>
    <w:p w:rsidR="003860B1" w:rsidRDefault="003860B1" w:rsidP="00571F76">
      <w:pPr>
        <w:pStyle w:val="Standard"/>
      </w:pPr>
    </w:p>
    <w:p w:rsidR="003860B1" w:rsidRDefault="003860B1" w:rsidP="00571F76">
      <w:pPr>
        <w:pStyle w:val="Standard"/>
      </w:pPr>
    </w:p>
    <w:p w:rsidR="003860B1" w:rsidRDefault="003860B1" w:rsidP="00571F76">
      <w:pPr>
        <w:pStyle w:val="Standard"/>
      </w:pPr>
    </w:p>
    <w:p w:rsidR="003860B1" w:rsidRDefault="003860B1" w:rsidP="00571F76">
      <w:pPr>
        <w:pStyle w:val="Standard"/>
      </w:pPr>
    </w:p>
    <w:p w:rsidR="003860B1" w:rsidRDefault="003860B1" w:rsidP="00571F76">
      <w:pPr>
        <w:pStyle w:val="Standard"/>
      </w:pPr>
    </w:p>
    <w:p w:rsidR="003860B1" w:rsidRDefault="003860B1" w:rsidP="00571F76">
      <w:pPr>
        <w:pStyle w:val="Standard"/>
      </w:pPr>
    </w:p>
    <w:p w:rsidR="005F7241" w:rsidRDefault="005F7241" w:rsidP="00571F76">
      <w:pPr>
        <w:pStyle w:val="Standard"/>
      </w:pPr>
    </w:p>
    <w:p w:rsidR="00266CB8" w:rsidRDefault="00266CB8" w:rsidP="00571F76">
      <w:pPr>
        <w:pStyle w:val="Standard"/>
      </w:pPr>
    </w:p>
    <w:p w:rsidR="00266CB8" w:rsidRDefault="00266CB8" w:rsidP="00571F76">
      <w:pPr>
        <w:pStyle w:val="Standard"/>
      </w:pPr>
    </w:p>
    <w:p w:rsidR="00266CB8" w:rsidRDefault="00721730" w:rsidP="008D1CA9">
      <w:pPr>
        <w:pStyle w:val="Niv1"/>
      </w:pPr>
      <w:r>
        <w:t>Besoi</w:t>
      </w:r>
      <w:r w:rsidR="004C757F">
        <w:t>n client</w:t>
      </w:r>
    </w:p>
    <w:p w:rsidR="004C757F" w:rsidRDefault="004C757F" w:rsidP="00571F76">
      <w:pPr>
        <w:pStyle w:val="Standard"/>
      </w:pPr>
    </w:p>
    <w:p w:rsidR="002B3941" w:rsidRDefault="000F395B" w:rsidP="00571F76">
      <w:pPr>
        <w:pStyle w:val="Standard"/>
      </w:pPr>
      <w:r>
        <w:t xml:space="preserve">Pour libérer le charriot élévateur, le client souhaite que l’installation de ce support se face manuellement par un </w:t>
      </w:r>
      <w:r w:rsidR="002B3941">
        <w:t>ouvrier</w:t>
      </w:r>
      <w:r>
        <w:t xml:space="preserve">. </w:t>
      </w:r>
    </w:p>
    <w:p w:rsidR="000F395B" w:rsidRDefault="000F395B" w:rsidP="00571F76">
      <w:pPr>
        <w:pStyle w:val="Standard"/>
      </w:pPr>
      <w:r>
        <w:t>Dans ce cas les normes d’ergonomie nous imposent une masse levée maxim</w:t>
      </w:r>
      <w:r w:rsidR="00E77EEB">
        <w:t>ale</w:t>
      </w:r>
      <w:r>
        <w:t xml:space="preserve"> de 25 kg</w:t>
      </w:r>
      <w:r w:rsidR="002B3941">
        <w:t xml:space="preserve"> pour une personne</w:t>
      </w:r>
      <w:r>
        <w:t>.</w:t>
      </w:r>
    </w:p>
    <w:p w:rsidR="008D1CA9" w:rsidRDefault="008D1CA9" w:rsidP="00571F76">
      <w:pPr>
        <w:pStyle w:val="Standard"/>
      </w:pPr>
    </w:p>
    <w:p w:rsidR="008D1CA9" w:rsidRDefault="008D1CA9" w:rsidP="008D1CA9">
      <w:pPr>
        <w:pStyle w:val="Niv1"/>
      </w:pPr>
      <w:r>
        <w:t>Cahier des charges du client</w:t>
      </w:r>
    </w:p>
    <w:p w:rsidR="008D1CA9" w:rsidRDefault="008D1CA9" w:rsidP="00571F76">
      <w:pPr>
        <w:pStyle w:val="Standard"/>
      </w:pPr>
    </w:p>
    <w:p w:rsidR="00144415" w:rsidRDefault="00692E33" w:rsidP="00571F76">
      <w:pPr>
        <w:pStyle w:val="Standard"/>
      </w:pPr>
      <w:r>
        <w:t>Le client souhaite</w:t>
      </w:r>
      <w:r w:rsidR="00144415">
        <w:t xml:space="preserve"> que les paramètre</w:t>
      </w:r>
      <w:r w:rsidR="00E77EEB">
        <w:t>s</w:t>
      </w:r>
      <w:r w:rsidR="00144415">
        <w:t xml:space="preserve"> de calcul du support de manutention actuel ne soi</w:t>
      </w:r>
      <w:r w:rsidR="00240FE0">
        <w:t>en</w:t>
      </w:r>
      <w:r w:rsidR="00144415">
        <w:t>t pas changé</w:t>
      </w:r>
      <w:r w:rsidR="00E77EEB">
        <w:t>s</w:t>
      </w:r>
      <w:r w:rsidR="00144415">
        <w:t>, c</w:t>
      </w:r>
      <w:r w:rsidR="00240FE0">
        <w:t>’est à dire</w:t>
      </w:r>
      <w:r w:rsidR="00144415">
        <w:t xml:space="preserve"> que l’on garde</w:t>
      </w:r>
      <w:r>
        <w:t xml:space="preserve"> un coefficient de sécurité de 2 par rapport à la non-plastification</w:t>
      </w:r>
      <w:r w:rsidR="00144415">
        <w:t>.</w:t>
      </w:r>
    </w:p>
    <w:p w:rsidR="00144415" w:rsidRDefault="00144415" w:rsidP="00571F76">
      <w:pPr>
        <w:pStyle w:val="Standard"/>
      </w:pPr>
      <w:r>
        <w:t>Pour gagner en masse et ne pas dépasser les 25 kg de la norme, le client propose de réaliser le support avec un</w:t>
      </w:r>
      <w:r w:rsidR="00692E33">
        <w:t xml:space="preserve"> aluminium </w:t>
      </w:r>
      <w:r w:rsidR="00040B18">
        <w:t>1060</w:t>
      </w:r>
      <w:r w:rsidR="00692E33">
        <w:t xml:space="preserve"> H1</w:t>
      </w:r>
      <w:r w:rsidR="00040B18">
        <w:t>8</w:t>
      </w:r>
      <w:r w:rsidR="00240FE0">
        <w:t xml:space="preserve"> d’épaisseur 8mm</w:t>
      </w:r>
      <w:r w:rsidR="00692E33">
        <w:t xml:space="preserve"> </w:t>
      </w:r>
      <w:r>
        <w:t>qu’il a en stock dans son magasin d’usine</w:t>
      </w:r>
      <w:r w:rsidR="00161DFB">
        <w:t xml:space="preserve"> (caractéristique</w:t>
      </w:r>
      <w:r w:rsidR="00106819">
        <w:t>s matière</w:t>
      </w:r>
      <w:r w:rsidR="00161DFB">
        <w:t xml:space="preserve"> à lire </w:t>
      </w:r>
      <w:r w:rsidR="004E0C60">
        <w:t>dans la maquette numérique</w:t>
      </w:r>
      <w:r w:rsidR="00161DFB">
        <w:t>)</w:t>
      </w:r>
      <w:r>
        <w:t>.</w:t>
      </w:r>
      <w:bookmarkStart w:id="0" w:name="_GoBack"/>
      <w:bookmarkEnd w:id="0"/>
    </w:p>
    <w:p w:rsidR="008D1CA9" w:rsidRDefault="00144415" w:rsidP="00571F76">
      <w:pPr>
        <w:pStyle w:val="Standard"/>
      </w:pPr>
      <w:r>
        <w:t xml:space="preserve">Il </w:t>
      </w:r>
      <w:r w:rsidR="00692E33">
        <w:t>est demandé de ne pas changer les surfaces fonctionnelles</w:t>
      </w:r>
      <w:r>
        <w:t xml:space="preserve"> de la pièce et éviter de changer les dimensions car elles ont été optimis</w:t>
      </w:r>
      <w:r w:rsidR="006914AE">
        <w:t>ées</w:t>
      </w:r>
      <w:r>
        <w:t xml:space="preserve"> pour la cuve</w:t>
      </w:r>
      <w:r w:rsidR="00DF23A3">
        <w:t xml:space="preserve"> et son pied</w:t>
      </w:r>
      <w:r w:rsidR="0028258A">
        <w:t xml:space="preserve"> avant</w:t>
      </w:r>
      <w:r>
        <w:t>.</w:t>
      </w:r>
    </w:p>
    <w:p w:rsidR="002B3941" w:rsidRPr="004D4212" w:rsidRDefault="002B3941" w:rsidP="002B3941">
      <w:pPr>
        <w:pStyle w:val="Standard"/>
      </w:pPr>
      <w:r>
        <w:t xml:space="preserve">Pour faciliter ce travail, le client nous fournit deux maquettes numériques </w:t>
      </w:r>
      <w:r w:rsidR="00040B18">
        <w:t xml:space="preserve">issues </w:t>
      </w:r>
      <w:r>
        <w:t xml:space="preserve">du support au format </w:t>
      </w:r>
      <w:r w:rsidR="00040B18">
        <w:t xml:space="preserve">d’échange </w:t>
      </w:r>
      <w:r>
        <w:t>STEP, une en épaisseur 6mm pour l’acier et une en épaisseur 8mm pour l’aluminium.</w:t>
      </w:r>
    </w:p>
    <w:p w:rsidR="00FC5BBC" w:rsidRDefault="00FC5BBC" w:rsidP="00571F76">
      <w:pPr>
        <w:pStyle w:val="Standard"/>
      </w:pPr>
    </w:p>
    <w:p w:rsidR="00CD66EB" w:rsidRDefault="00CD66EB" w:rsidP="00CD66EB">
      <w:pPr>
        <w:pStyle w:val="Niv1"/>
      </w:pPr>
      <w:r>
        <w:t>Note de calcul</w:t>
      </w:r>
    </w:p>
    <w:p w:rsidR="00CD66EB" w:rsidRDefault="00CD66EB" w:rsidP="00571F76">
      <w:pPr>
        <w:pStyle w:val="Standard"/>
      </w:pPr>
    </w:p>
    <w:p w:rsidR="00FC5BBC" w:rsidRDefault="001064F8" w:rsidP="00571F76">
      <w:pPr>
        <w:pStyle w:val="Standard"/>
      </w:pPr>
      <w:r>
        <w:t xml:space="preserve">A l’aide du module de calcul de RDM de SolidWorks, </w:t>
      </w:r>
      <w:r w:rsidR="00040B18">
        <w:t>vérifier que</w:t>
      </w:r>
      <w:r w:rsidR="00CD66EB">
        <w:t xml:space="preserve"> la pièce </w:t>
      </w:r>
      <w:r>
        <w:t xml:space="preserve">numérique </w:t>
      </w:r>
      <w:r w:rsidR="00CD66EB">
        <w:t>fournie réponde au cahier des charge</w:t>
      </w:r>
      <w:r w:rsidR="00E77EEB">
        <w:t>s</w:t>
      </w:r>
      <w:r w:rsidR="00CD66EB">
        <w:t xml:space="preserve"> du client</w:t>
      </w:r>
      <w:r w:rsidR="00040B18">
        <w:t xml:space="preserve"> à défaut proposer des modifications mineurs (n’affectant pas les surfaces fonctionnelles)</w:t>
      </w:r>
      <w:r w:rsidR="00CD66EB">
        <w:t>.</w:t>
      </w:r>
    </w:p>
    <w:p w:rsidR="00EC0192" w:rsidRPr="004D4212" w:rsidRDefault="00EC0192" w:rsidP="00571F76">
      <w:pPr>
        <w:pStyle w:val="Standard"/>
      </w:pPr>
      <w:r>
        <w:t xml:space="preserve">Pour cela, </w:t>
      </w:r>
      <w:r w:rsidR="00EC21D3">
        <w:t xml:space="preserve">il faut </w:t>
      </w:r>
      <w:r w:rsidR="006B0AAA">
        <w:t xml:space="preserve">commencer par </w:t>
      </w:r>
      <w:r>
        <w:t>fai</w:t>
      </w:r>
      <w:r w:rsidR="006B0AAA">
        <w:t>r</w:t>
      </w:r>
      <w:r>
        <w:t>e une étude de la pièce</w:t>
      </w:r>
      <w:r w:rsidR="00EC21D3">
        <w:t xml:space="preserve"> en acier afin de vérifier les paramètres de calcul demandés par le client.</w:t>
      </w:r>
    </w:p>
    <w:sectPr w:rsidR="00EC0192" w:rsidRPr="004D421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D15" w:rsidRDefault="009C5D15" w:rsidP="00FB1ED7">
      <w:r>
        <w:separator/>
      </w:r>
    </w:p>
  </w:endnote>
  <w:endnote w:type="continuationSeparator" w:id="0">
    <w:p w:rsidR="009C5D15" w:rsidRDefault="009C5D15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212" w:rsidRDefault="004D4212" w:rsidP="004D4212">
    <w:pPr>
      <w:pStyle w:val="Pieddepage1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</w:instrText>
    </w:r>
    <w:r>
      <w:rPr>
        <w:sz w:val="16"/>
        <w:szCs w:val="16"/>
      </w:rPr>
      <w:fldChar w:fldCharType="separate"/>
    </w:r>
    <w:r w:rsidR="00A31788">
      <w:rPr>
        <w:noProof/>
        <w:sz w:val="16"/>
        <w:szCs w:val="16"/>
      </w:rPr>
      <w:t>TP B3 Support de cuve.docx</w:t>
    </w:r>
    <w:r>
      <w:rPr>
        <w:sz w:val="16"/>
        <w:szCs w:val="16"/>
      </w:rPr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3A08ED">
      <w:rPr>
        <w:noProof/>
      </w:rPr>
      <w:t>1</w:t>
    </w:r>
    <w:r>
      <w:rPr>
        <w:noProof/>
      </w:rPr>
      <w:fldChar w:fldCharType="end"/>
    </w:r>
    <w:r>
      <w:t xml:space="preserve"> sur </w:t>
    </w:r>
    <w:r w:rsidR="004061EE">
      <w:rPr>
        <w:noProof/>
      </w:rPr>
      <w:fldChar w:fldCharType="begin"/>
    </w:r>
    <w:r w:rsidR="004061EE">
      <w:rPr>
        <w:noProof/>
      </w:rPr>
      <w:instrText xml:space="preserve"> NUMPAGES </w:instrText>
    </w:r>
    <w:r w:rsidR="004061EE">
      <w:rPr>
        <w:noProof/>
      </w:rPr>
      <w:fldChar w:fldCharType="separate"/>
    </w:r>
    <w:r w:rsidR="003A08ED">
      <w:rPr>
        <w:noProof/>
      </w:rPr>
      <w:t>1</w:t>
    </w:r>
    <w:r w:rsidR="004061EE">
      <w:rPr>
        <w:noProof/>
      </w:rPr>
      <w:fldChar w:fldCharType="end"/>
    </w:r>
  </w:p>
  <w:p w:rsidR="004D4212" w:rsidRDefault="004D42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D15" w:rsidRDefault="009C5D15" w:rsidP="00FB1ED7">
      <w:r>
        <w:separator/>
      </w:r>
    </w:p>
  </w:footnote>
  <w:footnote w:type="continuationSeparator" w:id="0">
    <w:p w:rsidR="009C5D15" w:rsidRDefault="009C5D15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814E7"/>
    <w:multiLevelType w:val="multilevel"/>
    <w:tmpl w:val="ED6276AE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792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7CA9254F"/>
    <w:multiLevelType w:val="multilevel"/>
    <w:tmpl w:val="4FF4B528"/>
    <w:styleLink w:val="Numbering2"/>
    <w:lvl w:ilvl="0">
      <w:start w:val="1"/>
      <w:numFmt w:val="decimal"/>
      <w:pStyle w:val="Question"/>
      <w:lvlText w:val="%1)"/>
      <w:lvlJc w:val="left"/>
      <w:pPr>
        <w:ind w:left="360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75"/>
    <w:rsid w:val="00040B18"/>
    <w:rsid w:val="000815E2"/>
    <w:rsid w:val="000F395B"/>
    <w:rsid w:val="001064F8"/>
    <w:rsid w:val="00106819"/>
    <w:rsid w:val="00107D2E"/>
    <w:rsid w:val="00144415"/>
    <w:rsid w:val="00161DFB"/>
    <w:rsid w:val="00240ACA"/>
    <w:rsid w:val="00240FE0"/>
    <w:rsid w:val="00266CB8"/>
    <w:rsid w:val="0028258A"/>
    <w:rsid w:val="002B3941"/>
    <w:rsid w:val="002B725B"/>
    <w:rsid w:val="002B7D39"/>
    <w:rsid w:val="002C122E"/>
    <w:rsid w:val="00300EC2"/>
    <w:rsid w:val="003860B1"/>
    <w:rsid w:val="003A08ED"/>
    <w:rsid w:val="003F7483"/>
    <w:rsid w:val="004061EE"/>
    <w:rsid w:val="004A1629"/>
    <w:rsid w:val="004C757F"/>
    <w:rsid w:val="004D4212"/>
    <w:rsid w:val="004D4D71"/>
    <w:rsid w:val="004E0C60"/>
    <w:rsid w:val="00571F76"/>
    <w:rsid w:val="005F7241"/>
    <w:rsid w:val="006721E7"/>
    <w:rsid w:val="006914AE"/>
    <w:rsid w:val="00692E33"/>
    <w:rsid w:val="006B0AAA"/>
    <w:rsid w:val="00721730"/>
    <w:rsid w:val="00732882"/>
    <w:rsid w:val="00764CAB"/>
    <w:rsid w:val="00791F19"/>
    <w:rsid w:val="00843697"/>
    <w:rsid w:val="008D1CA9"/>
    <w:rsid w:val="009C5D15"/>
    <w:rsid w:val="00A12375"/>
    <w:rsid w:val="00A31788"/>
    <w:rsid w:val="00A60EC1"/>
    <w:rsid w:val="00AA6EFE"/>
    <w:rsid w:val="00AB4FE1"/>
    <w:rsid w:val="00AD6C18"/>
    <w:rsid w:val="00AE4AE4"/>
    <w:rsid w:val="00C13920"/>
    <w:rsid w:val="00C75100"/>
    <w:rsid w:val="00C7512D"/>
    <w:rsid w:val="00CD66EB"/>
    <w:rsid w:val="00CE3F20"/>
    <w:rsid w:val="00DF23A3"/>
    <w:rsid w:val="00E013AE"/>
    <w:rsid w:val="00E5317C"/>
    <w:rsid w:val="00E77EEB"/>
    <w:rsid w:val="00E9631E"/>
    <w:rsid w:val="00EC0192"/>
    <w:rsid w:val="00EC21D3"/>
    <w:rsid w:val="00FB1ED7"/>
    <w:rsid w:val="00FC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635DC"/>
  <w15:docId w15:val="{8FE44B6E-39CF-4D54-867D-3054DB7F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FB1E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1E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Standard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pPr>
      <w:spacing w:after="0" w:line="240" w:lineRule="auto"/>
    </w:pPr>
  </w:style>
  <w:style w:type="paragraph" w:customStyle="1" w:styleId="Niv1">
    <w:name w:val="Niv1"/>
    <w:basedOn w:val="Sansinterligne"/>
    <w:qFormat/>
    <w:rsid w:val="00FB1ED7"/>
    <w:pPr>
      <w:numPr>
        <w:numId w:val="1"/>
      </w:numPr>
    </w:pPr>
    <w:rPr>
      <w:rFonts w:ascii="Times New Roman" w:hAnsi="Times New Roman" w:cs="Times New Roman"/>
      <w:color w:val="365F91" w:themeColor="accent1" w:themeShade="BF"/>
      <w:sz w:val="32"/>
      <w:szCs w:val="32"/>
    </w:rPr>
  </w:style>
  <w:style w:type="paragraph" w:customStyle="1" w:styleId="Niv2">
    <w:name w:val="Niv2"/>
    <w:basedOn w:val="Sansinterligne"/>
    <w:qFormat/>
    <w:rsid w:val="00FB1ED7"/>
    <w:pPr>
      <w:numPr>
        <w:ilvl w:val="1"/>
        <w:numId w:val="1"/>
      </w:numPr>
    </w:pPr>
    <w:rPr>
      <w:rFonts w:ascii="Times New Roman" w:hAnsi="Times New Roman" w:cs="Times New Roman"/>
      <w:color w:val="365F91" w:themeColor="accent1" w:themeShade="BF"/>
      <w:sz w:val="28"/>
      <w:szCs w:val="28"/>
    </w:rPr>
  </w:style>
  <w:style w:type="paragraph" w:customStyle="1" w:styleId="Niv3">
    <w:name w:val="Niv3"/>
    <w:basedOn w:val="Niv1"/>
    <w:qFormat/>
    <w:rsid w:val="004D4212"/>
    <w:pPr>
      <w:numPr>
        <w:ilvl w:val="2"/>
      </w:numPr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basedOn w:val="Policepardfaut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Standard">
    <w:name w:val="Standard"/>
    <w:qFormat/>
    <w:rsid w:val="004D4212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customStyle="1" w:styleId="Heading">
    <w:name w:val="Heading"/>
    <w:basedOn w:val="Standard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FB1ED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ja-JP" w:bidi="fa-IR"/>
    </w:rPr>
  </w:style>
  <w:style w:type="character" w:customStyle="1" w:styleId="Titre2Car">
    <w:name w:val="Titre 2 Car"/>
    <w:basedOn w:val="Policepardfaut"/>
    <w:link w:val="Titre2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ja-JP" w:bidi="fa-IR"/>
    </w:rPr>
  </w:style>
  <w:style w:type="character" w:customStyle="1" w:styleId="Titre3Car">
    <w:name w:val="Titre 3 Car"/>
    <w:basedOn w:val="Policepardfaut"/>
    <w:link w:val="Titre3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Standard"/>
    <w:next w:val="Rponses"/>
    <w:qFormat/>
    <w:rsid w:val="004D4212"/>
    <w:pPr>
      <w:numPr>
        <w:numId w:val="3"/>
      </w:numPr>
      <w:spacing w:before="120" w:after="120"/>
      <w:ind w:left="357" w:hanging="357"/>
      <w:outlineLvl w:val="2"/>
    </w:pPr>
    <w:rPr>
      <w:i/>
      <w:color w:val="E36C0A" w:themeColor="accent6" w:themeShade="BF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3"/>
      </w:numPr>
    </w:pPr>
  </w:style>
  <w:style w:type="paragraph" w:customStyle="1" w:styleId="Pieddepage1">
    <w:name w:val="Pied de page1"/>
    <w:basedOn w:val="Standard"/>
    <w:rsid w:val="004D4212"/>
    <w:pPr>
      <w:suppressLineNumbers/>
      <w:tabs>
        <w:tab w:val="center" w:pos="4818"/>
        <w:tab w:val="right" w:pos="9637"/>
      </w:tabs>
    </w:pPr>
    <w:rPr>
      <w:szCs w:val="24"/>
    </w:rPr>
  </w:style>
  <w:style w:type="character" w:styleId="Rfrencelgre">
    <w:name w:val="Subtle Reference"/>
    <w:basedOn w:val="Policepardfaut"/>
    <w:uiPriority w:val="31"/>
    <w:rsid w:val="004D4212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URS%20T.M\SSI\mod&#232;le%20SSI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SSI.dotx</Template>
  <TotalTime>130</TotalTime>
  <Pages>1</Pages>
  <Words>343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M6600-TOM</dc:creator>
  <cp:lastModifiedBy>M6600-TOM</cp:lastModifiedBy>
  <cp:revision>32</cp:revision>
  <dcterms:created xsi:type="dcterms:W3CDTF">2018-09-19T13:41:00Z</dcterms:created>
  <dcterms:modified xsi:type="dcterms:W3CDTF">2019-09-08T20:13:00Z</dcterms:modified>
</cp:coreProperties>
</file>