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933" w:tblpY="878"/>
        <w:tblW w:w="100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9"/>
        <w:gridCol w:w="7513"/>
        <w:gridCol w:w="1381"/>
      </w:tblGrid>
      <w:tr w:rsidR="00007084" w14:paraId="029B8309" w14:textId="77777777" w:rsidTr="00A16AE5">
        <w:trPr>
          <w:trHeight w:val="87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331A28" w14:textId="77777777" w:rsidR="00FB1ED7" w:rsidRDefault="00FB1ED7" w:rsidP="00007084">
            <w:pPr>
              <w:pStyle w:val="Titre4"/>
            </w:pPr>
          </w:p>
          <w:p w14:paraId="0B7F5490" w14:textId="77777777" w:rsidR="00FB1ED7" w:rsidRDefault="00FB1ED7" w:rsidP="00007084">
            <w:pPr>
              <w:pStyle w:val="Standard"/>
              <w:jc w:val="center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BDE99" w14:textId="36F89F17" w:rsidR="00FB1ED7" w:rsidRPr="00A16AE5" w:rsidRDefault="00CF1164" w:rsidP="008B5142">
            <w:pPr>
              <w:pStyle w:val="Heading"/>
              <w:rPr>
                <w:sz w:val="28"/>
              </w:rPr>
            </w:pPr>
            <w:r>
              <w:rPr>
                <w:sz w:val="28"/>
              </w:rPr>
              <w:t xml:space="preserve">Banc de mesure </w:t>
            </w:r>
            <w:r w:rsidR="00F81B09">
              <w:rPr>
                <w:sz w:val="28"/>
              </w:rPr>
              <w:t>Mcc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75598" w14:textId="2C3A68C3" w:rsidR="00FB1ED7" w:rsidRDefault="00CF1164" w:rsidP="00BF4820">
            <w:pPr>
              <w:pStyle w:val="Heading"/>
            </w:pPr>
            <w:r>
              <w:t>TP</w:t>
            </w:r>
          </w:p>
        </w:tc>
      </w:tr>
    </w:tbl>
    <w:p w14:paraId="22FEA971" w14:textId="77777777" w:rsidR="001F21AF" w:rsidRDefault="000D339C" w:rsidP="001F21AF">
      <w:pPr>
        <w:pStyle w:val="Niv1"/>
        <w:numPr>
          <w:ilvl w:val="0"/>
          <w:numId w:val="0"/>
        </w:numPr>
        <w:ind w:left="142"/>
      </w:pPr>
      <w:bookmarkStart w:id="0" w:name="_Toc297491953"/>
      <w:bookmarkStart w:id="1" w:name="_Toc297492161"/>
      <w:r>
        <w:rPr>
          <w:noProof/>
          <w:lang w:eastAsia="fr-FR"/>
        </w:rPr>
        <w:drawing>
          <wp:anchor distT="0" distB="0" distL="114300" distR="114300" simplePos="0" relativeHeight="251624448" behindDoc="0" locked="0" layoutInCell="1" allowOverlap="1" wp14:anchorId="21CB0801" wp14:editId="7C108EAD">
            <wp:simplePos x="0" y="0"/>
            <wp:positionH relativeFrom="column">
              <wp:posOffset>108585</wp:posOffset>
            </wp:positionH>
            <wp:positionV relativeFrom="paragraph">
              <wp:posOffset>170180</wp:posOffset>
            </wp:positionV>
            <wp:extent cx="568325" cy="553720"/>
            <wp:effectExtent l="0" t="0" r="0" b="508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oltext116250251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14:paraId="057B069E" w14:textId="77777777" w:rsidR="001A0A0B" w:rsidRDefault="001A0A0B" w:rsidP="001A0A0B"/>
    <w:p w14:paraId="62B51810" w14:textId="503271C7" w:rsidR="00071D05" w:rsidRDefault="004207F3" w:rsidP="00C93AB3">
      <w:pPr>
        <w:pStyle w:val="Niv1"/>
        <w:numPr>
          <w:ilvl w:val="0"/>
          <w:numId w:val="0"/>
        </w:numPr>
        <w:ind w:left="360" w:hanging="360"/>
      </w:pPr>
      <w:r>
        <w:t>Détermination du couple résistant</w:t>
      </w:r>
    </w:p>
    <w:p w14:paraId="5CBD380A" w14:textId="77777777" w:rsidR="00071D05" w:rsidRDefault="00071D05" w:rsidP="00071D05">
      <w:pPr>
        <w:rPr>
          <w:b/>
          <w:color w:val="365F91" w:themeColor="accent1" w:themeShade="BF"/>
        </w:rPr>
      </w:pPr>
    </w:p>
    <w:p w14:paraId="58691151" w14:textId="1C7D4A0F" w:rsidR="00071D05" w:rsidRDefault="00071D05" w:rsidP="00071D05">
      <w:r w:rsidRPr="00071D05">
        <w:rPr>
          <w:b/>
          <w:color w:val="365F91" w:themeColor="accent1" w:themeShade="BF"/>
        </w:rPr>
        <w:t>Objectif :</w:t>
      </w:r>
      <w:r>
        <w:t xml:space="preserve"> Déterminer le couple résistant appliqué sur le </w:t>
      </w:r>
      <w:r w:rsidR="00666527">
        <w:t>motoréducteur</w:t>
      </w:r>
      <w:r>
        <w:t xml:space="preserve"> en fonction de la masse suspendue sur le levier.</w:t>
      </w:r>
    </w:p>
    <w:p w14:paraId="0FDD105D" w14:textId="6E0D7BEE" w:rsidR="00071D05" w:rsidRDefault="00A87CB2" w:rsidP="00071D05">
      <w:pPr>
        <w:rPr>
          <w:b/>
          <w:color w:val="365F91" w:themeColor="accent1" w:themeShade="BF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621A77" wp14:editId="7D41F361">
                <wp:simplePos x="0" y="0"/>
                <wp:positionH relativeFrom="column">
                  <wp:posOffset>4903470</wp:posOffset>
                </wp:positionH>
                <wp:positionV relativeFrom="paragraph">
                  <wp:posOffset>122555</wp:posOffset>
                </wp:positionV>
                <wp:extent cx="1663700" cy="1231900"/>
                <wp:effectExtent l="0" t="0" r="12700" b="12700"/>
                <wp:wrapThrough wrapText="bothSides">
                  <wp:wrapPolygon edited="0">
                    <wp:start x="0" y="0"/>
                    <wp:lineTo x="0" y="21377"/>
                    <wp:lineTo x="21435" y="21377"/>
                    <wp:lineTo x="21435" y="0"/>
                    <wp:lineTo x="0" y="0"/>
                  </wp:wrapPolygon>
                </wp:wrapThrough>
                <wp:docPr id="3" name="Grouper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3700" cy="1231900"/>
                          <a:chOff x="218944" y="30088"/>
                          <a:chExt cx="1663894" cy="1232268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8944" y="30088"/>
                            <a:ext cx="1663894" cy="1232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Flèche courbée vers le bas 2"/>
                        <wps:cNvSpPr/>
                        <wps:spPr>
                          <a:xfrm>
                            <a:off x="697513" y="390555"/>
                            <a:ext cx="499110" cy="264160"/>
                          </a:xfrm>
                          <a:prstGeom prst="curvedDownArrow">
                            <a:avLst/>
                          </a:prstGeom>
                          <a:effectLst/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3" o:spid="_x0000_s1026" style="position:absolute;margin-left:386.1pt;margin-top:9.65pt;width:131pt;height:97pt;z-index:251659264;mso-width-relative:margin;mso-height-relative:margin" coordorigin="218944,30088" coordsize="1663894,1232268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wBDAAICAgICAgMCAgMFAwMDBQYFBQUFBggGBgYGBggKCAgICAgICgoKCgoKCgoMDAwMDAwODg4O&#10;Dg8PDw8PDw8PDw//2wBDAQICAgQEBAcEBAcQCwkLEBAQEBAQEBAQEBAQEBAQEBAQEBAQEBAQEBAQ&#10;EBAQEBAQEBAQEBAQEBAQEBAQEBAQEBD/3QAEADL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left:218944;top:30088;width:1663894;height:123226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fZ&#10;WoXBAAAA2gAAAA8AAABkcnMvZG93bnJldi54bWxETz1rwzAQ3Qv9D+IC3Wo5GUJwLYcQCO0QCnEL&#10;IdthXW0R62Qk1XH66ytDodPxeJ9Xbifbi5F8MI4VLLMcBHHjtOFWwefH4XkDIkRkjb1jUnCnANvq&#10;8aHEQrsbn2isYytSCIcCFXQxDoWUoenIYsjcQJy4L+ctxgR9K7XHWwq3vVzl+VpaNJwaOhxo31Fz&#10;rb+tAm+cOzTv1+Prfn3Zjee7wZ/eKPW0mHYvICJN8V/8537TaT7Mr8xXVr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IfZWoXBAAAA2gAAAA8AAAAAAAAAAAAAAAAAnAIAAGRy&#10;cy9kb3ducmV2LnhtbFBLBQYAAAAABAAEAPcAAACKAwAAAAA=&#10;">
                  <v:imagedata r:id="rId12" o:title=""/>
                  <v:path arrowok="t"/>
                </v:shape>
                <v:shapetype id="_x0000_t105" coordsize="21600,21600" o:spt="105" adj="12960,19440,14400" path="wr0,0@3@23,0@22@4,0@15,0@1@23@7,0@13@2l@14@2@8@22@12@2at0,0@3@23@11@2@17@26@15,0@1@23@17@26@15@22xewr0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Flèche courbée vers le bas 2" o:spid="_x0000_s1028" type="#_x0000_t105" style="position:absolute;left:697513;top:390555;width:499110;height:2641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6orLxQAA&#10;ANoAAAAPAAAAZHJzL2Rvd25yZXYueG1sRI9Ba8JAFITvhf6H5RV6KWYTA6XErCJiaQ9CqRF6fWaf&#10;STD7Nu5uNf33XUHwOMzMN0y5GE0vzuR8Z1lBlqQgiGurO24U7Kr3yRsIH5A19pZJwR95WMwfH0os&#10;tL3wN523oRERwr5ABW0IQyGlr1sy6BM7EEfvYJ3BEKVrpHZ4iXDTy2mavkqDHceFFgdatVQft79G&#10;Qb5br44v+ddmU51+qsxl+b7Zfyj1/DQuZyACjeEevrU/tYIpXK/EGyDn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7qisvFAAAA2gAAAA8AAAAAAAAAAAAAAAAAlwIAAGRycy9k&#10;b3ducmV2LnhtbFBLBQYAAAAABAAEAPUAAACJAwAAAAA=&#10;" adj="15884,20171,16200" fillcolor="#652523 [1637]" strokecolor="#bc4542 [3045]">
                  <v:fill color2="#ba4442 [3013]" rotate="t" colors="0 #9b2d2a;52429f #cb3d3a;1 #ce3b37" type="gradient">
                    <o:fill v:ext="view" type="gradientUnscaled"/>
                  </v:fill>
                </v:shape>
                <w10:wrap type="through"/>
              </v:group>
            </w:pict>
          </mc:Fallback>
        </mc:AlternateContent>
      </w:r>
      <w:r w:rsidR="00071D05" w:rsidRPr="00071D05">
        <w:rPr>
          <w:b/>
          <w:color w:val="365F91" w:themeColor="accent1" w:themeShade="BF"/>
        </w:rPr>
        <w:t>Hypothèses</w:t>
      </w:r>
      <w:r w:rsidR="00666527">
        <w:rPr>
          <w:b/>
          <w:color w:val="365F91" w:themeColor="accent1" w:themeShade="BF"/>
        </w:rPr>
        <w:t xml:space="preserve"> </w:t>
      </w:r>
      <w:r w:rsidR="00071D05" w:rsidRPr="00071D05">
        <w:rPr>
          <w:b/>
          <w:color w:val="365F91" w:themeColor="accent1" w:themeShade="BF"/>
        </w:rPr>
        <w:t>:</w:t>
      </w:r>
    </w:p>
    <w:p w14:paraId="52AA9B2F" w14:textId="3A43C13A" w:rsidR="00071D05" w:rsidRDefault="00071D05" w:rsidP="00071D05">
      <w:pPr>
        <w:pStyle w:val="Pardeliste"/>
        <w:numPr>
          <w:ilvl w:val="0"/>
          <w:numId w:val="25"/>
        </w:numPr>
      </w:pPr>
      <w:r>
        <w:t>En régime établi</w:t>
      </w:r>
      <w:r w:rsidR="004207F3">
        <w:t xml:space="preserve"> (quelque soit la vitesse de rotation)</w:t>
      </w:r>
      <w:r>
        <w:t xml:space="preserve">, le galet est en mouvement de rotation uniforme. Les solides indéformables de l'étude peuvent donc être considérés en équilibre. </w:t>
      </w:r>
    </w:p>
    <w:p w14:paraId="76102DEA" w14:textId="15449E6D" w:rsidR="00071D05" w:rsidRDefault="00071D05" w:rsidP="00071D05">
      <w:pPr>
        <w:pStyle w:val="Pardeliste"/>
        <w:numPr>
          <w:ilvl w:val="0"/>
          <w:numId w:val="25"/>
        </w:numPr>
      </w:pPr>
      <w:r>
        <w:rPr>
          <w:lang w:eastAsia="fr-FR"/>
        </w:rPr>
        <w:t>Tous les vecteurs force sont coplanaires. L'étude peut donc être considéré dans le plan vectoriel des forces.</w:t>
      </w:r>
    </w:p>
    <w:p w14:paraId="40D860D4" w14:textId="22393B5A" w:rsidR="00071D05" w:rsidRDefault="00071D05" w:rsidP="00071D05">
      <w:pPr>
        <w:pStyle w:val="Pardeliste"/>
        <w:numPr>
          <w:ilvl w:val="0"/>
          <w:numId w:val="25"/>
        </w:numPr>
      </w:pPr>
      <w:r>
        <w:rPr>
          <w:lang w:eastAsia="fr-FR"/>
        </w:rPr>
        <w:t>Sens de rotation du moteur imposé</w:t>
      </w:r>
      <w:r w:rsidR="00A87CB2">
        <w:rPr>
          <w:lang w:eastAsia="fr-FR"/>
        </w:rPr>
        <w:t xml:space="preserve"> (voir ci-contre).</w:t>
      </w:r>
    </w:p>
    <w:p w14:paraId="0398BB5F" w14:textId="3A4F1D42" w:rsidR="004F6662" w:rsidRDefault="004F6662" w:rsidP="00071D05">
      <w:pPr>
        <w:pStyle w:val="Pardeliste"/>
        <w:numPr>
          <w:ilvl w:val="0"/>
          <w:numId w:val="25"/>
        </w:numPr>
      </w:pPr>
      <w:r>
        <w:rPr>
          <w:lang w:eastAsia="fr-FR"/>
        </w:rPr>
        <w:t>Coefficient de f</w:t>
      </w:r>
      <w:r w:rsidR="00E25253">
        <w:rPr>
          <w:lang w:eastAsia="fr-FR"/>
        </w:rPr>
        <w:t>rottement cuir/aluminium f = 0.9</w:t>
      </w:r>
      <w:bookmarkStart w:id="2" w:name="_GoBack"/>
      <w:bookmarkEnd w:id="2"/>
      <w:r w:rsidR="00572DE3">
        <w:rPr>
          <w:lang w:eastAsia="fr-FR"/>
        </w:rPr>
        <w:t>.</w:t>
      </w:r>
    </w:p>
    <w:p w14:paraId="335387D4" w14:textId="2D8903AE" w:rsidR="005B2FD8" w:rsidRDefault="005B2FD8" w:rsidP="00071D05">
      <w:pPr>
        <w:pStyle w:val="Pardeliste"/>
        <w:numPr>
          <w:ilvl w:val="0"/>
          <w:numId w:val="25"/>
        </w:numPr>
      </w:pPr>
      <w:r>
        <w:rPr>
          <w:lang w:eastAsia="fr-FR"/>
        </w:rPr>
        <w:t xml:space="preserve">La masse du levier n'est pas négligeable </w:t>
      </w:r>
      <w:r w:rsidR="00572DE3">
        <w:rPr>
          <w:lang w:eastAsia="fr-FR"/>
        </w:rPr>
        <w:t>au regard des efforts appliqués.</w:t>
      </w:r>
    </w:p>
    <w:p w14:paraId="63513B7F" w14:textId="77777777" w:rsidR="00C26128" w:rsidRDefault="00C26128" w:rsidP="005B2FD8"/>
    <w:p w14:paraId="7AC091F6" w14:textId="6CCA5025" w:rsidR="00A87CB2" w:rsidRDefault="00C26128" w:rsidP="00A87CB2">
      <w:r>
        <w:rPr>
          <w:b/>
          <w:noProof/>
          <w:color w:val="365F91" w:themeColor="accent1" w:themeShade="BF"/>
          <w:lang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0CC7493" wp14:editId="6E51ABE3">
                <wp:simplePos x="0" y="0"/>
                <wp:positionH relativeFrom="column">
                  <wp:posOffset>4241165</wp:posOffset>
                </wp:positionH>
                <wp:positionV relativeFrom="paragraph">
                  <wp:posOffset>151765</wp:posOffset>
                </wp:positionV>
                <wp:extent cx="2362200" cy="2045335"/>
                <wp:effectExtent l="0" t="0" r="0" b="12065"/>
                <wp:wrapThrough wrapText="bothSides">
                  <wp:wrapPolygon edited="0">
                    <wp:start x="3948" y="0"/>
                    <wp:lineTo x="3948" y="3219"/>
                    <wp:lineTo x="5110" y="4560"/>
                    <wp:lineTo x="7432" y="4560"/>
                    <wp:lineTo x="232" y="7511"/>
                    <wp:lineTo x="232" y="10730"/>
                    <wp:lineTo x="3716" y="13144"/>
                    <wp:lineTo x="6271" y="13144"/>
                    <wp:lineTo x="4645" y="17436"/>
                    <wp:lineTo x="4645" y="21459"/>
                    <wp:lineTo x="21135" y="21459"/>
                    <wp:lineTo x="21368" y="2951"/>
                    <wp:lineTo x="19277" y="2146"/>
                    <wp:lineTo x="10684" y="0"/>
                    <wp:lineTo x="3948" y="0"/>
                  </wp:wrapPolygon>
                </wp:wrapThrough>
                <wp:docPr id="18" name="Grouper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045335"/>
                          <a:chOff x="0" y="0"/>
                          <a:chExt cx="2362200" cy="2045335"/>
                        </a:xfrm>
                      </wpg:grpSpPr>
                      <wpg:grpSp>
                        <wpg:cNvPr id="15" name="Grouper 15"/>
                        <wpg:cNvGrpSpPr/>
                        <wpg:grpSpPr>
                          <a:xfrm>
                            <a:off x="0" y="0"/>
                            <a:ext cx="2302510" cy="1616075"/>
                            <a:chOff x="0" y="0"/>
                            <a:chExt cx="2302510" cy="1616075"/>
                          </a:xfrm>
                        </wpg:grpSpPr>
                        <pic:pic xmlns:pic="http://schemas.openxmlformats.org/drawingml/2006/picture">
                          <pic:nvPicPr>
                            <pic:cNvPr id="4" name="Imag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3600" y="278130"/>
                              <a:ext cx="1438910" cy="13379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" name="Flèche en arc 7"/>
                          <wps:cNvSpPr/>
                          <wps:spPr>
                            <a:xfrm rot="297603">
                              <a:off x="1348105" y="649605"/>
                              <a:ext cx="480695" cy="565150"/>
                            </a:xfrm>
                            <a:prstGeom prst="circularArrow">
                              <a:avLst>
                                <a:gd name="adj1" fmla="val 5734"/>
                                <a:gd name="adj2" fmla="val 1242549"/>
                                <a:gd name="adj3" fmla="val 19933240"/>
                                <a:gd name="adj4" fmla="val 10800000"/>
                                <a:gd name="adj5" fmla="val 12500"/>
                              </a:avLst>
                            </a:prstGeom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Flèche en arc 9"/>
                          <wps:cNvSpPr/>
                          <wps:spPr>
                            <a:xfrm rot="14727583">
                              <a:off x="636905" y="463550"/>
                              <a:ext cx="977900" cy="977900"/>
                            </a:xfrm>
                            <a:prstGeom prst="circularArrow">
                              <a:avLst>
                                <a:gd name="adj1" fmla="val 3351"/>
                                <a:gd name="adj2" fmla="val 754562"/>
                                <a:gd name="adj3" fmla="val 20194337"/>
                                <a:gd name="adj4" fmla="val 14927034"/>
                                <a:gd name="adj5" fmla="val 7409"/>
                              </a:avLst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Zone de texte 11"/>
                          <wps:cNvSpPr txBox="1"/>
                          <wps:spPr>
                            <a:xfrm>
                              <a:off x="0" y="666750"/>
                              <a:ext cx="819150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B9343D" w14:textId="31FEF38B" w:rsidR="00211B0E" w:rsidRPr="001A1E9C" w:rsidRDefault="00756CA5">
                                <w:pPr>
                                  <w:rPr>
                                    <w:color w:val="C0504D" w:themeColor="accent2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C0504D" w:themeColor="accent2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C0504D" w:themeColor="accent2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C0504D" w:themeColor="accent2"/>
                                              </w:rPr>
                                              <m:t>ω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</w:rPr>
                                          <m:t>galet/R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Zone de texte 12"/>
                          <wps:cNvSpPr txBox="1"/>
                          <wps:spPr>
                            <a:xfrm>
                              <a:off x="1428750" y="520700"/>
                              <a:ext cx="819150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E38D8A" w14:textId="68D5C1CB" w:rsidR="00211B0E" w:rsidRPr="001A1E9C" w:rsidRDefault="00756CA5" w:rsidP="001A1E9C">
                                <w:pPr>
                                  <w:rPr>
                                    <w:color w:val="548DD4" w:themeColor="text2" w:themeTint="99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548DD4" w:themeColor="text2" w:themeTint="99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548DD4" w:themeColor="text2" w:themeTint="99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548DD4" w:themeColor="text2" w:themeTint="99"/>
                                              </w:rPr>
                                              <m:t>C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548DD4" w:themeColor="text2" w:themeTint="99"/>
                                          </w:rPr>
                                          <m:t>m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Flèche vers la gauche 13"/>
                          <wps:cNvSpPr/>
                          <wps:spPr>
                            <a:xfrm>
                              <a:off x="692150" y="279400"/>
                              <a:ext cx="914400" cy="95250"/>
                            </a:xfrm>
                            <a:prstGeom prst="leftArrow">
                              <a:avLst/>
                            </a:prstGeom>
                            <a:effectLst/>
                          </wps:spPr>
                          <wps:style>
                            <a:lnRef idx="1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2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Zone de texte 14"/>
                          <wps:cNvSpPr txBox="1"/>
                          <wps:spPr>
                            <a:xfrm>
                              <a:off x="393700" y="0"/>
                              <a:ext cx="819150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306ABB" w14:textId="18C961B5" w:rsidR="00211B0E" w:rsidRPr="004F6662" w:rsidRDefault="00756CA5" w:rsidP="001A1E9C">
                                <w:pPr>
                                  <w:rPr>
                                    <w:color w:val="76923C" w:themeColor="accent3" w:themeShade="BF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76923C" w:themeColor="accent3" w:themeShade="BF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6923C" w:themeColor="accent3" w:themeShade="BF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76923C" w:themeColor="accent3" w:themeShade="BF"/>
                                              </w:rPr>
                                              <m:t>T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76923C" w:themeColor="accent3" w:themeShade="BF"/>
                                          </w:rPr>
                                          <m:t>levier/galet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Zone de texte 17"/>
                        <wps:cNvSpPr txBox="1"/>
                        <wps:spPr>
                          <a:xfrm>
                            <a:off x="469900" y="1607185"/>
                            <a:ext cx="1892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33DB26" w14:textId="4DF996BF" w:rsidR="00211B0E" w:rsidRPr="004F6662" w:rsidRDefault="00211B0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F6662">
                                <w:rPr>
                                  <w:sz w:val="16"/>
                                  <w:szCs w:val="16"/>
                                </w:rPr>
                                <w:t>Attention : Tous les efforts s'exerçant sur le galet ne sont pas représentés ici.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18" o:spid="_x0000_s1026" style="position:absolute;margin-left:333.95pt;margin-top:11.95pt;width:186pt;height:161.05pt;z-index:251670528" coordsize="2362200,204533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">
                <v:group id="Grouper 15" o:spid="_x0000_s1027" style="position:absolute;width:2302510;height:1616075" coordsize="2302510,16160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2" o:spid="_x0000_s1028" type="#_x0000_t75" style="position:absolute;left:863600;top:278130;width:1438910;height:13379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kE&#10;2vzGAAAA2gAAAA8AAABkcnMvZG93bnJldi54bWxEj0FrwkAUhO8F/8PyCl6kbtRYbOoqItgWWoRo&#10;iR4f2WcSzL4N2VXTf98tCD0OM/MNM192phZXal1lWcFoGIEgzq2uuFDwvd88zUA4j6yxtkwKfsjB&#10;ctF7mGOi7Y1Tuu58IQKEXYIKSu+bREqXl2TQDW1DHLyTbQ36INtC6hZvAW5qOY6iZ2mw4rBQYkPr&#10;kvLz7mIUDI7+Jf48va3T5iueZu/ZZJtNDkr1H7vVKwhPnf8P39sfWkEMf1fCDZCLX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qQTa/MYAAADaAAAADwAAAAAAAAAAAAAAAACc&#10;AgAAZHJzL2Rvd25yZXYueG1sUEsFBgAAAAAEAAQA9wAAAI8DAAAAAA==&#10;">
                    <v:imagedata r:id="rId14" o:title=""/>
                    <v:path arrowok="t"/>
                  </v:shape>
                  <v:shape id="Flèche en arc 7" o:spid="_x0000_s1029" style="position:absolute;left:1348105;top:649605;width:480695;height:565150;rotation:325062fd;visibility:visible;mso-wrap-style:square;v-text-anchor:middle" coordsize="480695,5651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tP0KwgAA&#10;ANoAAAAPAAAAZHJzL2Rvd25yZXYueG1sRI9Pi8IwFMTvwn6H8Bb2pqkuulKNIoK7gierhz0+m9c/&#10;2ryUJtr67Y0geBxm5jfMfNmZStyocaVlBcNBBII4tbrkXMHxsOlPQTiPrLGyTAru5GC5+OjNMda2&#10;5T3dEp+LAGEXo4LC+zqW0qUFGXQDWxMHL7ONQR9kk0vdYBvgppKjKJpIgyWHhQJrWheUXpKrUZDR&#10;7+bbJ6dxttPjv/afzkc5PSv19dmtZiA8df4dfrW3WsEPPK+EGy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m0/QrCAAAA2gAAAA8AAAAAAAAAAAAAAAAAlwIAAGRycy9kb3du&#10;cmV2LnhtbFBLBQYAAAAABAAEAPUAAACGAwAAAAA=&#10;" path="m46305,282575c46305,177039,103786,84302,187137,55362,282358,22301,382750,81840,420075,193511l465769,187843,419705,260330,346509,202635,392178,196971c357229,99551,269247,50937,188310,84326,120019,112498,73868,192446,73868,282575l46305,282575xe" fillcolor="#254163 [1636]" strokecolor="#4579b8 [3044]">
                    <v:fill color2="#4477b6 [3012]" rotate="t" colors="0 #2c5d98;52429f #3c7bc7;1 #3a7ccb" type="gradient">
                      <o:fill v:ext="view" type="gradientUnscaled"/>
                    </v:fill>
                    <v:path arrowok="t" o:connecttype="custom" o:connectlocs="46305,282575;187137,55362;420075,193511;465769,187843;419705,260330;346509,202635;392178,196971;188310,84326;73868,282575;46305,282575" o:connectangles="0,0,0,0,0,0,0,0,0,0"/>
                  </v:shape>
                  <v:shape id="Flèche en arc 9" o:spid="_x0000_s1030" style="position:absolute;left:636905;top:463550;width:977900;height:977900;rotation:-7506512fd;visibility:visible;mso-wrap-style:square;v-text-anchor:middle" coordsize="977900,9779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Ek1lwwAA&#10;ANoAAAAPAAAAZHJzL2Rvd25yZXYueG1sRI9Ba8JAFITvBf/D8oTe6kYPRaOriFjQS0ltRbw9ss8k&#10;mH0vza6a/PtuodDjMDPfMItV52p1p9ZXwgbGowQUcS624sLA1+fbyxSUD8gWa2Ey0JOH1XLwtMDU&#10;yoM/6H4IhYoQ9ikaKENoUq19XpJDP5KGOHoXaR2GKNtC2xYfEe5qPUmSV+2w4rhQYkObkvLr4eYM&#10;ZN30vT4dJcuu+9nZn3rZfvdizPOwW89BBerCf/ivvbMGZvB7Jd4Avf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GEk1lwwAAANoAAAAPAAAAAAAAAAAAAAAAAJcCAABkcnMvZG93&#10;bnJldi54bWxQSwUGAAAAAAQABAD1AAAAhwMAAAAA&#10;" path="m332296,85408c550427,730,796366,104718,887584,320197l942269,309714,898000,410537,799955,336995,854608,326518c767913,131355,543232,38674,344154,115956l332296,85408xe" fillcolor="#652523 [1637]" strokecolor="#bc4542 [3045]">
                    <v:fill color2="#ba4442 [3013]" rotate="t" colors="0 #9b2d2a;52429f #cb3d3a;1 #ce3b37" type="gradient">
                      <o:fill v:ext="view" type="gradientUnscaled"/>
                    </v:fill>
                    <v:shadow on="t" opacity="22937f" mv:blur="40000f" origin=",.5" offset="0,23000emu"/>
                    <v:path arrowok="t" o:connecttype="custom" o:connectlocs="332296,85408;887584,320197;942269,309714;898000,410537;799955,336995;854608,326518;344154,115956;332296,85408" o:connectangles="0,0,0,0,0,0,0,0"/>
                  </v:shape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Zone de texte 11" o:spid="_x0000_s1031" type="#_x0000_t202" style="position:absolute;top:666750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  <v:textbox>
                      <w:txbxContent>
                        <w:p w14:paraId="13B9343D" w14:textId="31FEF38B" w:rsidR="00211B0E" w:rsidRPr="001A1E9C" w:rsidRDefault="007823C7">
                          <w:pPr>
                            <w:rPr>
                              <w:color w:val="C0504D" w:themeColor="accent2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C0504D" w:themeColor="accent2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C0504D" w:themeColor="accent2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C0504D" w:themeColor="accent2"/>
                                        </w:rPr>
                                        <m:t>ω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C0504D" w:themeColor="accent2"/>
                                    </w:rPr>
                                    <m:t>galet/R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Zone de texte 12" o:spid="_x0000_s1032" type="#_x0000_t202" style="position:absolute;left:1428750;top:520700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  <v:textbox>
                      <w:txbxContent>
                        <w:p w14:paraId="24E38D8A" w14:textId="68D5C1CB" w:rsidR="00211B0E" w:rsidRPr="001A1E9C" w:rsidRDefault="007823C7" w:rsidP="001A1E9C">
                          <w:pPr>
                            <w:rPr>
                              <w:color w:val="548DD4" w:themeColor="text2" w:themeTint="99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548DD4" w:themeColor="text2" w:themeTint="99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548DD4" w:themeColor="text2" w:themeTint="99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548DD4" w:themeColor="text2" w:themeTint="99"/>
                                        </w:rPr>
                                        <m:t>C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548DD4" w:themeColor="text2" w:themeTint="99"/>
                                    </w:rPr>
                                    <m:t>m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type id="_x0000_t66" coordsize="21600,21600" o:spt="66" adj="5400,5400" path="m@0,0l@0@1,21600@1,21600@2@0@2@0,21600,,10800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@0,0;0,10800;@0,21600;21600,10800" o:connectangles="270,180,90,0" textboxrect="@4,@1,21600,@2"/>
                    <v:handles>
                      <v:h position="#0,#1" xrange="0,21600" yrange="0,10800"/>
                    </v:handles>
                  </v:shapetype>
                  <v:shape id="Flèche vers la gauche 13" o:spid="_x0000_s1033" type="#_x0000_t66" style="position:absolute;left:692150;top:279400;width:914400;height:9525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eQ/MxQAA&#10;ANsAAAAPAAAAZHJzL2Rvd25yZXYueG1sRI/NasMwEITvhb6D2EIvJpbzQxscKyEUQlNDDnXj+2Jt&#10;bVNrZSzVcd6+CgR622Vm55vNdpPpxEiDay0rmMcJCOLK6pZrBeevw2wNwnlkjZ1lUnAlB7vt40OG&#10;qbYX/qSx8LUIIexSVNB436dSuqohgy62PXHQvu1g0Id1qKUe8BLCTScXSfIiDbYcCA329NZQ9VP8&#10;msDNy3r0rnw95VH00fJy9d53K6Wen6b9BoSnyf+b79dHHeov4fZLGEBu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Z5D8zFAAAA2wAAAA8AAAAAAAAAAAAAAAAAlwIAAGRycy9k&#10;b3ducmV2LnhtbFBLBQYAAAAABAAEAPUAAACJAwAAAAA=&#10;" adj="1125" fillcolor="#506329 [1638]" strokecolor="#94b64e [3046]">
                    <v:fill color2="#93b64c [3014]" rotate="t" colors="0 #769535;52429f #9bc348;1 #9cc746" type="gradient">
                      <o:fill v:ext="view" type="gradientUnscaled"/>
                    </v:fill>
                  </v:shape>
                  <v:shape id="Zone de texte 14" o:spid="_x0000_s1034" type="#_x0000_t202" style="position:absolute;left:393700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  <v:textbox>
                      <w:txbxContent>
                        <w:p w14:paraId="25306ABB" w14:textId="18C961B5" w:rsidR="00211B0E" w:rsidRPr="004F6662" w:rsidRDefault="007823C7" w:rsidP="001A1E9C">
                          <w:pPr>
                            <w:rPr>
                              <w:color w:val="76923C" w:themeColor="accent3" w:themeShade="BF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76923C" w:themeColor="accent3" w:themeShade="BF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76923C" w:themeColor="accent3" w:themeShade="BF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76923C" w:themeColor="accent3" w:themeShade="BF"/>
                                        </w:rPr>
                                        <m:t>T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76923C" w:themeColor="accent3" w:themeShade="BF"/>
                                    </w:rPr>
                                    <m:t>levier/galet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Zone de texte 17" o:spid="_x0000_s1035" type="#_x0000_t202" style="position:absolute;left:469900;top:1607185;width:1892300;height:438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14:paraId="4533DB26" w14:textId="4DF996BF" w:rsidR="00211B0E" w:rsidRPr="004F6662" w:rsidRDefault="00211B0E">
                        <w:pPr>
                          <w:rPr>
                            <w:sz w:val="16"/>
                            <w:szCs w:val="16"/>
                          </w:rPr>
                        </w:pPr>
                        <w:r w:rsidRPr="004F6662">
                          <w:rPr>
                            <w:sz w:val="16"/>
                            <w:szCs w:val="16"/>
                          </w:rPr>
                          <w:t>Attention : Tous les efforts s'exerçant sur le galet ne sont pas représentés ici.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084EEFCD" w14:textId="1B782FB1" w:rsidR="00A87CB2" w:rsidRDefault="00666527" w:rsidP="00A87CB2">
      <w:pPr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>Démarche</w:t>
      </w:r>
      <w:r w:rsidRPr="00666527">
        <w:rPr>
          <w:b/>
          <w:color w:val="365F91" w:themeColor="accent1" w:themeShade="BF"/>
        </w:rPr>
        <w:t xml:space="preserve"> : </w:t>
      </w:r>
    </w:p>
    <w:p w14:paraId="54133BEC" w14:textId="00E8C6BE" w:rsidR="00666527" w:rsidRDefault="00666527" w:rsidP="00666527">
      <w:r>
        <w:tab/>
        <w:t>Le couple résistif exercé sur l'arbre du réducteur est provoqué par la composante tangentielle de l'effort du patin (du cuir) sur le galet.</w:t>
      </w:r>
      <w:r w:rsidR="004F6662">
        <w:t xml:space="preserve"> Cet effort tangentiel est la conséquence du frottement entre le cuir du patin et l'aluminium du galet.</w:t>
      </w:r>
    </w:p>
    <w:p w14:paraId="3C279F8B" w14:textId="0B60EEC3" w:rsidR="005C7D01" w:rsidRDefault="005C7D01" w:rsidP="00666527"/>
    <w:p w14:paraId="572064E5" w14:textId="0BBAC9D9" w:rsidR="005C7D01" w:rsidRDefault="004F6662" w:rsidP="00C26128">
      <w:pPr>
        <w:pStyle w:val="Pardeliste"/>
        <w:numPr>
          <w:ilvl w:val="0"/>
          <w:numId w:val="28"/>
        </w:numPr>
      </w:pPr>
      <w:r>
        <w:t>Isoler l'ensemble du levier pour déterminer l'effort tangentiel en fonction de la masse suspendue</w:t>
      </w:r>
    </w:p>
    <w:p w14:paraId="3278874F" w14:textId="7F06AAB5" w:rsidR="004F6662" w:rsidRDefault="004F6662" w:rsidP="00C26128">
      <w:pPr>
        <w:pStyle w:val="Pardeliste"/>
        <w:numPr>
          <w:ilvl w:val="0"/>
          <w:numId w:val="28"/>
        </w:numPr>
      </w:pPr>
      <w:r>
        <w:t xml:space="preserve">Isoler le galet pour déterminer le couple résistant en fonction </w:t>
      </w:r>
      <w:r w:rsidR="00C26128">
        <w:t>de l'effort tangentiel</w:t>
      </w:r>
    </w:p>
    <w:p w14:paraId="10CB9763" w14:textId="7B40E355" w:rsidR="005C7D01" w:rsidRDefault="005C7D01" w:rsidP="00666527"/>
    <w:p w14:paraId="6D7B5D8B" w14:textId="367CE727" w:rsidR="005C7D01" w:rsidRDefault="005C7D01" w:rsidP="00666527"/>
    <w:p w14:paraId="4E3C0924" w14:textId="64B7B8CC" w:rsidR="00C26128" w:rsidRDefault="00C26128" w:rsidP="00666527"/>
    <w:p w14:paraId="1F9B3FB7" w14:textId="5673765C" w:rsidR="00C26128" w:rsidRDefault="00C26128" w:rsidP="00C93AB3">
      <w:pPr>
        <w:pStyle w:val="Niv1"/>
      </w:pPr>
      <w:r>
        <w:t>Etude de l'équilibr</w:t>
      </w:r>
      <w:r w:rsidR="00C93AB3">
        <w:t>e de l'ensemble levier (voir DT</w:t>
      </w:r>
      <w:r>
        <w:t>)</w:t>
      </w:r>
    </w:p>
    <w:p w14:paraId="26909425" w14:textId="77777777" w:rsidR="00C93AB3" w:rsidRDefault="00C93AB3" w:rsidP="00C93AB3">
      <w:pPr>
        <w:pStyle w:val="Niv1"/>
        <w:numPr>
          <w:ilvl w:val="0"/>
          <w:numId w:val="0"/>
        </w:numPr>
        <w:ind w:left="360"/>
      </w:pPr>
    </w:p>
    <w:p w14:paraId="7505C8DE" w14:textId="3DB76BC2" w:rsidR="00C26128" w:rsidRDefault="005B2FD8" w:rsidP="00A30870">
      <w:pPr>
        <w:pStyle w:val="Style1"/>
      </w:pPr>
      <w:r>
        <w:t xml:space="preserve">Système isolé : Ensemble levier, L = </w:t>
      </w:r>
      <w:r w:rsidR="00A30870" w:rsidRPr="00A30870">
        <w:t>{Levier, Patin, Cuir, Support masse}</w:t>
      </w:r>
    </w:p>
    <w:p w14:paraId="16B90E52" w14:textId="18CB7F0E" w:rsidR="005B2FD8" w:rsidRDefault="005B2FD8" w:rsidP="005B2FD8">
      <w:pPr>
        <w:pStyle w:val="Style1"/>
        <w:numPr>
          <w:ilvl w:val="0"/>
          <w:numId w:val="0"/>
        </w:numPr>
        <w:ind w:left="720"/>
      </w:pPr>
    </w:p>
    <w:p w14:paraId="2914FCF5" w14:textId="1291C14C" w:rsidR="005B2FD8" w:rsidRDefault="00AC44CA" w:rsidP="00A30870">
      <w:pPr>
        <w:pStyle w:val="Style1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CB14D08" wp14:editId="524D114B">
                <wp:simplePos x="0" y="0"/>
                <wp:positionH relativeFrom="column">
                  <wp:posOffset>4852035</wp:posOffset>
                </wp:positionH>
                <wp:positionV relativeFrom="paragraph">
                  <wp:posOffset>95250</wp:posOffset>
                </wp:positionV>
                <wp:extent cx="824230" cy="707390"/>
                <wp:effectExtent l="0" t="0" r="0" b="3810"/>
                <wp:wrapThrough wrapText="bothSides">
                  <wp:wrapPolygon edited="0">
                    <wp:start x="666" y="0"/>
                    <wp:lineTo x="2663" y="20941"/>
                    <wp:lineTo x="6656" y="20941"/>
                    <wp:lineTo x="17307" y="20165"/>
                    <wp:lineTo x="20635" y="18614"/>
                    <wp:lineTo x="20635" y="12409"/>
                    <wp:lineTo x="15310" y="6980"/>
                    <wp:lineTo x="7322" y="0"/>
                    <wp:lineTo x="666" y="0"/>
                  </wp:wrapPolygon>
                </wp:wrapThrough>
                <wp:docPr id="63" name="Grouper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230" cy="707390"/>
                          <a:chOff x="0" y="0"/>
                          <a:chExt cx="824230" cy="707390"/>
                        </a:xfrm>
                      </wpg:grpSpPr>
                      <wpg:grpSp>
                        <wpg:cNvPr id="61" name="Grouper 61"/>
                        <wpg:cNvGrpSpPr/>
                        <wpg:grpSpPr>
                          <a:xfrm>
                            <a:off x="254000" y="176530"/>
                            <a:ext cx="359410" cy="360680"/>
                            <a:chOff x="0" y="0"/>
                            <a:chExt cx="359410" cy="360680"/>
                          </a:xfrm>
                        </wpg:grpSpPr>
                        <wps:wsp>
                          <wps:cNvPr id="56" name="Connecteur droit avec flèche 56"/>
                          <wps:cNvCnPr/>
                          <wps:spPr>
                            <a:xfrm flipH="1" flipV="1">
                              <a:off x="7620" y="0"/>
                              <a:ext cx="0" cy="359410"/>
                            </a:xfrm>
                            <a:prstGeom prst="straightConnector1">
                              <a:avLst/>
                            </a:prstGeom>
                            <a:ln w="19050" cmpd="sng">
                              <a:solidFill>
                                <a:schemeClr val="tx1"/>
                              </a:solidFill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Connecteur droit avec flèche 57"/>
                          <wps:cNvCnPr/>
                          <wps:spPr>
                            <a:xfrm flipV="1">
                              <a:off x="0" y="360680"/>
                              <a:ext cx="359410" cy="0"/>
                            </a:xfrm>
                            <a:prstGeom prst="straightConnector1">
                              <a:avLst/>
                            </a:prstGeom>
                            <a:ln w="19050" cmpd="sng">
                              <a:solidFill>
                                <a:schemeClr val="tx1"/>
                              </a:solidFill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2" name="Grouper 62"/>
                        <wpg:cNvGrpSpPr/>
                        <wpg:grpSpPr>
                          <a:xfrm>
                            <a:off x="0" y="0"/>
                            <a:ext cx="824230" cy="707390"/>
                            <a:chOff x="0" y="0"/>
                            <a:chExt cx="824230" cy="707390"/>
                          </a:xfrm>
                        </wpg:grpSpPr>
                        <wps:wsp>
                          <wps:cNvPr id="58" name="Zone de texte 58"/>
                          <wps:cNvSpPr txBox="1"/>
                          <wps:spPr>
                            <a:xfrm>
                              <a:off x="66040" y="394970"/>
                              <a:ext cx="252095" cy="312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8A6A9E" w14:textId="60821E34" w:rsidR="00211B0E" w:rsidRPr="00AC44CA" w:rsidRDefault="00211B0E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481330" y="328930"/>
                              <a:ext cx="3429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11E3E8" w14:textId="115ABCE0" w:rsidR="00211B0E" w:rsidRPr="00AC44CA" w:rsidRDefault="00756CA5">
                                <w:pPr>
                                  <w:rPr>
                                    <w:sz w:val="22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  <m:t>x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0" y="0"/>
                              <a:ext cx="3429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35E5C6" w14:textId="42103AAA" w:rsidR="00211B0E" w:rsidRPr="00AC44CA" w:rsidRDefault="00756CA5" w:rsidP="00AC44CA">
                                <w:pPr>
                                  <w:rPr>
                                    <w:sz w:val="22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  <m:t>y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r 63" o:spid="_x0000_s1036" style="position:absolute;left:0;text-align:left;margin-left:382.05pt;margin-top:7.5pt;width:64.9pt;height:55.7pt;z-index:251712512" coordsize="824230,7073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">
                <v:group id="Grouper 61" o:spid="_x0000_s1037" style="position:absolute;left:254000;top:176530;width:359410;height:360680" coordsize="359410,3606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2ncU/MUAAADbAAAA&#10;DwAAAAAAAAAAAAAAAACpAgAAZHJzL2Rvd25yZXYueG1sUEsFBgAAAAAEAAQA+gAAAJsDAAAAAA==&#10;">
                  <v:shapetype id="_x0000_t32" coordsize="21600,21600" o:spt="32" o:oned="t" path="m0,0l21600,21600e" filled="f">
                    <v:path arrowok="t" fillok="f" o:connecttype="none"/>
                    <o:lock v:ext="edit" shapetype="t"/>
                  </v:shapetype>
                  <v:shape id="Connecteur droit avec flèche 56" o:spid="_x0000_s1038" type="#_x0000_t32" style="position:absolute;left:7620;width:0;height:35941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se6CMMAAADbAAAADwAAAGRycy9kb3ducmV2LnhtbESPwWrDMBBE74X8g9hALyWRG7AxbpRQ&#10;AoEeerGTD1isjS1irRxJcZy/rwqFHoeZecNs97MdxEQ+GMcK3tcZCOLWacOdgvPpuCpBhIiscXBM&#10;Cp4UYL9bvGyx0u7BNU1N7ESCcKhQQR/jWEkZ2p4shrUbiZN3cd5iTNJ3Unt8JLgd5CbLCmnRcFro&#10;caRDT+21uVsFb7XfTJhfyi4vvs31Zp71rTko9bqcPz9ARJrjf/iv/aUV5AX8fkk/QO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LHugjDAAAA2wAAAA8AAAAAAAAAAAAA&#10;AAAAoQIAAGRycy9kb3ducmV2LnhtbFBLBQYAAAAABAAEAPkAAACRAwAAAAA=&#10;" strokecolor="black [3213]" strokeweight="1.5pt">
                    <v:stroke endarrow="open"/>
                  </v:shape>
                  <v:shape id="Connecteur droit avec flèche 57" o:spid="_x0000_s1039" type="#_x0000_t32" style="position:absolute;top:360680;width:359410;height: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6BQcMAAADbAAAADwAAAGRycy9kb3ducmV2LnhtbESPzYoCMRCE74LvEFrwIppRWJXRKCIK&#10;e9gV/x6gnbQzg5POkESdffuNIHgsquurrvmyMZV4kPOlZQXDQQKCOLO65FzB+bTtT0H4gKyxskwK&#10;/sjDctFuzTHV9skHehxDLiKEfYoKihDqVEqfFWTQD2xNHL2rdQZDlC6X2uEzwk0lR0kylgZLjg0F&#10;1rQuKLsd7ya+8bPfTlfjze63yU+b3tlNnOWLUt1Os5qBCNSEz/E7/a0VfE3gtSUCQC7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y+gUHDAAAA2wAAAA8AAAAAAAAAAAAA&#10;AAAAoQIAAGRycy9kb3ducmV2LnhtbFBLBQYAAAAABAAEAPkAAACRAwAAAAA=&#10;" strokecolor="black [3213]" strokeweight="1.5pt">
                    <v:stroke endarrow="open"/>
                  </v:shape>
                </v:group>
                <v:group id="Grouper 62" o:spid="_x0000_s1040" style="position:absolute;width:824230;height:707390" coordsize="824230,707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shape id="Zone de texte 58" o:spid="_x0000_s1041" type="#_x0000_t202" style="position:absolute;left:66040;top:394970;width:252095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GA/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Wx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JxgP74AAADbAAAADwAAAAAAAAAAAAAAAACXAgAAZHJzL2Rvd25yZXYu&#10;eG1sUEsFBgAAAAAEAAQA9QAAAIIDAAAAAA==&#10;" filled="f" stroked="f">
                    <v:textbox>
                      <w:txbxContent>
                        <w:p w14:paraId="708A6A9E" w14:textId="60821E34" w:rsidR="00211B0E" w:rsidRPr="00AC44CA" w:rsidRDefault="00211B0E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o</w:t>
                          </w:r>
                        </w:p>
                      </w:txbxContent>
                    </v:textbox>
                  </v:shape>
                  <v:shape id="Zone de texte 59" o:spid="_x0000_s1042" type="#_x0000_t202" style="position:absolute;left:481330;top:3289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0MWk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0MWkwwAAANsAAAAPAAAAAAAAAAAAAAAAAJcCAABkcnMvZG93&#10;bnJldi54bWxQSwUGAAAAAAQABAD1AAAAhwMAAAAA&#10;" filled="f" stroked="f">
                    <v:textbox>
                      <w:txbxContent>
                        <w:p w14:paraId="6911E3E8" w14:textId="115ABCE0" w:rsidR="00211B0E" w:rsidRPr="00AC44CA" w:rsidRDefault="007823C7">
                          <w:pPr>
                            <w:rPr>
                              <w:sz w:val="22"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</w:rPr>
                                    <m:t>x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Zone de texte 60" o:spid="_x0000_s1043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hqaE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Xxy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IamhL4AAADbAAAADwAAAAAAAAAAAAAAAACXAgAAZHJzL2Rvd25yZXYu&#10;eG1sUEsFBgAAAAAEAAQA9QAAAIIDAAAAAA==&#10;" filled="f" stroked="f">
                    <v:textbox>
                      <w:txbxContent>
                        <w:p w14:paraId="2035E5C6" w14:textId="42103AAA" w:rsidR="00211B0E" w:rsidRPr="00AC44CA" w:rsidRDefault="007823C7" w:rsidP="00AC44CA">
                          <w:pPr>
                            <w:rPr>
                              <w:sz w:val="22"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</w:rPr>
                                    <m:t>y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 w:rsidR="005B2FD8">
        <w:t>Bilan des actions extérieures</w:t>
      </w:r>
    </w:p>
    <w:p w14:paraId="50892A11" w14:textId="5CE87B67" w:rsidR="005B2FD8" w:rsidRDefault="00AD33D0" w:rsidP="005B2FD8">
      <w:pPr>
        <w:pStyle w:val="Style1"/>
        <w:numPr>
          <w:ilvl w:val="0"/>
          <w:numId w:val="0"/>
        </w:num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7F48A41" wp14:editId="04034834">
                <wp:simplePos x="0" y="0"/>
                <wp:positionH relativeFrom="column">
                  <wp:posOffset>698500</wp:posOffset>
                </wp:positionH>
                <wp:positionV relativeFrom="paragraph">
                  <wp:posOffset>96520</wp:posOffset>
                </wp:positionV>
                <wp:extent cx="5139690" cy="2560320"/>
                <wp:effectExtent l="0" t="0" r="0" b="5080"/>
                <wp:wrapThrough wrapText="bothSides">
                  <wp:wrapPolygon edited="0">
                    <wp:start x="534" y="0"/>
                    <wp:lineTo x="534" y="1714"/>
                    <wp:lineTo x="1281" y="3643"/>
                    <wp:lineTo x="1921" y="3643"/>
                    <wp:lineTo x="0" y="5143"/>
                    <wp:lineTo x="0" y="21429"/>
                    <wp:lineTo x="21136" y="21429"/>
                    <wp:lineTo x="21242" y="17571"/>
                    <wp:lineTo x="21349" y="5357"/>
                    <wp:lineTo x="19855" y="4929"/>
                    <wp:lineTo x="11742" y="3643"/>
                    <wp:lineTo x="11956" y="1500"/>
                    <wp:lineTo x="10781" y="1071"/>
                    <wp:lineTo x="3202" y="0"/>
                    <wp:lineTo x="534" y="0"/>
                  </wp:wrapPolygon>
                </wp:wrapThrough>
                <wp:docPr id="55" name="Grouper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9690" cy="2560320"/>
                          <a:chOff x="0" y="0"/>
                          <a:chExt cx="5139690" cy="2560320"/>
                        </a:xfrm>
                      </wpg:grpSpPr>
                      <wpg:grpSp>
                        <wpg:cNvPr id="47" name="Grouper 47"/>
                        <wpg:cNvGrpSpPr/>
                        <wpg:grpSpPr>
                          <a:xfrm>
                            <a:off x="0" y="0"/>
                            <a:ext cx="5139690" cy="2560320"/>
                            <a:chOff x="0" y="0"/>
                            <a:chExt cx="5139690" cy="2560320"/>
                          </a:xfrm>
                        </wpg:grpSpPr>
                        <wpg:grpSp>
                          <wpg:cNvPr id="46" name="Grouper 46"/>
                          <wpg:cNvGrpSpPr/>
                          <wpg:grpSpPr>
                            <a:xfrm>
                              <a:off x="0" y="0"/>
                              <a:ext cx="5139690" cy="2560320"/>
                              <a:chOff x="0" y="0"/>
                              <a:chExt cx="5139690" cy="2560320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Imag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637540"/>
                                <a:ext cx="5003165" cy="1922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45" name="Grouper 45"/>
                            <wpg:cNvGrpSpPr/>
                            <wpg:grpSpPr>
                              <a:xfrm>
                                <a:off x="98425" y="0"/>
                                <a:ext cx="5041265" cy="2345690"/>
                                <a:chOff x="0" y="0"/>
                                <a:chExt cx="5041265" cy="2345690"/>
                              </a:xfrm>
                            </wpg:grpSpPr>
                            <wpg:grpSp>
                              <wpg:cNvPr id="32" name="Grouper 32"/>
                              <wpg:cNvGrpSpPr/>
                              <wpg:grpSpPr>
                                <a:xfrm>
                                  <a:off x="1221382" y="82672"/>
                                  <a:ext cx="1533133" cy="1166372"/>
                                  <a:chOff x="545980" y="-214694"/>
                                  <a:chExt cx="1533653" cy="1166557"/>
                                </a:xfrm>
                              </wpg:grpSpPr>
                              <wps:wsp>
                                <wps:cNvPr id="20" name="Flèche vers la gauche 20"/>
                                <wps:cNvSpPr/>
                                <wps:spPr>
                                  <a:xfrm rot="10800000">
                                    <a:off x="998374" y="853439"/>
                                    <a:ext cx="481330" cy="74930"/>
                                  </a:xfrm>
                                  <a:prstGeom prst="leftArrow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3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Flèche vers la gauche 23"/>
                                <wps:cNvSpPr/>
                                <wps:spPr>
                                  <a:xfrm rot="5400000">
                                    <a:off x="586105" y="440055"/>
                                    <a:ext cx="858520" cy="80010"/>
                                  </a:xfrm>
                                  <a:prstGeom prst="leftArrow">
                                    <a:avLst/>
                                  </a:prstGeom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3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Flèche vers la gauche 24"/>
                                <wps:cNvSpPr/>
                                <wps:spPr>
                                  <a:xfrm rot="7121341">
                                    <a:off x="758023" y="432116"/>
                                    <a:ext cx="959485" cy="80010"/>
                                  </a:xfrm>
                                  <a:prstGeom prst="leftArrow">
                                    <a:avLst/>
                                  </a:prstGeom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3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Connecteur droit 25"/>
                                <wps:cNvCnPr/>
                                <wps:spPr>
                                  <a:xfrm flipH="1">
                                    <a:off x="1016158" y="43179"/>
                                    <a:ext cx="462280" cy="2540"/>
                                  </a:xfrm>
                                  <a:prstGeom prst="line">
                                    <a:avLst/>
                                  </a:prstGeom>
                                  <a:ln w="6350" cmpd="sng"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Connecteur droit 26"/>
                                <wps:cNvCnPr/>
                                <wps:spPr>
                                  <a:xfrm>
                                    <a:off x="1486217" y="66041"/>
                                    <a:ext cx="0" cy="822960"/>
                                  </a:xfrm>
                                  <a:prstGeom prst="line">
                                    <a:avLst/>
                                  </a:prstGeom>
                                  <a:ln w="6350" cmpd="sng"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" name="Zone de texte 27"/>
                                <wps:cNvSpPr txBox="1"/>
                                <wps:spPr>
                                  <a:xfrm>
                                    <a:off x="1471847" y="-148765"/>
                                    <a:ext cx="607786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41A88A0" w14:textId="2ADBB90A" w:rsidR="00211B0E" w:rsidRPr="001A1E9C" w:rsidRDefault="00756CA5" w:rsidP="00A30870">
                                      <w:pPr>
                                        <w:rPr>
                                          <w:color w:val="C0504D" w:themeColor="accent2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C0504D" w:themeColor="accent2"/>
                                                </w:rPr>
                                              </m:ctrlPr>
                                            </m:sSubPr>
                                            <m:e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C0504D" w:themeColor="accent2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C0504D" w:themeColor="accent2"/>
                                                    </w:rPr>
                                                    <m:t>B</m:t>
                                                  </m:r>
                                                </m:e>
                                              </m:acc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C0504D" w:themeColor="accent2"/>
                                                </w:rPr>
                                                <m:t>galet/L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Zone de texte 28"/>
                                <wps:cNvSpPr txBox="1"/>
                                <wps:spPr>
                                  <a:xfrm>
                                    <a:off x="545980" y="-214694"/>
                                    <a:ext cx="819150" cy="400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6B836A8" w14:textId="23A6213A" w:rsidR="00211B0E" w:rsidRPr="00A30870" w:rsidRDefault="00756CA5" w:rsidP="00A30870">
                                      <w:pPr>
                                        <w:rPr>
                                          <w:color w:val="76923C" w:themeColor="accent3" w:themeShade="BF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76923C" w:themeColor="accent3" w:themeShade="BF"/>
                                                </w:rPr>
                                              </m:ctrlPr>
                                            </m:sSubPr>
                                            <m:e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76923C" w:themeColor="accent3" w:themeShade="BF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76923C" w:themeColor="accent3" w:themeShade="BF"/>
                                                    </w:rPr>
                                                    <m:t>N</m:t>
                                                  </m:r>
                                                </m:e>
                                              </m:acc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76923C" w:themeColor="accent3" w:themeShade="BF"/>
                                                </w:rPr>
                                                <m:t>galet/L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6" name="Grouper 36"/>
                              <wpg:cNvGrpSpPr/>
                              <wpg:grpSpPr>
                                <a:xfrm>
                                  <a:off x="0" y="0"/>
                                  <a:ext cx="706301" cy="1020445"/>
                                  <a:chOff x="0" y="0"/>
                                  <a:chExt cx="706301" cy="1020445"/>
                                </a:xfrm>
                              </wpg:grpSpPr>
                              <wps:wsp>
                                <wps:cNvPr id="31" name="Zone de texte 31"/>
                                <wps:cNvSpPr txBox="1"/>
                                <wps:spPr>
                                  <a:xfrm>
                                    <a:off x="0" y="0"/>
                                    <a:ext cx="706301" cy="2838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D60402E" w14:textId="5EAB418B" w:rsidR="00211B0E" w:rsidRPr="001A1E9C" w:rsidRDefault="00756CA5" w:rsidP="00F14D59">
                                      <w:pPr>
                                        <w:rPr>
                                          <w:color w:val="C0504D" w:themeColor="accent2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C0504D" w:themeColor="accent2"/>
                                                </w:rPr>
                                              </m:ctrlPr>
                                            </m:sSubPr>
                                            <m:e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C0504D" w:themeColor="accent2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C0504D" w:themeColor="accent2"/>
                                                    </w:rPr>
                                                    <m:t>A</m:t>
                                                  </m:r>
                                                </m:e>
                                              </m:acc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C0504D" w:themeColor="accent2"/>
                                                </w:rPr>
                                                <m:t>axe/L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Flèche vers la gauche 33"/>
                                <wps:cNvSpPr/>
                                <wps:spPr>
                                  <a:xfrm rot="6327005">
                                    <a:off x="231775" y="402590"/>
                                    <a:ext cx="412750" cy="83820"/>
                                  </a:xfrm>
                                  <a:prstGeom prst="leftArrow">
                                    <a:avLst/>
                                  </a:prstGeom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3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Connecteur droit 34"/>
                                <wps:cNvCnPr/>
                                <wps:spPr>
                                  <a:xfrm flipV="1">
                                    <a:off x="556895" y="482600"/>
                                    <a:ext cx="80645" cy="537845"/>
                                  </a:xfrm>
                                  <a:prstGeom prst="line">
                                    <a:avLst/>
                                  </a:prstGeom>
                                  <a:ln w="38100" cmpd="sng">
                                    <a:solidFill>
                                      <a:schemeClr val="accent2">
                                        <a:lumMod val="75000"/>
                                      </a:schemeClr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4"/>
                                  </a:lnRef>
                                  <a:fillRef idx="0">
                                    <a:schemeClr val="accent4"/>
                                  </a:fillRef>
                                  <a:effectRef idx="1">
                                    <a:schemeClr val="accent4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" name="Connecteur droit 35"/>
                                <wps:cNvCnPr/>
                                <wps:spPr>
                                  <a:xfrm flipV="1">
                                    <a:off x="375920" y="501650"/>
                                    <a:ext cx="248920" cy="143510"/>
                                  </a:xfrm>
                                  <a:prstGeom prst="line">
                                    <a:avLst/>
                                  </a:prstGeom>
                                  <a:ln w="38100" cmpd="sng">
                                    <a:solidFill>
                                      <a:schemeClr val="accent2">
                                        <a:lumMod val="75000"/>
                                      </a:schemeClr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4"/>
                                  </a:lnRef>
                                  <a:fillRef idx="0">
                                    <a:schemeClr val="accent4"/>
                                  </a:fillRef>
                                  <a:effectRef idx="1">
                                    <a:schemeClr val="accent4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1" name="Grouper 41"/>
                              <wpg:cNvGrpSpPr/>
                              <wpg:grpSpPr>
                                <a:xfrm>
                                  <a:off x="2567940" y="1041400"/>
                                  <a:ext cx="456928" cy="902879"/>
                                  <a:chOff x="0" y="0"/>
                                  <a:chExt cx="456928" cy="902879"/>
                                </a:xfrm>
                              </wpg:grpSpPr>
                              <wps:wsp>
                                <wps:cNvPr id="37" name="Flèche vers la gauche 37"/>
                                <wps:cNvSpPr/>
                                <wps:spPr>
                                  <a:xfrm rot="16200000">
                                    <a:off x="-245110" y="294640"/>
                                    <a:ext cx="678815" cy="89535"/>
                                  </a:xfrm>
                                  <a:prstGeom prst="leftArrow">
                                    <a:avLst/>
                                  </a:prstGeom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3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Zone de texte 40"/>
                                <wps:cNvSpPr txBox="1"/>
                                <wps:spPr>
                                  <a:xfrm>
                                    <a:off x="0" y="618490"/>
                                    <a:ext cx="456928" cy="2843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55E5070" w14:textId="287A793A" w:rsidR="00211B0E" w:rsidRPr="001A1E9C" w:rsidRDefault="00756CA5" w:rsidP="00F14D59">
                                      <w:pPr>
                                        <w:rPr>
                                          <w:color w:val="C0504D" w:themeColor="accent2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C0504D" w:themeColor="accent2"/>
                                                </w:rPr>
                                              </m:ctrlPr>
                                            </m:sSubPr>
                                            <m:e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C0504D" w:themeColor="accent2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C0504D" w:themeColor="accent2"/>
                                                    </w:rPr>
                                                    <m:t>P</m:t>
                                                  </m:r>
                                                </m:e>
                                              </m:acc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C0504D" w:themeColor="accent2"/>
                                                </w:rPr>
                                                <m:t>L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2" name="Grouper 42"/>
                              <wpg:cNvGrpSpPr/>
                              <wpg:grpSpPr>
                                <a:xfrm>
                                  <a:off x="4584700" y="1200785"/>
                                  <a:ext cx="456565" cy="1144905"/>
                                  <a:chOff x="39947" y="0"/>
                                  <a:chExt cx="456928" cy="1146203"/>
                                </a:xfrm>
                              </wpg:grpSpPr>
                              <wps:wsp>
                                <wps:cNvPr id="43" name="Flèche vers la gauche 43"/>
                                <wps:cNvSpPr/>
                                <wps:spPr>
                                  <a:xfrm rot="16200000">
                                    <a:off x="-426852" y="476382"/>
                                    <a:ext cx="1042300" cy="89535"/>
                                  </a:xfrm>
                                  <a:prstGeom prst="leftArrow">
                                    <a:avLst/>
                                  </a:prstGeom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3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Zone de texte 44"/>
                                <wps:cNvSpPr txBox="1"/>
                                <wps:spPr>
                                  <a:xfrm>
                                    <a:off x="39947" y="861814"/>
                                    <a:ext cx="456928" cy="2843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7BA40D4" w14:textId="4F75DDAE" w:rsidR="00211B0E" w:rsidRPr="001A1E9C" w:rsidRDefault="00756CA5" w:rsidP="00F14D59">
                                      <w:pPr>
                                        <w:rPr>
                                          <w:color w:val="C0504D" w:themeColor="accent2"/>
                                        </w:rPr>
                                      </w:pPr>
                                      <m:oMathPara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C0504D" w:themeColor="accent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C0504D" w:themeColor="accent2"/>
                                                </w:rPr>
                                                <m:t>P</m:t>
                                              </m:r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29" name="Zone de texte 29"/>
                          <wps:cNvSpPr txBox="1"/>
                          <wps:spPr>
                            <a:xfrm>
                              <a:off x="2118995" y="1158875"/>
                              <a:ext cx="64897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FC8505" w14:textId="034B0063" w:rsidR="00211B0E" w:rsidRPr="00A30870" w:rsidRDefault="00756CA5" w:rsidP="00A30870">
                                <w:pPr>
                                  <w:rPr>
                                    <w:color w:val="76923C" w:themeColor="accent3" w:themeShade="BF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76923C" w:themeColor="accent3" w:themeShade="BF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6923C" w:themeColor="accent3" w:themeShade="BF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76923C" w:themeColor="accent3" w:themeShade="BF"/>
                                              </w:rPr>
                                              <m:t>T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76923C" w:themeColor="accent3" w:themeShade="BF"/>
                                          </w:rPr>
                                          <m:t>galet/L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4" name="Grouper 54"/>
                        <wpg:cNvGrpSpPr/>
                        <wpg:grpSpPr>
                          <a:xfrm>
                            <a:off x="1865706" y="307975"/>
                            <a:ext cx="268529" cy="354762"/>
                            <a:chOff x="376631" y="-30480"/>
                            <a:chExt cx="268529" cy="354762"/>
                          </a:xfrm>
                        </wpg:grpSpPr>
                        <wps:wsp>
                          <wps:cNvPr id="49" name="Virage 49"/>
                          <wps:cNvSpPr/>
                          <wps:spPr>
                            <a:xfrm rot="13193020" flipH="1" flipV="1">
                              <a:off x="376631" y="148138"/>
                              <a:ext cx="185291" cy="176144"/>
                            </a:xfrm>
                            <a:prstGeom prst="bentArrow">
                              <a:avLst>
                                <a:gd name="adj1" fmla="val 15490"/>
                                <a:gd name="adj2" fmla="val 25000"/>
                                <a:gd name="adj3" fmla="val 25000"/>
                                <a:gd name="adj4" fmla="val 75000"/>
                              </a:avLst>
                            </a:prstGeom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dk1"/>
                            </a:lnRef>
                            <a:fillRef idx="3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406400" y="-30480"/>
                              <a:ext cx="238760" cy="271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0C1001" w14:textId="6D1B7860" w:rsidR="00211B0E" w:rsidRDefault="00211B0E">
                                <w:r>
                                  <w:t>ϕ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r 55" o:spid="_x0000_s1044" style="position:absolute;margin-left:55pt;margin-top:7.6pt;width:404.7pt;height:201.6pt;z-index:251705344" coordsize="5139690,256032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">
                <v:group id="Grouper 47" o:spid="_x0000_s1045" style="position:absolute;width:5139690;height:2560320" coordsize="5139690,2560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Z3Vz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vA2h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FndXPGAAAA2wAA&#10;AA8AAAAAAAAAAAAAAAAAqQIAAGRycy9kb3ducmV2LnhtbFBLBQYAAAAABAAEAPoAAACcAwAAAAA=&#10;">
                  <v:group id="Grouper 46" o:spid="_x0000_s1046" style="position:absolute;width:5139690;height:2560320" coordsize="5139690,2560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    <v:shape id="Image 3" o:spid="_x0000_s1047" type="#_x0000_t75" style="position:absolute;top:637540;width:5003165;height:192278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37&#10;2T+9AAAA2wAAAA8AAABkcnMvZG93bnJldi54bWxET70KwjAQ3gXfIZzgpqkOotUoohR0ENS6uB3N&#10;2RabS2mi1rc3guB2H9/vLVatqcSTGldaVjAaRiCIM6tLzhVc0mQwBeE8ssbKMil4k4PVsttZYKzt&#10;i0/0PPtchBB2MSoovK9jKV1WkEE3tDVx4G62MegDbHKpG3yFcFPJcRRNpMGSQ0OBNW0Kyu7nh1Fw&#10;bJP9zbj3USfmOj5sRltM9Vapfq9dz0F4av1f/HPvdJg/g+8v4QC5/AA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rfvZP70AAADbAAAADwAAAAAAAAAAAAAAAACcAgAAZHJzL2Rv&#10;d25yZXYueG1sUEsFBgAAAAAEAAQA9wAAAIYDAAAAAA==&#10;">
                      <v:imagedata r:id="rId16" o:title=""/>
                      <v:path arrowok="t"/>
                    </v:shape>
                    <v:group id="Grouper 45" o:spid="_x0000_s1048" style="position:absolute;left:98425;width:5041265;height:2345690" coordsize="5041265,23456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    <v:group id="Grouper 32" o:spid="_x0000_s1049" style="position:absolute;left:1221382;top:82672;width:1533133;height:1166372" coordorigin="545980,-214694" coordsize="1533653,116655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      <v:shape id="Flèche vers la gauche 20" o:spid="_x0000_s1050" type="#_x0000_t66" style="position:absolute;left:998374;top:853439;width:481330;height:74930;rotation: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Rv6wQAA&#10;ANsAAAAPAAAAZHJzL2Rvd25yZXYueG1sRE9Ni8IwEL0v+B/CCN7WtB4WqUYRQdll8VAV1NvQjG2x&#10;mdQk2vrvN4cFj4/3PV/2phFPcr62rCAdJyCIC6trLhUcD5vPKQgfkDU2lknBizwsF4OPOWbadpzT&#10;cx9KEUPYZ6igCqHNpPRFRQb92LbEkbtaZzBE6EqpHXYx3DRykiRf0mDNsaHCltYVFbf9wyi4bM+v&#10;vD1d0mn+k+7q2/23uz+cUqNhv5qBCNSHt/jf/a0VTOL6+CX+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m0b+sEAAADbAAAADwAAAAAAAAAAAAAAAACXAgAAZHJzL2Rvd25y&#10;ZXYueG1sUEsFBgAAAAAEAAQA9QAAAIUDAAAAAA==&#10;" adj="1681" fillcolor="#506329 [1638]" stroked="f">
                          <v:fill color2="#93b64c [3014]" rotate="t" colors="0 #769535;52429f #9bc348;1 #9cc746" type="gradient">
                            <o:fill v:ext="view" type="gradientUnscaled"/>
                          </v:fill>
                        </v:shape>
                        <v:shape id="Flèche vers la gauche 23" o:spid="_x0000_s1051" type="#_x0000_t66" style="position:absolute;left:586105;top:440055;width:858520;height:80010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3ECgxQAA&#10;ANsAAAAPAAAAZHJzL2Rvd25yZXYueG1sRI9BawIxEIXvQv9DmII3zVapyNYoRRDUS6ltocfZzexm&#10;6WayJNFd++ubguDx8eZ9b95qM9hWXMiHxrGCp2kGgrh0uuFawefHbrIEESKyxtYxKbhSgM36YbTC&#10;XLue3+lyirVIEA45KjAxdrmUoTRkMUxdR5y8ynmLMUlfS+2xT3DbylmWLaTFhlODwY62hsqf09mm&#10;Nxa+eD7+fhdfpqo4ezvUy0PRKzV+HF5fQEQa4v34lt5rBbM5/G9J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ncQKDFAAAA2wAAAA8AAAAAAAAAAAAAAAAAlwIAAGRycy9k&#10;b3ducmV2LnhtbFBLBQYAAAAABAAEAPUAAACJAwAAAAA=&#10;" adj="1007" fillcolor="#506329 [1638]" stroked="f">
                          <v:fill color2="#93b64c [3014]" rotate="t" colors="0 #769535;52429f #9bc348;1 #9cc746" type="gradient">
                            <o:fill v:ext="view" type="gradientUnscaled"/>
                          </v:fill>
                        </v:shape>
                        <v:shape id="Flèche vers la gauche 24" o:spid="_x0000_s1052" type="#_x0000_t66" style="position:absolute;left:758023;top:432116;width:959485;height:80010;rotation:777840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GveMxAAA&#10;ANsAAAAPAAAAZHJzL2Rvd25yZXYueG1sRI/dagIxFITvC75DOII3RbNqEV2NIkqpF6XFnwc4bo6b&#10;xc3Juom6+vRNodDLYWa+YWaLxpbiRrUvHCvo9xIQxJnTBecKDvv37hiED8gaS8ek4EEeFvPWywxT&#10;7e68pdsu5CJC2KeowIRQpVL6zJBF33MVcfROrrYYoqxzqWu8R7gt5SBJRtJiwXHBYEUrQ9l5d7UK&#10;1uXy43MytE++ZN98fA0FfZmVUp12s5yCCNSE//Bfe6MVDN7g90v8AXL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Rr3jMQAAADbAAAADwAAAAAAAAAAAAAAAACXAgAAZHJzL2Rv&#10;d25yZXYueG1sUEsFBgAAAAAEAAQA9QAAAIgDAAAAAA==&#10;" adj="901" fillcolor="#943634 [2405]" stroked="f"/>
                        <v:line id="Connecteur droit 25" o:spid="_x0000_s1053" style="position:absolute;flip:x;visibility:visible;mso-wrap-style:square" from="1016158,43179" to="1478438,457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9c48QAAADbAAAADwAAAGRycy9kb3ducmV2LnhtbESPQWsCMRSE70L/Q3gFb5qtoMhqFJEK&#10;FRSptnp9bN5mFzcv203U9d+bguBxmJlvmOm8tZW4UuNLxwo++gkI4szpko2Cn8OqNwbhA7LGyjEp&#10;uJOH+eytM8VUuxt/03UfjIgQ9ikqKEKoUyl9VpBF33c1cfRy11gMUTZG6gZvEW4rOUiSkbRYclwo&#10;sKZlQdl5f7EKfkO+W9ftytzz0+XozeZv87kdKdV9bxcTEIHa8Ao/219awWAI/1/iD5CzB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L1zjxAAAANsAAAAPAAAAAAAAAAAA&#10;AAAAAKECAABkcnMvZG93bnJldi54bWxQSwUGAAAAAAQABAD5AAAAkgMAAAAA&#10;" strokecolor="black [3213]" strokeweight=".5pt">
                          <v:stroke dashstyle="3 1"/>
                        </v:line>
                        <v:line id="Connecteur droit 26" o:spid="_x0000_s1054" style="position:absolute;visibility:visible;mso-wrap-style:square" from="1486217,66041" to="1486217,88900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hU2H8UAAADbAAAADwAAAGRycy9kb3ducmV2LnhtbESPQWvCQBSE70L/w/KE3nSjbaVEVwmB&#10;Sg69GEXq7ZF9JtHs25BdTfrvu0LB4zAz3zCrzWAacafO1ZYVzKYRCOLC6ppLBYf91+QThPPIGhvL&#10;pOCXHGzWL6MVxtr2vKN77ksRIOxiVFB538ZSuqIig25qW+LgnW1n0AfZlVJ32Ae4aeQ8ihbSYM1h&#10;ocKW0oqKa34zCvLL+Xt7OhyLjPZ5+ZakP8fm412p1/GQLEF4Gvwz/N/OtIL5Ah5fwg+Q6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hU2H8UAAADbAAAADwAAAAAAAAAA&#10;AAAAAAChAgAAZHJzL2Rvd25yZXYueG1sUEsFBgAAAAAEAAQA+QAAAJMDAAAAAA==&#10;" strokecolor="black [3213]" strokeweight=".5pt">
                          <v:stroke dashstyle="3 1"/>
                        </v:line>
                        <v:shape id="Zone de texte 27" o:spid="_x0000_s1055" type="#_x0000_t202" style="position:absolute;left:1471847;top:-148765;width:607786;height:3695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        <v:textbox>
                            <w:txbxContent>
                              <w:p w14:paraId="041A88A0" w14:textId="2ADBB90A" w:rsidR="00211B0E" w:rsidRPr="001A1E9C" w:rsidRDefault="007823C7" w:rsidP="00A30870">
                                <w:pPr>
                                  <w:rPr>
                                    <w:color w:val="C0504D" w:themeColor="accent2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C0504D" w:themeColor="accent2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C0504D" w:themeColor="accent2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C0504D" w:themeColor="accent2"/>
                                              </w:rPr>
                                              <m:t>B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</w:rPr>
                                          <m:t>galet/L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Zone de texte 28" o:spid="_x0000_s1056" type="#_x0000_t202" style="position:absolute;left:545980;top:-214694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        <v:textbox>
                            <w:txbxContent>
                              <w:p w14:paraId="36B836A8" w14:textId="23A6213A" w:rsidR="00211B0E" w:rsidRPr="00A30870" w:rsidRDefault="007823C7" w:rsidP="00A30870">
                                <w:pPr>
                                  <w:rPr>
                                    <w:color w:val="76923C" w:themeColor="accent3" w:themeShade="BF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76923C" w:themeColor="accent3" w:themeShade="BF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6923C" w:themeColor="accent3" w:themeShade="BF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76923C" w:themeColor="accent3" w:themeShade="BF"/>
                                              </w:rPr>
                                              <m:t>N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76923C" w:themeColor="accent3" w:themeShade="BF"/>
                                          </w:rPr>
                                          <m:t>galet/L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group id="Grouper 36" o:spid="_x0000_s1057" style="position:absolute;width:706301;height:1020445" coordsize="706301,10204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      <v:shape id="Zone de texte 31" o:spid="_x0000_s1058" type="#_x0000_t202" style="position:absolute;width:706301;height:2838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        <v:textbox>
                            <w:txbxContent>
                              <w:p w14:paraId="6D60402E" w14:textId="5EAB418B" w:rsidR="00211B0E" w:rsidRPr="001A1E9C" w:rsidRDefault="007823C7" w:rsidP="00F14D59">
                                <w:pPr>
                                  <w:rPr>
                                    <w:color w:val="C0504D" w:themeColor="accent2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C0504D" w:themeColor="accent2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C0504D" w:themeColor="accent2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C0504D" w:themeColor="accent2"/>
                                              </w:rPr>
                                              <m:t>A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</w:rPr>
                                          <m:t>axe/L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Flèche vers la gauche 33" o:spid="_x0000_s1059" type="#_x0000_t66" style="position:absolute;left:231775;top:402590;width:412750;height:83820;rotation:6910777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1NiewQAA&#10;ANsAAAAPAAAAZHJzL2Rvd25yZXYueG1sRI/RisIwFETfBf8hXME3TbUgtRpFBGEfRFj1A67NtQk2&#10;N6WJ2v17s7Cwj8PMnGHW29414kVdsJ4VzKYZCOLKa8u1guvlMClAhIissfFMCn4owHYzHKyx1P7N&#10;3/Q6x1okCIcSFZgY21LKUBlyGKa+JU7e3XcOY5JdLXWH7wR3jZxn2UI6tJwWDLa0N1Q9zk+n4FHM&#10;ilM993Z/L+zxsswXNzSo1HjU71YgIvXxP/zX/tIK8hx+v6QfIDc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9TYnsEAAADbAAAADwAAAAAAAAAAAAAAAACXAgAAZHJzL2Rvd25y&#10;ZXYueG1sUEsFBgAAAAAEAAQA9QAAAIUDAAAAAA==&#10;" adj="2193" fillcolor="#943634 [2405]" stroked="f"/>
                        <v:line id="Connecteur droit 34" o:spid="_x0000_s1060" style="position:absolute;flip:y;visibility:visible;mso-wrap-style:square" from="556895,482600" to="637540,10204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Ic2UcMAAADbAAAADwAAAGRycy9kb3ducmV2LnhtbESPUWvCMBSF3wf+h3CFvQxNV8eQahRR&#10;B4W9bOoPuCTXttjclCSz1V9vBoM9Hs453+Es14NtxZV8aBwreJ1mIIi1Mw1XCk7Hj8kcRIjIBlvH&#10;pOBGAdar0dMSC+N6/qbrIVYiQTgUqKCOsSukDLomi2HqOuLknZ23GJP0lTQe+wS3rcyz7F1abDgt&#10;1NjRtiZ9OfxYBVLf0erPmc9vOZX9bv+1eSl7pZ7Hw2YBItIQ/8N/7dIomL3B75f0A+Tq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CHNlHDAAAA2wAAAA8AAAAAAAAAAAAA&#10;AAAAoQIAAGRycy9kb3ducmV2LnhtbFBLBQYAAAAABAAEAPkAAACRAwAAAAA=&#10;" strokecolor="#943634 [2405]" strokeweight="3pt"/>
                        <v:line id="Connecteur droit 35" o:spid="_x0000_s1061" style="position:absolute;flip:y;visibility:visible;mso-wrap-style:square" from="375920,501650" to="624840,6451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8uTysMAAADbAAAADwAAAGRycy9kb3ducmV2LnhtbESPUWvCMBSF3wf+h3CFvQxNV9mQahRR&#10;B4W9bOoPuCTXttjclCSz1V9vBoM9Hs453+Es14NtxZV8aBwreJ1mIIi1Mw1XCk7Hj8kcRIjIBlvH&#10;pOBGAdar0dMSC+N6/qbrIVYiQTgUqKCOsSukDLomi2HqOuLknZ23GJP0lTQe+wS3rcyz7F1abDgt&#10;1NjRtiZ9OfxYBVLf0erPmc9vOZX9bv+1eSl7pZ7Hw2YBItIQ/8N/7dIomL3B75f0A+Tq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/Lk8rDAAAA2wAAAA8AAAAAAAAAAAAA&#10;AAAAoQIAAGRycy9kb3ducmV2LnhtbFBLBQYAAAAABAAEAPkAAACRAwAAAAA=&#10;" strokecolor="#943634 [2405]" strokeweight="3pt"/>
                      </v:group>
                      <v:group id="Grouper 41" o:spid="_x0000_s1062" style="position:absolute;left:2567940;top:1041400;width:456928;height:902879" coordsize="456928,90287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      <v:shape id="Flèche vers la gauche 37" o:spid="_x0000_s1063" type="#_x0000_t66" style="position:absolute;left:-245110;top:294640;width:678815;height:89535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dAL5wwAA&#10;ANsAAAAPAAAAZHJzL2Rvd25yZXYueG1sRI/BasMwEETvhf6D2EJvtdwU3OBGMSUlJDk69qHHRdrY&#10;jq2VsdTE+fuoUOhxmJk3zKqY7SAuNPnOsYLXJAVBrJ3puFFQV9uXJQgfkA0OjknBjTwU68eHFebG&#10;XbmkyzE0IkLY56igDWHMpfS6JYs+cSNx9E5ushiinBppJrxGuB3kIk0zabHjuNDiSJuWdH/8sQq+&#10;b1Wfac+6rDZjWHyZw7neHZR6fpo/P0AEmsN/+K+9Nwre3uH3S/wBcn0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dAL5wwAAANsAAAAPAAAAAAAAAAAAAAAAAJcCAABkcnMvZG93&#10;bnJldi54bWxQSwUGAAAAAAQABAD1AAAAhwMAAAAA&#10;" adj="1425" fillcolor="#943634 [2405]" stroked="f"/>
                        <v:shape id="Zone de texte 40" o:spid="_x0000_s1064" type="#_x0000_t202" style="position:absolute;top:618490;width:456928;height:2843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M/rk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6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zP65L4AAADbAAAADwAAAAAAAAAAAAAAAACXAgAAZHJzL2Rvd25yZXYu&#10;eG1sUEsFBgAAAAAEAAQA9QAAAIIDAAAAAA==&#10;" filled="f" stroked="f">
                          <v:textbox>
                            <w:txbxContent>
                              <w:p w14:paraId="255E5070" w14:textId="287A793A" w:rsidR="00211B0E" w:rsidRPr="001A1E9C" w:rsidRDefault="007823C7" w:rsidP="00F14D59">
                                <w:pPr>
                                  <w:rPr>
                                    <w:color w:val="C0504D" w:themeColor="accent2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C0504D" w:themeColor="accent2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C0504D" w:themeColor="accent2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C0504D" w:themeColor="accent2"/>
                                              </w:rPr>
                                              <m:t>P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</w:rPr>
                                          <m:t>L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group id="Grouper 42" o:spid="_x0000_s1065" style="position:absolute;left:4584700;top:1200785;width:456565;height:1144905" coordorigin="39947" coordsize="456928,114620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      <v:shape id="Flèche vers la gauche 43" o:spid="_x0000_s1066" type="#_x0000_t66" style="position:absolute;left:-426852;top:476382;width:1042300;height:89535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QrxHwQAA&#10;ANsAAAAPAAAAZHJzL2Rvd25yZXYueG1sRI/NCsIwEITvgu8QVvAimvqDSDWKCILgofjzAEuztsVm&#10;U5qorU9vBMHjMDPfMKtNY0rxpNoVlhWMRxEI4tTqgjMF18t+uADhPLLG0jIpaMnBZt3trDDW9sUn&#10;ep59JgKEXYwKcu+rWEqX5mTQjWxFHLybrQ36IOtM6hpfAW5KOYmiuTRYcFjIsaJdTun9/DAKkutx&#10;vKDkdHzPBq3eXpJDG72tUv1es12C8NT4f/jXPmgFsyl8v4QfINc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EK8R8EAAADbAAAADwAAAAAAAAAAAAAAAACXAgAAZHJzL2Rvd25y&#10;ZXYueG1sUEsFBgAAAAAEAAQA9QAAAIUDAAAAAA==&#10;" adj="928" fillcolor="#943634 [2405]" stroked="f"/>
                        <v:shape id="Zone de texte 44" o:spid="_x0000_s1067" type="#_x0000_t202" style="position:absolute;left:39947;top:861814;width:456928;height:2843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PznwgAA&#10;ANsAAAAPAAAAZHJzL2Rvd25yZXYueG1sRI9Ba8JAFITvBf/D8gRvddeSFo2uIhXBU6VWBW+P7DMJ&#10;Zt+G7Griv3cFocdhZr5hZovOVuJGjS8daxgNFQjizJmScw37v/X7GIQPyAYrx6ThTh4W897bDFPj&#10;Wv6l2y7kIkLYp6ihCKFOpfRZQRb90NXE0Tu7xmKIssmlabCNcFvJD6W+pMWS40KBNX0XlF12V6vh&#10;8HM+HRO1zVf2s25dpyTbidR60O+WUxCBuvAffrU3RkOSwP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AI/OfCAAAA2wAAAA8AAAAAAAAAAAAAAAAAlwIAAGRycy9kb3du&#10;cmV2LnhtbFBLBQYAAAAABAAEAPUAAACGAwAAAAA=&#10;" filled="f" stroked="f">
                          <v:textbox>
                            <w:txbxContent>
                              <w:p w14:paraId="27BA40D4" w14:textId="4F75DDAE" w:rsidR="00211B0E" w:rsidRPr="001A1E9C" w:rsidRDefault="007823C7" w:rsidP="00F14D59">
                                <w:pPr>
                                  <w:rPr>
                                    <w:color w:val="C0504D" w:themeColor="accent2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C0504D" w:themeColor="accent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</w:rPr>
                                          <m:t>P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v:group>
                  <v:shape id="Zone de texte 29" o:spid="_x0000_s1068" type="#_x0000_t202" style="position:absolute;left:2118995;top:1158875;width:648970;height:3092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  <v:textbox>
                      <w:txbxContent>
                        <w:p w14:paraId="72FC8505" w14:textId="034B0063" w:rsidR="00211B0E" w:rsidRPr="00A30870" w:rsidRDefault="007823C7" w:rsidP="00A30870">
                          <w:pPr>
                            <w:rPr>
                              <w:color w:val="76923C" w:themeColor="accent3" w:themeShade="BF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76923C" w:themeColor="accent3" w:themeShade="BF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76923C" w:themeColor="accent3" w:themeShade="BF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76923C" w:themeColor="accent3" w:themeShade="BF"/>
                                        </w:rPr>
                                        <m:t>T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76923C" w:themeColor="accent3" w:themeShade="BF"/>
                                    </w:rPr>
                                    <m:t>galet/L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group id="Grouper 54" o:spid="_x0000_s1069" style="position:absolute;left:1865706;top:307975;width:268529;height:354762" coordorigin="376631,-30480" coordsize="268529,35476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shape id="Virage 49" o:spid="_x0000_s1070" style="position:absolute;left:376631;top:148138;width:185291;height:176144;rotation:-9182664fd;flip:x y;visibility:visible;mso-wrap-style:square;v-text-anchor:middle" coordsize="185291,176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PexfxQAA&#10;ANsAAAAPAAAAZHJzL2Rvd25yZXYueG1sRI9Ba8JAFITvhf6H5RW81U1DCU10FWkpVC+lth68PbLP&#10;TTT7NuyuJv77bqHgcZiZb5j5crSduJAPrWMFT9MMBHHtdMtGwc/3++MLiBCRNXaOScGVAiwX93dz&#10;rLQb+Isu22hEgnCoUEETY19JGeqGLIap64mTd3DeYkzSG6k9DgluO5lnWSEttpwWGuzptaH6tD1b&#10;Bee3dV6Wu/yQm2L/6YthY9pjodTkYVzNQEQa4y383/7QCp5L+PuSfoBc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097F/FAAAA2wAAAA8AAAAAAAAAAAAAAAAAlwIAAGRycy9k&#10;b3ducmV2LnhtbFBLBQYAAAAABAAEAPUAAACJAwAAAAA=&#10;" path="m0,176144l0,162502c0,89541,59147,30394,132108,30394l141255,30394,141255,,185291,44036,141255,88072,141255,57678,132108,57678c74216,57678,27285,104609,27285,162501l27285,176144,,176144xe" fillcolor="black [1632]" stroked="f">
                    <v:fill color2="black [3008]" rotate="t" focus="80%" type="gradient">
                      <o:fill v:ext="view" type="gradientUnscaled"/>
                    </v:fill>
                    <v:path arrowok="t" o:connecttype="custom" o:connectlocs="0,176144;0,162502;132108,30394;141255,30394;141255,0;185291,44036;141255,88072;141255,57678;132108,57678;27285,162501;27285,176144;0,176144" o:connectangles="0,0,0,0,0,0,0,0,0,0,0,0"/>
                  </v:shape>
                  <v:shape id="Zone de texte 53" o:spid="_x0000_s1071" type="#_x0000_t202" style="position:absolute;left:406400;top:-30480;width:238760;height:2717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OPJOwwAA&#10;ANsAAAAPAAAAZHJzL2Rvd25yZXYueG1sRI9Ba8JAFITvgv9heUJvumutRVNXkUqhJ8VUBW+P7DMJ&#10;zb4N2a1J/70rCB6HmfmGWaw6W4krNb50rGE8UiCIM2dKzjUcfr6GMxA+IBusHJOGf/KwWvZ7C0yM&#10;a3lP1zTkIkLYJ6ihCKFOpPRZQRb9yNXE0bu4xmKIssmlabCNcFvJV6XepcWS40KBNX0WlP2mf1bD&#10;cXs5n97ULt/Yad26Tkm2c6n1y6Bbf4AI1IVn+NH+NhqmE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OPJOwwAAANsAAAAPAAAAAAAAAAAAAAAAAJcCAABkcnMvZG93&#10;bnJldi54bWxQSwUGAAAAAAQABAD1AAAAhwMAAAAA&#10;" filled="f" stroked="f">
                    <v:textbox>
                      <w:txbxContent>
                        <w:p w14:paraId="320C1001" w14:textId="6D1B7860" w:rsidR="00211B0E" w:rsidRDefault="00211B0E">
                          <w:r>
                            <w:t>ϕ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</w:p>
    <w:p w14:paraId="0D020433" w14:textId="7D31677D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2167D273" w14:textId="0B6F0EEF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270148EA" w14:textId="5FCF94B3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77570941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610AF10E" w14:textId="68EAC10D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7BCE9C65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4052C7A0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42C1258F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06CAB007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28CF9E30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3FF46045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1D1DFFD3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22EC0371" w14:textId="77777777" w:rsidR="005B2FD8" w:rsidRDefault="005B2FD8" w:rsidP="005B2FD8">
      <w:pPr>
        <w:pStyle w:val="Style1"/>
        <w:numPr>
          <w:ilvl w:val="0"/>
          <w:numId w:val="0"/>
        </w:numPr>
        <w:ind w:left="720" w:hanging="360"/>
      </w:pPr>
    </w:p>
    <w:p w14:paraId="51F8E3DC" w14:textId="600C3990" w:rsidR="00F14D59" w:rsidRDefault="00F14D59" w:rsidP="00F14D59">
      <w:pPr>
        <w:pStyle w:val="Style1"/>
        <w:numPr>
          <w:ilvl w:val="0"/>
          <w:numId w:val="0"/>
        </w:numPr>
        <w:ind w:left="720" w:hanging="360"/>
      </w:pPr>
    </w:p>
    <w:p w14:paraId="544A45FD" w14:textId="7F9E11FE" w:rsidR="00F14D59" w:rsidRDefault="00F14D59" w:rsidP="00F14D59">
      <w:pPr>
        <w:pStyle w:val="Style1"/>
        <w:numPr>
          <w:ilvl w:val="0"/>
          <w:numId w:val="0"/>
        </w:numPr>
        <w:ind w:left="720" w:hanging="360"/>
      </w:pPr>
    </w:p>
    <w:p w14:paraId="0683F1AE" w14:textId="77777777" w:rsidR="00C93AB3" w:rsidRDefault="00C93AB3" w:rsidP="00F14D59">
      <w:pPr>
        <w:pStyle w:val="Style1"/>
        <w:numPr>
          <w:ilvl w:val="0"/>
          <w:numId w:val="0"/>
        </w:numPr>
        <w:ind w:left="720" w:hanging="360"/>
      </w:pPr>
    </w:p>
    <w:p w14:paraId="0EDB6526" w14:textId="77777777" w:rsidR="00C93AB3" w:rsidRDefault="00C93AB3" w:rsidP="00F14D59">
      <w:pPr>
        <w:pStyle w:val="Style1"/>
        <w:numPr>
          <w:ilvl w:val="0"/>
          <w:numId w:val="0"/>
        </w:numPr>
        <w:ind w:left="720" w:hanging="360"/>
      </w:pPr>
    </w:p>
    <w:p w14:paraId="4972E2AC" w14:textId="36E9DB06" w:rsidR="00A30870" w:rsidRPr="00A30870" w:rsidRDefault="00A30870" w:rsidP="00A30870">
      <w:pPr>
        <w:rPr>
          <w:color w:val="548DD4" w:themeColor="text2" w:themeTint="99"/>
        </w:rPr>
      </w:pPr>
    </w:p>
    <w:tbl>
      <w:tblPr>
        <w:tblStyle w:val="Grilledutableau"/>
        <w:tblpPr w:leftFromText="141" w:rightFromText="141" w:vertAnchor="page" w:horzAnchor="page" w:tblpX="1151" w:tblpY="1271"/>
        <w:tblW w:w="0" w:type="auto"/>
        <w:tblLook w:val="04A0" w:firstRow="1" w:lastRow="0" w:firstColumn="1" w:lastColumn="0" w:noHBand="0" w:noVBand="1"/>
      </w:tblPr>
      <w:tblGrid>
        <w:gridCol w:w="1449"/>
        <w:gridCol w:w="993"/>
        <w:gridCol w:w="2409"/>
        <w:gridCol w:w="1843"/>
        <w:gridCol w:w="3368"/>
      </w:tblGrid>
      <w:tr w:rsidR="00C93AB3" w14:paraId="2F06402D" w14:textId="77777777" w:rsidTr="00C93AB3">
        <w:tc>
          <w:tcPr>
            <w:tcW w:w="1449" w:type="dxa"/>
            <w:shd w:val="clear" w:color="auto" w:fill="8DB3E2" w:themeFill="text2" w:themeFillTint="66"/>
            <w:vAlign w:val="center"/>
          </w:tcPr>
          <w:p w14:paraId="03D62043" w14:textId="77777777" w:rsidR="00C93AB3" w:rsidRPr="00AC44CA" w:rsidRDefault="00C93AB3" w:rsidP="00C93AB3">
            <w:pPr>
              <w:jc w:val="center"/>
              <w:rPr>
                <w:b/>
              </w:rPr>
            </w:pPr>
            <w:r w:rsidRPr="00AC44CA">
              <w:rPr>
                <w:b/>
              </w:rPr>
              <w:t>Force</w:t>
            </w:r>
          </w:p>
        </w:tc>
        <w:tc>
          <w:tcPr>
            <w:tcW w:w="993" w:type="dxa"/>
            <w:shd w:val="clear" w:color="auto" w:fill="8DB3E2" w:themeFill="text2" w:themeFillTint="66"/>
            <w:vAlign w:val="center"/>
          </w:tcPr>
          <w:p w14:paraId="48A056EC" w14:textId="77777777" w:rsidR="00C93AB3" w:rsidRPr="00AC44CA" w:rsidRDefault="00C93AB3" w:rsidP="00C93AB3">
            <w:pPr>
              <w:jc w:val="center"/>
              <w:rPr>
                <w:b/>
              </w:rPr>
            </w:pPr>
            <w:r>
              <w:rPr>
                <w:b/>
              </w:rPr>
              <w:t>Pt d'appli.</w:t>
            </w:r>
          </w:p>
        </w:tc>
        <w:tc>
          <w:tcPr>
            <w:tcW w:w="2409" w:type="dxa"/>
            <w:shd w:val="clear" w:color="auto" w:fill="8DB3E2" w:themeFill="text2" w:themeFillTint="66"/>
            <w:vAlign w:val="center"/>
          </w:tcPr>
          <w:p w14:paraId="4A33787F" w14:textId="77777777" w:rsidR="00C93AB3" w:rsidRPr="00AC44CA" w:rsidRDefault="00C93AB3" w:rsidP="00C93AB3">
            <w:pPr>
              <w:jc w:val="center"/>
              <w:rPr>
                <w:b/>
              </w:rPr>
            </w:pPr>
            <w:r w:rsidRPr="00AC44CA">
              <w:rPr>
                <w:b/>
              </w:rPr>
              <w:t>Direction</w:t>
            </w:r>
          </w:p>
        </w:tc>
        <w:tc>
          <w:tcPr>
            <w:tcW w:w="1843" w:type="dxa"/>
            <w:shd w:val="clear" w:color="auto" w:fill="8DB3E2" w:themeFill="text2" w:themeFillTint="66"/>
            <w:vAlign w:val="center"/>
          </w:tcPr>
          <w:p w14:paraId="33A27508" w14:textId="77777777" w:rsidR="00C93AB3" w:rsidRDefault="00C93AB3" w:rsidP="00C93AB3">
            <w:pPr>
              <w:jc w:val="center"/>
              <w:rPr>
                <w:b/>
              </w:rPr>
            </w:pPr>
            <w:r w:rsidRPr="00AC44CA">
              <w:rPr>
                <w:b/>
              </w:rPr>
              <w:t>Sens</w:t>
            </w:r>
          </w:p>
          <w:p w14:paraId="7A708606" w14:textId="77777777" w:rsidR="00C93AB3" w:rsidRPr="00AC44CA" w:rsidRDefault="00C93AB3" w:rsidP="00C93AB3">
            <w:pPr>
              <w:jc w:val="center"/>
              <w:rPr>
                <w:b/>
              </w:rPr>
            </w:pPr>
            <w:r>
              <w:rPr>
                <w:b/>
              </w:rPr>
              <w:t>(à titre indicatif)</w:t>
            </w:r>
          </w:p>
        </w:tc>
        <w:tc>
          <w:tcPr>
            <w:tcW w:w="3368" w:type="dxa"/>
            <w:shd w:val="clear" w:color="auto" w:fill="8DB3E2" w:themeFill="text2" w:themeFillTint="66"/>
            <w:vAlign w:val="center"/>
          </w:tcPr>
          <w:p w14:paraId="49D29761" w14:textId="77777777" w:rsidR="00C93AB3" w:rsidRPr="00AC44CA" w:rsidRDefault="00C93AB3" w:rsidP="00C93AB3">
            <w:pPr>
              <w:jc w:val="center"/>
              <w:rPr>
                <w:b/>
              </w:rPr>
            </w:pPr>
            <w:r w:rsidRPr="00AC44CA">
              <w:rPr>
                <w:b/>
              </w:rPr>
              <w:t>Intensité</w:t>
            </w:r>
          </w:p>
        </w:tc>
      </w:tr>
      <w:tr w:rsidR="00C93AB3" w14:paraId="7C885CAC" w14:textId="77777777" w:rsidTr="00C93AB3">
        <w:tc>
          <w:tcPr>
            <w:tcW w:w="1449" w:type="dxa"/>
            <w:vAlign w:val="center"/>
          </w:tcPr>
          <w:p w14:paraId="1DD8D352" w14:textId="77777777" w:rsidR="00C93AB3" w:rsidRDefault="00756CA5" w:rsidP="00C93AB3">
            <w:pPr>
              <w:pStyle w:val="Niv1"/>
              <w:numPr>
                <w:ilvl w:val="0"/>
                <w:numId w:val="0"/>
              </w:numPr>
              <w:jc w:val="center"/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color w:val="C0504D" w:themeColor="accent2"/>
                        <w:szCs w:val="24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Cs w:val="24"/>
                      </w:rPr>
                      <m:t>P</m:t>
                    </m:r>
                  </m:e>
                </m:acc>
              </m:oMath>
            </m:oMathPara>
          </w:p>
        </w:tc>
        <w:tc>
          <w:tcPr>
            <w:tcW w:w="993" w:type="dxa"/>
            <w:vAlign w:val="center"/>
          </w:tcPr>
          <w:p w14:paraId="222FA385" w14:textId="77777777" w:rsidR="00C93AB3" w:rsidRPr="00EE6BE6" w:rsidRDefault="00C93AB3" w:rsidP="00C93AB3">
            <w:pPr>
              <w:jc w:val="center"/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C</w:t>
            </w:r>
          </w:p>
        </w:tc>
        <w:tc>
          <w:tcPr>
            <w:tcW w:w="2409" w:type="dxa"/>
            <w:vAlign w:val="center"/>
          </w:tcPr>
          <w:p w14:paraId="18A0D7AC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Verticale</w:t>
            </w:r>
          </w:p>
        </w:tc>
        <w:tc>
          <w:tcPr>
            <w:tcW w:w="1843" w:type="dxa"/>
            <w:vAlign w:val="center"/>
          </w:tcPr>
          <w:p w14:paraId="6D7E975B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Vers le bas</w:t>
            </w:r>
          </w:p>
        </w:tc>
        <w:tc>
          <w:tcPr>
            <w:tcW w:w="3368" w:type="dxa"/>
            <w:vAlign w:val="center"/>
          </w:tcPr>
          <w:p w14:paraId="2C816EE7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P = m . g (m : masse suspendue)</w:t>
            </w:r>
          </w:p>
        </w:tc>
      </w:tr>
      <w:tr w:rsidR="00C93AB3" w14:paraId="3AE6CBA9" w14:textId="77777777" w:rsidTr="00C93AB3">
        <w:tc>
          <w:tcPr>
            <w:tcW w:w="1449" w:type="dxa"/>
            <w:vAlign w:val="center"/>
          </w:tcPr>
          <w:p w14:paraId="16581AA3" w14:textId="77777777" w:rsidR="00C93AB3" w:rsidRPr="00EE6BE6" w:rsidRDefault="00756CA5" w:rsidP="00C93AB3">
            <w:pPr>
              <w:pStyle w:val="Niv1"/>
              <w:numPr>
                <w:ilvl w:val="0"/>
                <w:numId w:val="0"/>
              </w:numPr>
              <w:jc w:val="center"/>
              <w:rPr>
                <w:rFonts w:ascii="Cambria Math" w:hAnsi="Cambria Math"/>
                <w:i/>
                <w:color w:val="C0504D" w:themeColor="accent2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Cs w:val="24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C0504D" w:themeColor="accent2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C0504D" w:themeColor="accent2"/>
                            <w:szCs w:val="24"/>
                          </w:rPr>
                          <m:t>P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Cs w:val="24"/>
                      </w:rPr>
                      <m:t>L</m:t>
                    </m:r>
                  </m:sub>
                </m:sSub>
              </m:oMath>
            </m:oMathPara>
          </w:p>
        </w:tc>
        <w:tc>
          <w:tcPr>
            <w:tcW w:w="993" w:type="dxa"/>
            <w:vAlign w:val="center"/>
          </w:tcPr>
          <w:p w14:paraId="4D02A546" w14:textId="77777777" w:rsidR="00C93AB3" w:rsidRPr="00EE6BE6" w:rsidRDefault="00C93AB3" w:rsidP="00C93AB3">
            <w:pPr>
              <w:jc w:val="center"/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G</w:t>
            </w:r>
          </w:p>
        </w:tc>
        <w:tc>
          <w:tcPr>
            <w:tcW w:w="2409" w:type="dxa"/>
            <w:vAlign w:val="center"/>
          </w:tcPr>
          <w:p w14:paraId="798B41E6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Verticale</w:t>
            </w:r>
          </w:p>
        </w:tc>
        <w:tc>
          <w:tcPr>
            <w:tcW w:w="1843" w:type="dxa"/>
            <w:vAlign w:val="center"/>
          </w:tcPr>
          <w:p w14:paraId="6E6BFBBA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Vers le bas</w:t>
            </w:r>
          </w:p>
        </w:tc>
        <w:tc>
          <w:tcPr>
            <w:tcW w:w="3368" w:type="dxa"/>
            <w:vAlign w:val="center"/>
          </w:tcPr>
          <w:p w14:paraId="3FA5136B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P</w:t>
            </w:r>
            <w:r w:rsidRPr="00EE6BE6">
              <w:rPr>
                <w:sz w:val="18"/>
                <w:szCs w:val="18"/>
                <w:vertAlign w:val="subscript"/>
              </w:rPr>
              <w:t>L</w:t>
            </w:r>
            <w:r w:rsidRPr="00EE6BE6">
              <w:rPr>
                <w:sz w:val="18"/>
                <w:szCs w:val="18"/>
              </w:rPr>
              <w:t xml:space="preserve"> = m</w:t>
            </w:r>
            <w:r w:rsidRPr="00EE6BE6">
              <w:rPr>
                <w:sz w:val="18"/>
                <w:szCs w:val="18"/>
                <w:vertAlign w:val="subscript"/>
              </w:rPr>
              <w:t xml:space="preserve">L </w:t>
            </w:r>
            <w:r w:rsidRPr="00EE6BE6">
              <w:rPr>
                <w:sz w:val="18"/>
                <w:szCs w:val="18"/>
              </w:rPr>
              <w:t>. g (m</w:t>
            </w:r>
            <w:r w:rsidRPr="00EE6BE6">
              <w:rPr>
                <w:sz w:val="18"/>
                <w:szCs w:val="18"/>
                <w:vertAlign w:val="subscript"/>
              </w:rPr>
              <w:t xml:space="preserve">L </w:t>
            </w:r>
            <w:r w:rsidRPr="00EE6BE6">
              <w:rPr>
                <w:sz w:val="18"/>
                <w:szCs w:val="18"/>
              </w:rPr>
              <w:t>: masse de l'ensemble levier)</w:t>
            </w:r>
          </w:p>
        </w:tc>
      </w:tr>
      <w:tr w:rsidR="00C93AB3" w14:paraId="43EA1F09" w14:textId="77777777" w:rsidTr="00C93AB3">
        <w:tc>
          <w:tcPr>
            <w:tcW w:w="1449" w:type="dxa"/>
            <w:vAlign w:val="center"/>
          </w:tcPr>
          <w:p w14:paraId="431FD96D" w14:textId="77777777" w:rsidR="00C93AB3" w:rsidRPr="00EE6BE6" w:rsidRDefault="00756CA5" w:rsidP="00C93AB3">
            <w:pPr>
              <w:pStyle w:val="Niv1"/>
              <w:numPr>
                <w:ilvl w:val="0"/>
                <w:numId w:val="0"/>
              </w:numPr>
              <w:jc w:val="center"/>
              <w:rPr>
                <w:rFonts w:ascii="Cambria Math" w:hAnsi="Cambria Math"/>
                <w:i/>
                <w:color w:val="C0504D" w:themeColor="accent2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Cs w:val="24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C0504D" w:themeColor="accent2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C0504D" w:themeColor="accent2"/>
                            <w:szCs w:val="24"/>
                          </w:rPr>
                          <m:t>B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Cs w:val="24"/>
                      </w:rPr>
                      <m:t>galet/L</m:t>
                    </m:r>
                  </m:sub>
                </m:sSub>
              </m:oMath>
            </m:oMathPara>
          </w:p>
        </w:tc>
        <w:tc>
          <w:tcPr>
            <w:tcW w:w="993" w:type="dxa"/>
            <w:vAlign w:val="center"/>
          </w:tcPr>
          <w:p w14:paraId="37E50BEE" w14:textId="77777777" w:rsidR="00C93AB3" w:rsidRPr="00EE6BE6" w:rsidRDefault="00C93AB3" w:rsidP="00C93AB3">
            <w:pPr>
              <w:jc w:val="center"/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>B</w:t>
            </w:r>
          </w:p>
        </w:tc>
        <w:tc>
          <w:tcPr>
            <w:tcW w:w="2409" w:type="dxa"/>
            <w:vAlign w:val="center"/>
          </w:tcPr>
          <w:p w14:paraId="6907816D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sz w:val="18"/>
                <w:szCs w:val="18"/>
              </w:rPr>
              <w:t xml:space="preserve">Inclinée de ϕ par rapport à la perpendiculaire </w:t>
            </w:r>
            <w:r>
              <w:rPr>
                <w:sz w:val="18"/>
                <w:szCs w:val="18"/>
              </w:rPr>
              <w:t xml:space="preserve">de la tangente </w:t>
            </w:r>
            <w:r w:rsidRPr="00EE6BE6">
              <w:rPr>
                <w:sz w:val="18"/>
                <w:szCs w:val="18"/>
              </w:rPr>
              <w:t>au contact</w:t>
            </w:r>
          </w:p>
        </w:tc>
        <w:tc>
          <w:tcPr>
            <w:tcW w:w="1843" w:type="dxa"/>
            <w:vAlign w:val="center"/>
          </w:tcPr>
          <w:p w14:paraId="5FFD15E0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Donné par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76923C" w:themeColor="accent3" w:themeShade="BF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color w:val="76923C" w:themeColor="accent3" w:themeShade="BF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76923C" w:themeColor="accent3" w:themeShade="BF"/>
                        </w:rPr>
                        <m:t>T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color w:val="76923C" w:themeColor="accent3" w:themeShade="BF"/>
                    </w:rPr>
                    <m:t>galet/L</m:t>
                  </m:r>
                </m:sub>
              </m:sSub>
            </m:oMath>
            <w:r>
              <w:rPr>
                <w:color w:val="76923C" w:themeColor="accent3" w:themeShade="BF"/>
              </w:rPr>
              <w:t xml:space="preserve"> </w:t>
            </w:r>
            <w:r w:rsidRPr="00EE6BE6">
              <w:rPr>
                <w:sz w:val="18"/>
                <w:szCs w:val="18"/>
              </w:rPr>
              <w:t>qui</w:t>
            </w:r>
            <w:r>
              <w:rPr>
                <w:sz w:val="18"/>
                <w:szCs w:val="18"/>
              </w:rPr>
              <w:t xml:space="preserve"> s'oppose au mouvement de L par rapport au galet</w:t>
            </w:r>
          </w:p>
        </w:tc>
        <w:tc>
          <w:tcPr>
            <w:tcW w:w="3368" w:type="dxa"/>
            <w:vAlign w:val="center"/>
          </w:tcPr>
          <w:p w14:paraId="0B3D2611" w14:textId="77777777" w:rsidR="00C93AB3" w:rsidRPr="00EE6BE6" w:rsidRDefault="00C93AB3" w:rsidP="00C93AB3">
            <w:pPr>
              <w:rPr>
                <w:color w:val="FF0000"/>
                <w:sz w:val="18"/>
                <w:szCs w:val="18"/>
              </w:rPr>
            </w:pPr>
            <w:r w:rsidRPr="00EE6BE6">
              <w:rPr>
                <w:color w:val="FF0000"/>
                <w:sz w:val="18"/>
                <w:szCs w:val="18"/>
              </w:rPr>
              <w:t>Inconnu</w:t>
            </w:r>
          </w:p>
        </w:tc>
      </w:tr>
      <w:tr w:rsidR="00C93AB3" w14:paraId="2F57318A" w14:textId="77777777" w:rsidTr="00C93AB3">
        <w:tc>
          <w:tcPr>
            <w:tcW w:w="1449" w:type="dxa"/>
            <w:vAlign w:val="center"/>
          </w:tcPr>
          <w:p w14:paraId="07B57357" w14:textId="77777777" w:rsidR="00C93AB3" w:rsidRPr="005C08DC" w:rsidRDefault="00756CA5" w:rsidP="00C93AB3">
            <w:pPr>
              <w:pStyle w:val="Niv1"/>
              <w:numPr>
                <w:ilvl w:val="0"/>
                <w:numId w:val="0"/>
              </w:numPr>
              <w:jc w:val="center"/>
              <w:rPr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Cs w:val="24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color w:val="C0504D" w:themeColor="accent2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C0504D" w:themeColor="accent2"/>
                            <w:szCs w:val="24"/>
                          </w:rPr>
                          <m:t>A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Cs w:val="24"/>
                      </w:rPr>
                      <m:t>axe/L</m:t>
                    </m:r>
                  </m:sub>
                </m:sSub>
              </m:oMath>
            </m:oMathPara>
          </w:p>
        </w:tc>
        <w:tc>
          <w:tcPr>
            <w:tcW w:w="993" w:type="dxa"/>
            <w:vAlign w:val="center"/>
          </w:tcPr>
          <w:p w14:paraId="571686A1" w14:textId="77777777" w:rsidR="00C93AB3" w:rsidRPr="00EE6BE6" w:rsidRDefault="00C93AB3" w:rsidP="00C93A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2409" w:type="dxa"/>
            <w:vAlign w:val="center"/>
          </w:tcPr>
          <w:p w14:paraId="1637A6E8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color w:val="FF0000"/>
                <w:sz w:val="18"/>
                <w:szCs w:val="18"/>
              </w:rPr>
              <w:t>Inconnu</w:t>
            </w:r>
          </w:p>
        </w:tc>
        <w:tc>
          <w:tcPr>
            <w:tcW w:w="1843" w:type="dxa"/>
            <w:vAlign w:val="center"/>
          </w:tcPr>
          <w:p w14:paraId="700AD2A4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 la matière isolée</w:t>
            </w:r>
          </w:p>
        </w:tc>
        <w:tc>
          <w:tcPr>
            <w:tcW w:w="3368" w:type="dxa"/>
            <w:vAlign w:val="center"/>
          </w:tcPr>
          <w:p w14:paraId="6A3FDEE7" w14:textId="77777777" w:rsidR="00C93AB3" w:rsidRPr="00EE6BE6" w:rsidRDefault="00C93AB3" w:rsidP="00C93AB3">
            <w:pPr>
              <w:rPr>
                <w:sz w:val="18"/>
                <w:szCs w:val="18"/>
              </w:rPr>
            </w:pPr>
            <w:r w:rsidRPr="00EE6BE6">
              <w:rPr>
                <w:color w:val="FF0000"/>
                <w:sz w:val="18"/>
                <w:szCs w:val="18"/>
              </w:rPr>
              <w:t>Inconnu</w:t>
            </w:r>
          </w:p>
        </w:tc>
      </w:tr>
    </w:tbl>
    <w:p w14:paraId="609B20C0" w14:textId="3F144B02" w:rsidR="00A52865" w:rsidRDefault="00C93AB3" w:rsidP="00A52865">
      <w:pPr>
        <w:ind w:left="708"/>
      </w:pPr>
      <w:r>
        <w:t xml:space="preserve"> </w:t>
      </w:r>
      <w:r w:rsidR="00D2192B">
        <w:t>Conclusion : 3 inconnus de</w:t>
      </w:r>
      <w:r w:rsidR="00A52865">
        <w:t xml:space="preserve"> forces coplanaires : l'étude de l'équilibre est résolvable.</w:t>
      </w:r>
    </w:p>
    <w:p w14:paraId="5D15CF5A" w14:textId="77777777" w:rsidR="00A52865" w:rsidRDefault="00A52865" w:rsidP="00A52865">
      <w:pPr>
        <w:ind w:left="708"/>
      </w:pPr>
    </w:p>
    <w:p w14:paraId="28C086D7" w14:textId="3BDF4D22" w:rsidR="00A52865" w:rsidRDefault="000042DA" w:rsidP="000042DA">
      <w:pPr>
        <w:pStyle w:val="Style1"/>
      </w:pPr>
      <w:r>
        <w:t>Résolution</w:t>
      </w:r>
    </w:p>
    <w:p w14:paraId="5E92AC0D" w14:textId="77777777" w:rsidR="000042DA" w:rsidRDefault="000042DA" w:rsidP="000042DA"/>
    <w:p w14:paraId="009EE61A" w14:textId="415666DB" w:rsidR="000042DA" w:rsidRDefault="00756CA5" w:rsidP="000042DA">
      <w:pPr>
        <w:pStyle w:val="Pardeliste"/>
        <w:numPr>
          <w:ilvl w:val="0"/>
          <w:numId w:val="37"/>
        </w:num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ext</m:t>
                </m:r>
              </m:sub>
            </m:sSub>
          </m:e>
        </m:nary>
        <m:r>
          <w:rPr>
            <w:rFonts w:ascii="Cambria Math" w:hAnsi="Cambria Math"/>
          </w:rPr>
          <m:t xml:space="preserve">=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0</m:t>
            </m:r>
          </m:e>
        </m:acc>
      </m:oMath>
    </w:p>
    <w:p w14:paraId="68687440" w14:textId="344D24B9" w:rsidR="000042DA" w:rsidRDefault="00406C86" w:rsidP="00406C86">
      <w:pPr>
        <w:pStyle w:val="Pardeliste"/>
        <w:ind w:left="2832"/>
      </w:pPr>
      <w:r>
        <w:t>/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t xml:space="preserve"> :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+T=0</m:t>
        </m:r>
      </m:oMath>
      <w:r>
        <w:t xml:space="preserve"> </w:t>
      </w:r>
      <m:oMath>
        <m:r>
          <w:rPr>
            <w:rFonts w:ascii="Cambria Math" w:hAnsi="Cambria Math"/>
          </w:rPr>
          <m:t xml:space="preserve"> </m:t>
        </m:r>
      </m:oMath>
      <w:r>
        <w:tab/>
      </w:r>
      <w:r>
        <w:tab/>
      </w:r>
      <w:r>
        <w:tab/>
        <w:t>(1)</w:t>
      </w:r>
    </w:p>
    <w:p w14:paraId="2C80AD46" w14:textId="1CDCD9B4" w:rsidR="00406C86" w:rsidRDefault="00406C86" w:rsidP="00406C86">
      <w:pPr>
        <w:pStyle w:val="Pardeliste"/>
        <w:ind w:left="2832"/>
      </w:pPr>
      <w:r>
        <w:t>/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>
        <w:t xml:space="preserve"> :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 xml:space="preserve">+N-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-P=0</m:t>
        </m:r>
      </m:oMath>
      <w:r>
        <w:tab/>
      </w:r>
      <w:r>
        <w:tab/>
        <w:t>(2)</w:t>
      </w:r>
    </w:p>
    <w:p w14:paraId="5F987FC4" w14:textId="77777777" w:rsidR="00406C86" w:rsidRDefault="00406C86" w:rsidP="00406C86"/>
    <w:p w14:paraId="08130ADB" w14:textId="6DD5CC32" w:rsidR="00406C86" w:rsidRDefault="00756CA5" w:rsidP="00406C86">
      <w:pPr>
        <w:pStyle w:val="Pardeliste"/>
        <w:numPr>
          <w:ilvl w:val="0"/>
          <w:numId w:val="37"/>
        </w:num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acc>
                  </m:e>
                  <m:sub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</m:acc>
                  </m:sub>
                </m:sSub>
              </m:e>
              <m:sub>
                <m:r>
                  <w:rPr>
                    <w:rFonts w:ascii="Cambria Math" w:hAnsi="Cambria Math"/>
                  </w:rPr>
                  <m:t>ext</m:t>
                </m:r>
              </m:sub>
            </m:sSub>
          </m:e>
        </m:nary>
        <m:r>
          <w:rPr>
            <w:rFonts w:ascii="Cambria Math" w:hAnsi="Cambria Math"/>
          </w:rPr>
          <m:t xml:space="preserve">=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0</m:t>
            </m:r>
          </m:e>
        </m:acc>
      </m:oMath>
    </w:p>
    <w:p w14:paraId="27FBF5D7" w14:textId="77777777" w:rsidR="00406C86" w:rsidRDefault="00406C86" w:rsidP="00406C86"/>
    <w:p w14:paraId="04E61F0C" w14:textId="4739E362" w:rsidR="00077D50" w:rsidRDefault="00406C86" w:rsidP="00077D50">
      <w:pPr>
        <w:pStyle w:val="Question"/>
      </w:pPr>
      <w:r>
        <w:t xml:space="preserve">Choisissez le point de réduction le plus pertinent pour </w:t>
      </w:r>
      <w:r w:rsidR="00572DE3">
        <w:t>établir</w:t>
      </w:r>
      <w:r>
        <w:t xml:space="preserve"> l'équation </w:t>
      </w:r>
      <w:r w:rsidR="00AE0B85">
        <w:t xml:space="preserve">vectorielle </w:t>
      </w:r>
      <w:r>
        <w:t>de la somme des mo</w:t>
      </w:r>
      <w:r w:rsidR="004A6011">
        <w:t xml:space="preserve">ments. Rédigez l'expression littérale de l'équation (3) : projection de la somme des moments suivant l'axe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</m:oMath>
      <w:r w:rsidR="004A6011">
        <w:t>.</w:t>
      </w:r>
      <w:r w:rsidR="006863B6">
        <w:t xml:space="preserve"> (3pts)</w:t>
      </w:r>
    </w:p>
    <w:p w14:paraId="2887B728" w14:textId="0BAAE323" w:rsidR="00D2192B" w:rsidRPr="00077D50" w:rsidRDefault="00D2192B" w:rsidP="00077D50">
      <w:pPr>
        <w:pStyle w:val="Question"/>
        <w:numPr>
          <w:ilvl w:val="0"/>
          <w:numId w:val="0"/>
        </w:numPr>
        <w:ind w:left="2484" w:firstLine="348"/>
        <w:rPr>
          <w:color w:val="76923C" w:themeColor="accent3" w:themeShade="BF"/>
        </w:rPr>
      </w:pPr>
      <w:r w:rsidRPr="00077D50">
        <w:rPr>
          <w:color w:val="76923C" w:themeColor="accent3" w:themeShade="BF"/>
        </w:rPr>
        <w:t>/</w:t>
      </w:r>
      <m:oMath>
        <m:acc>
          <m:accPr>
            <m:chr m:val="⃗"/>
            <m:ctrlPr>
              <w:rPr>
                <w:rFonts w:ascii="Cambria Math" w:hAnsi="Cambria Math"/>
                <w:color w:val="76923C" w:themeColor="accent3" w:themeShade="BF"/>
              </w:rPr>
            </m:ctrlPr>
          </m:accPr>
          <m:e>
            <m:r>
              <w:rPr>
                <w:rFonts w:ascii="Cambria Math" w:hAnsi="Cambria Math"/>
                <w:color w:val="76923C" w:themeColor="accent3" w:themeShade="BF"/>
              </w:rPr>
              <m:t>z</m:t>
            </m:r>
          </m:e>
        </m:acc>
      </m:oMath>
      <w:r w:rsidRPr="00077D50">
        <w:rPr>
          <w:color w:val="76923C" w:themeColor="accent3" w:themeShade="BF"/>
        </w:rPr>
        <w:t xml:space="preserve"> :</w:t>
      </w:r>
      <w:r w:rsidRPr="00077D50">
        <w:rPr>
          <w:color w:val="76923C" w:themeColor="accent3" w:themeShade="BF"/>
        </w:rPr>
        <w:tab/>
      </w:r>
      <w:r w:rsidR="00431645">
        <w:rPr>
          <w:color w:val="76923C" w:themeColor="accent3" w:themeShade="BF"/>
        </w:rPr>
        <w:tab/>
      </w:r>
      <w:r w:rsidR="00431645">
        <w:rPr>
          <w:color w:val="76923C" w:themeColor="accent3" w:themeShade="BF"/>
        </w:rPr>
        <w:tab/>
      </w:r>
      <w:r w:rsidR="00431645">
        <w:rPr>
          <w:color w:val="76923C" w:themeColor="accent3" w:themeShade="BF"/>
        </w:rPr>
        <w:tab/>
      </w:r>
      <w:r w:rsidR="00077D50">
        <w:rPr>
          <w:color w:val="76923C" w:themeColor="accent3" w:themeShade="BF"/>
        </w:rPr>
        <w:tab/>
      </w:r>
      <w:r w:rsidR="00077D50">
        <w:rPr>
          <w:color w:val="76923C" w:themeColor="accent3" w:themeShade="BF"/>
        </w:rPr>
        <w:tab/>
        <w:t>(3</w:t>
      </w:r>
      <w:r w:rsidRPr="00077D50">
        <w:rPr>
          <w:color w:val="76923C" w:themeColor="accent3" w:themeShade="BF"/>
        </w:rPr>
        <w:t>)</w:t>
      </w:r>
    </w:p>
    <w:p w14:paraId="616104B5" w14:textId="77777777" w:rsidR="004A6011" w:rsidRDefault="004A6011" w:rsidP="004A6011">
      <w:pPr>
        <w:pStyle w:val="Rponses"/>
      </w:pPr>
    </w:p>
    <w:p w14:paraId="282E95F3" w14:textId="4EAFB2E2" w:rsidR="00077D50" w:rsidRDefault="00077D50" w:rsidP="00077D50">
      <w:pPr>
        <w:pStyle w:val="Question"/>
      </w:pPr>
      <w:r>
        <w:t>Citez les inconnus de ce système de trois équations.</w:t>
      </w:r>
      <w:r w:rsidR="006863B6">
        <w:t xml:space="preserve"> (2pts)</w:t>
      </w:r>
    </w:p>
    <w:p w14:paraId="2E617CB6" w14:textId="77777777" w:rsidR="00077D50" w:rsidRDefault="00077D50" w:rsidP="00077D50">
      <w:pPr>
        <w:pStyle w:val="Rponses"/>
      </w:pPr>
    </w:p>
    <w:p w14:paraId="35D87EC5" w14:textId="77777777" w:rsidR="00431645" w:rsidRDefault="00431645" w:rsidP="00077D50">
      <w:pPr>
        <w:pStyle w:val="Rponses"/>
      </w:pPr>
    </w:p>
    <w:p w14:paraId="6CFA1ACC" w14:textId="77777777" w:rsidR="00077D50" w:rsidRDefault="00077D50" w:rsidP="00077D50">
      <w:pPr>
        <w:pStyle w:val="Rponses"/>
        <w:ind w:left="348"/>
      </w:pPr>
    </w:p>
    <w:p w14:paraId="1FD5A1EA" w14:textId="2AE9C6E7" w:rsidR="00B65287" w:rsidRDefault="00077D50" w:rsidP="00B65287">
      <w:pPr>
        <w:pStyle w:val="Pardeliste"/>
        <w:numPr>
          <w:ilvl w:val="0"/>
          <w:numId w:val="37"/>
        </w:numPr>
      </w:pPr>
      <w:r>
        <w:t>Relation de la loi de Coulom</w:t>
      </w:r>
      <w:r w:rsidR="00B65287">
        <w:t>b</w:t>
      </w:r>
    </w:p>
    <w:p w14:paraId="5A2653BF" w14:textId="77777777" w:rsidR="00B65287" w:rsidRDefault="00B65287" w:rsidP="00B65287">
      <w:pPr>
        <w:pStyle w:val="Pardeliste"/>
        <w:ind w:left="1068"/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m:oMath>
        <m:r>
          <w:rPr>
            <w:rFonts w:ascii="Cambria Math" w:hAnsi="Cambria Math"/>
          </w:rPr>
          <m:t>f=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r>
              <w:rPr>
                <w:rFonts w:ascii="Cambria Math" w:hAnsi="Cambria Math"/>
              </w:rPr>
              <m:t>φ</m:t>
            </m:r>
          </m:e>
        </m:func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tab/>
      </w:r>
      <w:r>
        <w:tab/>
        <w:t>(4)</w:t>
      </w:r>
    </w:p>
    <w:p w14:paraId="56D8D4DB" w14:textId="3F0489F9" w:rsidR="00B65287" w:rsidRDefault="00006CF1" w:rsidP="00B65287">
      <w:pPr>
        <w:pStyle w:val="Question"/>
      </w:pPr>
      <w:r>
        <w:t>Isolez l'effort normal N</w:t>
      </w:r>
      <w:r w:rsidRPr="00B65287">
        <w:rPr>
          <w:vertAlign w:val="subscript"/>
        </w:rPr>
        <w:t>galet/L</w:t>
      </w:r>
      <w:r>
        <w:t xml:space="preserve"> de l'équation (4).</w:t>
      </w:r>
      <w:r w:rsidR="006863B6">
        <w:t xml:space="preserve"> (2pts)</w:t>
      </w:r>
    </w:p>
    <w:p w14:paraId="65805B6A" w14:textId="4DA63FE1" w:rsidR="00006CF1" w:rsidRDefault="00006CF1" w:rsidP="00842606">
      <w:pPr>
        <w:pStyle w:val="Question"/>
      </w:pPr>
      <w:r>
        <w:t>Modifier l'équation (3) avec le résultat obtenu, puis i</w:t>
      </w:r>
      <w:r w:rsidR="00B65287">
        <w:t>solez l'effort tangentiel T</w:t>
      </w:r>
      <w:r w:rsidR="00B65287" w:rsidRPr="00B65287">
        <w:rPr>
          <w:vertAlign w:val="subscript"/>
        </w:rPr>
        <w:t>galet/L</w:t>
      </w:r>
      <w:r>
        <w:t>.</w:t>
      </w:r>
      <w:r w:rsidR="006863B6">
        <w:t xml:space="preserve"> (3pts)</w:t>
      </w:r>
    </w:p>
    <w:p w14:paraId="79A3F9BD" w14:textId="392FE5D0" w:rsidR="00006CF1" w:rsidRDefault="00006CF1" w:rsidP="00E44042">
      <w:pPr>
        <w:pStyle w:val="Rponses"/>
      </w:pPr>
    </w:p>
    <w:p w14:paraId="7D90344D" w14:textId="77777777" w:rsidR="00431645" w:rsidRDefault="00431645" w:rsidP="00E44042">
      <w:pPr>
        <w:pStyle w:val="Rponses"/>
      </w:pPr>
    </w:p>
    <w:p w14:paraId="203362B7" w14:textId="77777777" w:rsidR="00431645" w:rsidRPr="00842606" w:rsidRDefault="00431645" w:rsidP="00E44042">
      <w:pPr>
        <w:pStyle w:val="Rponses"/>
      </w:pPr>
    </w:p>
    <w:p w14:paraId="26752F88" w14:textId="77777777" w:rsidR="00842606" w:rsidRPr="00006CF1" w:rsidRDefault="00842606" w:rsidP="00E44042">
      <w:pPr>
        <w:pStyle w:val="Rponses"/>
      </w:pPr>
    </w:p>
    <w:p w14:paraId="7066F830" w14:textId="4E68B032" w:rsidR="00842606" w:rsidRDefault="003700C9" w:rsidP="00C93AB3">
      <w:pPr>
        <w:pStyle w:val="Niv1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DCDC719" wp14:editId="23D93B0D">
                <wp:simplePos x="0" y="0"/>
                <wp:positionH relativeFrom="column">
                  <wp:posOffset>4519930</wp:posOffset>
                </wp:positionH>
                <wp:positionV relativeFrom="paragraph">
                  <wp:posOffset>167640</wp:posOffset>
                </wp:positionV>
                <wp:extent cx="1908810" cy="1866265"/>
                <wp:effectExtent l="0" t="0" r="0" b="0"/>
                <wp:wrapThrough wrapText="bothSides">
                  <wp:wrapPolygon edited="0">
                    <wp:start x="12072" y="0"/>
                    <wp:lineTo x="2587" y="2352"/>
                    <wp:lineTo x="287" y="3234"/>
                    <wp:lineTo x="287" y="6468"/>
                    <wp:lineTo x="3449" y="9701"/>
                    <wp:lineTo x="4886" y="9701"/>
                    <wp:lineTo x="4886" y="14405"/>
                    <wp:lineTo x="1725" y="16757"/>
                    <wp:lineTo x="1150" y="17639"/>
                    <wp:lineTo x="1150" y="20578"/>
                    <wp:lineTo x="2299" y="21166"/>
                    <wp:lineTo x="4886" y="21166"/>
                    <wp:lineTo x="21269" y="21166"/>
                    <wp:lineTo x="21269" y="6174"/>
                    <wp:lineTo x="19832" y="4998"/>
                    <wp:lineTo x="20695" y="2058"/>
                    <wp:lineTo x="20407" y="0"/>
                    <wp:lineTo x="12072" y="0"/>
                  </wp:wrapPolygon>
                </wp:wrapThrough>
                <wp:docPr id="101" name="Grouper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8810" cy="1866265"/>
                          <a:chOff x="0" y="0"/>
                          <a:chExt cx="1908810" cy="1866265"/>
                        </a:xfrm>
                      </wpg:grpSpPr>
                      <wpg:grpSp>
                        <wpg:cNvPr id="99" name="Grouper 99"/>
                        <wpg:cNvGrpSpPr/>
                        <wpg:grpSpPr>
                          <a:xfrm>
                            <a:off x="0" y="0"/>
                            <a:ext cx="1908810" cy="1866265"/>
                            <a:chOff x="0" y="0"/>
                            <a:chExt cx="1908810" cy="1866265"/>
                          </a:xfrm>
                        </wpg:grpSpPr>
                        <wpg:grpSp>
                          <wpg:cNvPr id="98" name="Grouper 98"/>
                          <wpg:cNvGrpSpPr/>
                          <wpg:grpSpPr>
                            <a:xfrm>
                              <a:off x="0" y="0"/>
                              <a:ext cx="1908810" cy="1866265"/>
                              <a:chOff x="0" y="0"/>
                              <a:chExt cx="1908810" cy="1866265"/>
                            </a:xfrm>
                          </wpg:grpSpPr>
                          <wpg:grpSp>
                            <wpg:cNvPr id="65" name="Grouper 65"/>
                            <wpg:cNvGrpSpPr/>
                            <wpg:grpSpPr>
                              <a:xfrm>
                                <a:off x="0" y="250190"/>
                                <a:ext cx="1908810" cy="1616075"/>
                                <a:chOff x="393700" y="0"/>
                                <a:chExt cx="1908810" cy="1616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6" name="Imag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63600" y="278130"/>
                                  <a:ext cx="1438910" cy="1337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7" name="Flèche en arc 67"/>
                              <wps:cNvSpPr/>
                              <wps:spPr>
                                <a:xfrm rot="297603">
                                  <a:off x="1348105" y="649605"/>
                                  <a:ext cx="480695" cy="565150"/>
                                </a:xfrm>
                                <a:prstGeom prst="circularArrow">
                                  <a:avLst>
                                    <a:gd name="adj1" fmla="val 5734"/>
                                    <a:gd name="adj2" fmla="val 1242549"/>
                                    <a:gd name="adj3" fmla="val 19933240"/>
                                    <a:gd name="adj4" fmla="val 10800000"/>
                                    <a:gd name="adj5" fmla="val 12500"/>
                                  </a:avLst>
                                </a:prstGeom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Zone de texte 70"/>
                              <wps:cNvSpPr txBox="1"/>
                              <wps:spPr>
                                <a:xfrm>
                                  <a:off x="1428750" y="520700"/>
                                  <a:ext cx="8191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3D34C12" w14:textId="77777777" w:rsidR="00211B0E" w:rsidRPr="001A1E9C" w:rsidRDefault="00756CA5" w:rsidP="00842606">
                                    <w:pPr>
                                      <w:rPr>
                                        <w:color w:val="548DD4" w:themeColor="text2" w:themeTint="99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548DD4" w:themeColor="text2" w:themeTint="99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548DD4" w:themeColor="text2" w:themeTint="99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548DD4" w:themeColor="text2" w:themeTint="99"/>
                                                  </w:rPr>
                                                  <m:t>C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548DD4" w:themeColor="text2" w:themeTint="99"/>
                                              </w:rPr>
                                              <m:t>m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Flèche vers la gauche 71"/>
                              <wps:cNvSpPr/>
                              <wps:spPr>
                                <a:xfrm>
                                  <a:off x="1028066" y="279400"/>
                                  <a:ext cx="578484" cy="90337"/>
                                </a:xfrm>
                                <a:prstGeom prst="leftArrow">
                                  <a:avLst/>
                                </a:prstGeom>
                                <a:effectLst/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3">
                                  <a:schemeClr val="accent3"/>
                                </a:fillRef>
                                <a:effectRef idx="2">
                                  <a:schemeClr val="accent3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Zone de texte 72"/>
                              <wps:cNvSpPr txBox="1"/>
                              <wps:spPr>
                                <a:xfrm>
                                  <a:off x="393700" y="0"/>
                                  <a:ext cx="8191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23B6689" w14:textId="6CB076BE" w:rsidR="00211B0E" w:rsidRPr="004F6662" w:rsidRDefault="00756CA5" w:rsidP="00842606">
                                    <w:pPr>
                                      <w:rPr>
                                        <w:color w:val="76923C" w:themeColor="accent3" w:themeShade="BF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6923C" w:themeColor="accent3" w:themeShade="BF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76923C" w:themeColor="accent3" w:themeShade="BF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76923C" w:themeColor="accent3" w:themeShade="BF"/>
                                                  </w:rPr>
                                                  <m:t>T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76923C" w:themeColor="accent3" w:themeShade="BF"/>
                                              </w:rPr>
                                              <m:t>L/galet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6" name="Grouper 96"/>
                            <wpg:cNvGrpSpPr/>
                            <wpg:grpSpPr>
                              <a:xfrm>
                                <a:off x="80645" y="0"/>
                                <a:ext cx="1771650" cy="1832610"/>
                                <a:chOff x="0" y="0"/>
                                <a:chExt cx="1771650" cy="1832610"/>
                              </a:xfrm>
                            </wpg:grpSpPr>
                            <wpg:grpSp>
                              <wpg:cNvPr id="92" name="Grouper 92"/>
                              <wpg:cNvGrpSpPr/>
                              <wpg:grpSpPr>
                                <a:xfrm>
                                  <a:off x="952500" y="0"/>
                                  <a:ext cx="819150" cy="1194435"/>
                                  <a:chOff x="0" y="0"/>
                                  <a:chExt cx="819150" cy="1194435"/>
                                </a:xfrm>
                              </wpg:grpSpPr>
                              <wps:wsp>
                                <wps:cNvPr id="86" name="Flèche vers la gauche 86"/>
                                <wps:cNvSpPr/>
                                <wps:spPr>
                                  <a:xfrm rot="6327005">
                                    <a:off x="247650" y="498475"/>
                                    <a:ext cx="622300" cy="83820"/>
                                  </a:xfrm>
                                  <a:prstGeom prst="leftArrow">
                                    <a:avLst/>
                                  </a:prstGeom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3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7" name="Connecteur droit 87"/>
                                <wps:cNvCnPr/>
                                <wps:spPr>
                                  <a:xfrm flipV="1">
                                    <a:off x="169545" y="661670"/>
                                    <a:ext cx="194945" cy="532765"/>
                                  </a:xfrm>
                                  <a:prstGeom prst="line">
                                    <a:avLst/>
                                  </a:prstGeom>
                                  <a:ln w="38100" cmpd="sng">
                                    <a:solidFill>
                                      <a:schemeClr val="accent2">
                                        <a:lumMod val="75000"/>
                                      </a:schemeClr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4"/>
                                  </a:lnRef>
                                  <a:fillRef idx="0">
                                    <a:schemeClr val="accent4"/>
                                  </a:fillRef>
                                  <a:effectRef idx="1">
                                    <a:schemeClr val="accent4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8" name="Connecteur droit 88"/>
                                <wps:cNvCnPr/>
                                <wps:spPr>
                                  <a:xfrm flipH="1" flipV="1">
                                    <a:off x="352425" y="673735"/>
                                    <a:ext cx="138864" cy="168776"/>
                                  </a:xfrm>
                                  <a:prstGeom prst="line">
                                    <a:avLst/>
                                  </a:prstGeom>
                                  <a:ln w="38100" cmpd="sng">
                                    <a:solidFill>
                                      <a:schemeClr val="accent2">
                                        <a:lumMod val="75000"/>
                                      </a:schemeClr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4"/>
                                  </a:lnRef>
                                  <a:fillRef idx="0">
                                    <a:schemeClr val="accent4"/>
                                  </a:fillRef>
                                  <a:effectRef idx="1">
                                    <a:schemeClr val="accent4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1" name="Zone de texte 91"/>
                                <wps:cNvSpPr txBox="1"/>
                                <wps:spPr>
                                  <a:xfrm>
                                    <a:off x="0" y="0"/>
                                    <a:ext cx="819150" cy="400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1F4972C" w14:textId="138850F9" w:rsidR="00211B0E" w:rsidRPr="00373623" w:rsidRDefault="00756CA5" w:rsidP="00373623">
                                      <w:pPr>
                                        <w:rPr>
                                          <w:color w:val="C0504D" w:themeColor="accent2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C0504D" w:themeColor="accent2"/>
                                                </w:rPr>
                                              </m:ctrlPr>
                                            </m:sSubPr>
                                            <m:e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C0504D" w:themeColor="accent2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C0504D" w:themeColor="accent2"/>
                                                    </w:rPr>
                                                    <m:t>F</m:t>
                                                  </m:r>
                                                </m:e>
                                              </m:acc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C0504D" w:themeColor="accent2"/>
                                                </w:rPr>
                                                <m:t>axe/galet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5" name="Grouper 95"/>
                              <wpg:cNvGrpSpPr/>
                              <wpg:grpSpPr>
                                <a:xfrm>
                                  <a:off x="0" y="491490"/>
                                  <a:ext cx="1103630" cy="1341120"/>
                                  <a:chOff x="0" y="0"/>
                                  <a:chExt cx="1103630" cy="1341120"/>
                                </a:xfrm>
                              </wpg:grpSpPr>
                              <wps:wsp>
                                <wps:cNvPr id="89" name="Flèche vers la gauche 89"/>
                                <wps:cNvSpPr/>
                                <wps:spPr>
                                  <a:xfrm rot="18041236">
                                    <a:off x="335280" y="473710"/>
                                    <a:ext cx="1040130" cy="92710"/>
                                  </a:xfrm>
                                  <a:prstGeom prst="leftArrow">
                                    <a:avLst/>
                                  </a:prstGeom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3">
                                    <a:schemeClr val="accent3"/>
                                  </a:fillRef>
                                  <a:effectRef idx="2">
                                    <a:schemeClr val="accent3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Connecteur droit 90"/>
                                <wps:cNvCnPr/>
                                <wps:spPr>
                                  <a:xfrm>
                                    <a:off x="549910" y="80645"/>
                                    <a:ext cx="1270" cy="913130"/>
                                  </a:xfrm>
                                  <a:prstGeom prst="line">
                                    <a:avLst/>
                                  </a:prstGeom>
                                  <a:ln w="6350" cmpd="sng"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3" name="Connecteur droit 93"/>
                                <wps:cNvCnPr/>
                                <wps:spPr>
                                  <a:xfrm flipH="1">
                                    <a:off x="544195" y="984250"/>
                                    <a:ext cx="559435" cy="0"/>
                                  </a:xfrm>
                                  <a:prstGeom prst="line">
                                    <a:avLst/>
                                  </a:prstGeom>
                                  <a:ln w="6350" cmpd="sng">
                                    <a:solidFill>
                                      <a:schemeClr val="tx1"/>
                                    </a:solidFill>
                                    <a:prstDash val="sysDash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4" name="Zone de texte 94"/>
                                <wps:cNvSpPr txBox="1"/>
                                <wps:spPr>
                                  <a:xfrm>
                                    <a:off x="0" y="941070"/>
                                    <a:ext cx="819150" cy="400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C572A759-6A51-4108-AA02-DFA0A04FC94B}">
                                      <ma14:wrappingTextBoxFlag xmlns:ma14="http://schemas.microsoft.com/office/mac/drawingml/2011/main"/>
                                    </a:ext>
                                  </a:ex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1C96EAD9" w14:textId="2527A159" w:rsidR="00211B0E" w:rsidRPr="00373623" w:rsidRDefault="00756CA5" w:rsidP="00496AE5">
                                      <w:pPr>
                                        <w:rPr>
                                          <w:color w:val="C0504D" w:themeColor="accent2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C0504D" w:themeColor="accent2"/>
                                                </w:rPr>
                                              </m:ctrlPr>
                                            </m:sSubPr>
                                            <m:e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C0504D" w:themeColor="accent2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C0504D" w:themeColor="accent2"/>
                                                    </w:rPr>
                                                    <m:t>B</m:t>
                                                  </m:r>
                                                </m:e>
                                              </m:acc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C0504D" w:themeColor="accent2"/>
                                                </w:rPr>
                                                <m:t>L/galet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84" name="Grouper 84"/>
                          <wpg:cNvGrpSpPr/>
                          <wpg:grpSpPr>
                            <a:xfrm>
                              <a:off x="770255" y="603885"/>
                              <a:ext cx="819150" cy="1187450"/>
                              <a:chOff x="58420" y="-33424"/>
                              <a:chExt cx="819150" cy="1313072"/>
                            </a:xfrm>
                          </wpg:grpSpPr>
                          <wps:wsp>
                            <wps:cNvPr id="82" name="Flèche vers la gauche 82"/>
                            <wps:cNvSpPr/>
                            <wps:spPr>
                              <a:xfrm rot="16200000">
                                <a:off x="4127" y="397423"/>
                                <a:ext cx="951863" cy="90170"/>
                              </a:xfrm>
                              <a:prstGeom prst="leftArrow">
                                <a:avLst/>
                              </a:prstGeom>
                              <a:effectLst/>
                            </wps:spPr>
                            <wps:style>
                              <a:lnRef idx="1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Zone de texte 83"/>
                            <wps:cNvSpPr txBox="1"/>
                            <wps:spPr>
                              <a:xfrm>
                                <a:off x="58420" y="879598"/>
                                <a:ext cx="819150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5306FE" w14:textId="16B3DE90" w:rsidR="00211B0E" w:rsidRPr="004F6662" w:rsidRDefault="00756CA5" w:rsidP="00373623">
                                  <w:pPr>
                                    <w:rPr>
                                      <w:color w:val="76923C" w:themeColor="accent3" w:themeShade="BF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76923C" w:themeColor="accent3" w:themeShade="BF"/>
                                            </w:rPr>
                                          </m:ctrlPr>
                                        </m:sSubPr>
                                        <m:e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76923C" w:themeColor="accent3" w:themeShade="BF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76923C" w:themeColor="accent3" w:themeShade="BF"/>
                                                </w:rPr>
                                                <m:t>N</m:t>
                                              </m:r>
                                            </m:e>
                                          </m:acc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76923C" w:themeColor="accent3" w:themeShade="BF"/>
                                            </w:rPr>
                                            <m:t>L/galet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0" name="Zone de texte 100"/>
                        <wps:cNvSpPr txBox="1"/>
                        <wps:spPr>
                          <a:xfrm>
                            <a:off x="1099185" y="331470"/>
                            <a:ext cx="24638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641CCA" w14:textId="0C5454F8" w:rsidR="00211B0E" w:rsidRDefault="00211B0E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101" o:spid="_x0000_s1072" style="position:absolute;left:0;text-align:left;margin-left:355.9pt;margin-top:13.2pt;width:150.3pt;height:146.95pt;z-index:251737088" coordsize="1908810,186626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">
                <v:group id="Grouper 99" o:spid="_x0000_s1073" style="position:absolute;width:1908810;height:1866265" coordsize="1908810,18662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R1GjdxAAAANsAAAAPAAAAZHJzL2Rvd25yZXYueG1sRI9Bi8IwFITvwv6H8IS9&#10;adpdlLUaRcRdPIigLoi3R/Nsi81LaWJb/70RBI/DzHzDzBadKUVDtSssK4iHEQji1OqCMwX/x9/B&#10;DwjnkTWWlknBnRws5h+9GSbatryn5uAzESDsElSQe18lUro0J4NuaCvi4F1sbdAHWWdS19gGuCnl&#10;VxSNpcGCw0KOFa1ySq+Hm1Hw12K7/I7XzfZ6Wd3Px9HutI1Jqc9+t5yC8NT5d/jV3mgFkwk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R1GjdxAAAANsAAAAP&#10;AAAAAAAAAAAAAAAAAKkCAABkcnMvZG93bnJldi54bWxQSwUGAAAAAAQABAD6AAAAmgMAAAAA&#10;">
                  <v:group id="Grouper 98" o:spid="_x0000_s1074" style="position:absolute;width:1908810;height:1866265" coordsize="1908810,18662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mM1G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6YzUbDAAAA2wAAAA8A&#10;AAAAAAAAAAAAAAAAqQIAAGRycy9kb3ducmV2LnhtbFBLBQYAAAAABAAEAPoAAACZAwAAAAA=&#10;">
                    <v:group id="Grouper 65" o:spid="_x0000_s1075" style="position:absolute;top:250190;width:1908810;height:1616075" coordorigin="393700" coordsize="1908810,16160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TBL/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uUC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UwS/8UAAADbAAAA&#10;DwAAAAAAAAAAAAAAAACpAgAAZHJzL2Rvd25yZXYueG1sUEsFBgAAAAAEAAQA+gAAAJsDAAAAAA==&#10;">
                      <v:shape id="Image 2" o:spid="_x0000_s1076" type="#_x0000_t75" style="position:absolute;left:863600;top:278130;width:1438910;height:13379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BJ&#10;rKLHAAAA2wAAAA8AAABkcnMvZG93bnJldi54bWxEj0FrwkAUhO9C/8PyCr1I3VhtqNFVilAVLEJs&#10;iR4f2WcSzL4N2a2m/75bEDwOM/MNM1t0phYXal1lWcFwEIEgzq2uuFDw/fXx/AbCeWSNtWVS8EsO&#10;FvOH3gwTba+c0mXvCxEg7BJUUHrfJFK6vCSDbmAb4uCdbGvQB9kWUrd4DXBTy5coiqXBisNCiQ0t&#10;S8rP+x+joH/0k/H2tFqmzef4NVtno102Oij19Ni9T0F46vw9fGtvtII4hv8v4QfI+R8A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FBJrKLHAAAA2wAAAA8AAAAAAAAAAAAAAAAA&#10;nAIAAGRycy9kb3ducmV2LnhtbFBLBQYAAAAABAAEAPcAAACQAwAAAAA=&#10;">
                        <v:imagedata r:id="rId17" o:title=""/>
                        <v:path arrowok="t"/>
                      </v:shape>
                      <v:shape id="Flèche en arc 67" o:spid="_x0000_s1077" style="position:absolute;left:1348105;top:649605;width:480695;height:565150;rotation:325062fd;visibility:visible;mso-wrap-style:square;v-text-anchor:middle" coordsize="480695,5651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blu/wwAA&#10;ANsAAAAPAAAAZHJzL2Rvd25yZXYueG1sRI9Li8JAEITvwv6HoYW96UQXXYmOsgg+YE9mPXhsM52H&#10;ZnpCZjTx3zsLgseiqr6iFqvOVOJOjSstKxgNIxDEqdUl5wqOf5vBDITzyBory6TgQQ5Wy4/eAmNt&#10;Wz7QPfG5CBB2MSoovK9jKV1akEE3tDVx8DLbGPRBNrnUDbYBbio5jqKpNFhyWCiwpnVB6TW5GQUZ&#10;bTdfPjlPsl892bUnuhzl7KLUZ7/7mYPw1Pl3+NXeawXTb/j/En6AXD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Jblu/wwAAANsAAAAPAAAAAAAAAAAAAAAAAJcCAABkcnMvZG93&#10;bnJldi54bWxQSwUGAAAAAAQABAD1AAAAhwMAAAAA&#10;" path="m46305,282575c46305,177039,103786,84302,187137,55362,282358,22301,382750,81840,420075,193511l465769,187843,419705,260330,346509,202635,392178,196971c357229,99551,269247,50937,188310,84326,120019,112498,73868,192446,73868,282575l46305,282575xe" fillcolor="#254163 [1636]" strokecolor="#4579b8 [3044]">
                        <v:fill color2="#4477b6 [3012]" rotate="t" colors="0 #2c5d98;52429f #3c7bc7;1 #3a7ccb" type="gradient">
                          <o:fill v:ext="view" type="gradientUnscaled"/>
                        </v:fill>
                        <v:path arrowok="t" o:connecttype="custom" o:connectlocs="46305,282575;187137,55362;420075,193511;465769,187843;419705,260330;346509,202635;392178,196971;188310,84326;73868,282575;46305,282575" o:connectangles="0,0,0,0,0,0,0,0,0,0"/>
                      </v:shape>
                      <v:shape id="Zone de texte 70" o:spid="_x0000_s1078" type="#_x0000_t202" style="position:absolute;left:1428750;top:520700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XzBZwQAA&#10;ANsAAAAPAAAAZHJzL2Rvd25yZXYueG1sRE/Pa8IwFL4P9j+EJ+y2JopuszPKUAY7KXZT8PZonm1Z&#10;8xKazNb/3hyEHT++34vVYFtxoS40jjWMMwWCuHSm4UrDz/fn8xuIEJENto5Jw5UCrJaPDwvMjet5&#10;T5ciViKFcMhRQx2jz6UMZU0WQ+Y8ceLOrrMYE+wqaTrsU7ht5USpF2mx4dRQo6d1TeVv8Wc1HLbn&#10;03GqdtXGznzvBiXZzqXWT6Ph4x1EpCH+i+/uL6PhNa1PX9IPkM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V8wWcEAAADbAAAADwAAAAAAAAAAAAAAAACXAgAAZHJzL2Rvd25y&#10;ZXYueG1sUEsFBgAAAAAEAAQA9QAAAIUDAAAAAA==&#10;" filled="f" stroked="f">
                        <v:textbox>
                          <w:txbxContent>
                            <w:p w14:paraId="23D34C12" w14:textId="77777777" w:rsidR="00211B0E" w:rsidRPr="001A1E9C" w:rsidRDefault="007823C7" w:rsidP="00842606">
                              <w:pPr>
                                <w:rPr>
                                  <w:color w:val="548DD4" w:themeColor="text2" w:themeTint="99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548DD4" w:themeColor="text2" w:themeTint="99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548DD4" w:themeColor="text2" w:themeTint="99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548DD4" w:themeColor="text2" w:themeTint="99"/>
                                            </w:rPr>
                                            <m:t>C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548DD4" w:themeColor="text2" w:themeTint="99"/>
                                        </w:rPr>
                                        <m:t>m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  <v:shape id="Flèche vers la gauche 71" o:spid="_x0000_s1079" type="#_x0000_t66" style="position:absolute;left:1028066;top:279400;width:578484;height:9033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T+m4xQAA&#10;ANsAAAAPAAAAZHJzL2Rvd25yZXYueG1sRI/NasMwEITvhbyD2EJutewc6saxEkJCoZdA/iD0trU2&#10;tqm1ci05dt4+KhR6HGbmGyZfjaYRN+pcbVlBEsUgiAuray4VnE/vL28gnEfW2FgmBXdysFpOnnLM&#10;tB34QLejL0WAsMtQQeV9m0npiooMusi2xMG72s6gD7Irpe5wCHDTyFkcv0qDNYeFClvaVFR8H3uj&#10;4LKb9esDp2ny2Zzvc/zZfhX7rVLT53G9AOFp9P/hv/aHVpAm8Psl/AC5f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dP6bjFAAAA2wAAAA8AAAAAAAAAAAAAAAAAlwIAAGRycy9k&#10;b3ducmV2LnhtbFBLBQYAAAAABAAEAPUAAACJAwAAAAA=&#10;" adj="1687" fillcolor="#506329 [1638]" strokecolor="#94b64e [3046]">
                        <v:fill color2="#93b64c [3014]" rotate="t" colors="0 #769535;52429f #9bc348;1 #9cc746" type="gradient">
                          <o:fill v:ext="view" type="gradientUnscaled"/>
                        </v:fill>
                      </v:shape>
                      <v:shape id="Zone de texte 72" o:spid="_x0000_s1080" type="#_x0000_t202" style="position:absolute;left:393700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wQu1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PheQ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sELtcQAAADbAAAADwAAAAAAAAAAAAAAAACXAgAAZHJzL2Rv&#10;d25yZXYueG1sUEsFBgAAAAAEAAQA9QAAAIgDAAAAAA==&#10;" filled="f" stroked="f">
                        <v:textbox>
                          <w:txbxContent>
                            <w:p w14:paraId="123B6689" w14:textId="6CB076BE" w:rsidR="00211B0E" w:rsidRPr="004F6662" w:rsidRDefault="007823C7" w:rsidP="00842606">
                              <w:pPr>
                                <w:rPr>
                                  <w:color w:val="76923C" w:themeColor="accent3" w:themeShade="BF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76923C" w:themeColor="accent3" w:themeShade="BF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76923C" w:themeColor="accent3" w:themeShade="BF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76923C" w:themeColor="accent3" w:themeShade="BF"/>
                                            </w:rPr>
                                            <m:t>T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76923C" w:themeColor="accent3" w:themeShade="BF"/>
                                        </w:rPr>
                                        <m:t>L/galet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group id="Grouper 96" o:spid="_x0000_s1081" style="position:absolute;left:80645;width:1771650;height:1832610" coordsize="1771650,18326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S/yv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5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Ev8r8UAAADbAAAA&#10;DwAAAAAAAAAAAAAAAACpAgAAZHJzL2Rvd25yZXYueG1sUEsFBgAAAAAEAAQA+gAAAJsDAAAAAA==&#10;">
                      <v:group id="Grouper 92" o:spid="_x0000_s1082" style="position:absolute;left:952500;width:819150;height:1194435" coordsize="819150,1194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Pqs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0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fcPqsxAAAANsAAAAP&#10;AAAAAAAAAAAAAAAAAKkCAABkcnMvZG93bnJldi54bWxQSwUGAAAAAAQABAD6AAAAmgMAAAAA&#10;">
                        <v:shape id="Flèche vers la gauche 86" o:spid="_x0000_s1083" type="#_x0000_t66" style="position:absolute;left:247650;top:498475;width:622300;height:83820;rotation:6910777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0x4MxAAA&#10;ANsAAAAPAAAAZHJzL2Rvd25yZXYueG1sRI9Pi8IwFMTvC36H8IS9rakeiluN4h90FzytCnp8NM+2&#10;2LzUJtWun94IgsdhZn7DjKetKcWValdYVtDvRSCIU6sLzhTsd6uvIQjnkTWWlknBPzmYTjofY0y0&#10;vfEfXbc+EwHCLkEFufdVIqVLczLoerYiDt7J1gZ9kHUmdY23ADelHERRLA0WHBZyrGiRU3reNkbB&#10;5vty7DeHeXOkZVwOFuvDfffDSn1229kIhKfWv8Ov9q9WMIzh+SX8ADl5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dMeDMQAAADbAAAADwAAAAAAAAAAAAAAAACXAgAAZHJzL2Rv&#10;d25yZXYueG1sUEsFBgAAAAAEAAQA9QAAAIgDAAAAAA==&#10;" adj="1455" fillcolor="#943634 [2405]" stroked="f"/>
                        <v:line id="Connecteur droit 87" o:spid="_x0000_s1084" style="position:absolute;flip:y;visibility:visible;mso-wrap-style:square" from="169545,661670" to="364490,11944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+phwcQAAADbAAAADwAAAGRycy9kb3ducmV2LnhtbESPUWvCMBSF3wX/Q7jCXkRTKzipRhG3&#10;QWEvrtsPuCR3bVlzU5LM1v16Mxjs8XDO+Q5nfxxtJ67kQ+tYwWqZgSDWzrRcK/h4f1lsQYSIbLBz&#10;TApuFOB4mE72WBg38Btdq1iLBOFQoIImxr6QMuiGLIal64mT9+m8xZikr6XxOCS47WSeZRtpseW0&#10;0GBP54b0V/VtFUj9g1a/rn1+y6kcnp4vp3k5KPUwG087EJHG+B/+a5dGwfYRfr+kHyAP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6mHBxAAAANsAAAAPAAAAAAAAAAAA&#10;AAAAAKECAABkcnMvZG93bnJldi54bWxQSwUGAAAAAAQABAD5AAAAkgMAAAAA&#10;" strokecolor="#943634 [2405]" strokeweight="3pt"/>
                        <v:line id="Connecteur droit 88" o:spid="_x0000_s1085" style="position:absolute;flip:x y;visibility:visible;mso-wrap-style:square" from="352425,673735" to="491289,8425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7wmSsAAAADbAAAADwAAAGRycy9kb3ducmV2LnhtbERPyWrDMBC9B/oPYgq9JXJSKK4b2YRA&#10;ILcQt/Q8WBPbtTQyluKlX18dAj0+3r4vZmvESINvHSvYbhIQxJXTLdcKvj5P6xSED8gajWNSsJCH&#10;In9a7THTbuIrjWWoRQxhn6GCJoQ+k9JXDVn0G9cTR+7mBoshwqGWesAphlsjd0nyJi22HBsa7OnY&#10;UNWVd6ugW8xPevt+9928S39fjZSn2l+UenmeDx8gAs3hX/xwn7WCNI6NX+IPkPkf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De8JkrAAAAA2wAAAA8AAAAAAAAAAAAAAAAA&#10;oQIAAGRycy9kb3ducmV2LnhtbFBLBQYAAAAABAAEAPkAAACOAwAAAAA=&#10;" strokecolor="#943634 [2405]" strokeweight="3pt"/>
                        <v:shape id="Zone de texte 91" o:spid="_x0000_s1086" type="#_x0000_t202" style="position:absolute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3M4wwAA&#10;ANsAAAAPAAAAZHJzL2Rvd25yZXYueG1sRI9Ba8JAFITvgv9heYI3s2vRYlI3obQUPFmqreDtkX0m&#10;odm3Ibs18d93CwWPw8x8w2yL0bbiSr1vHGtYJgoEcelMw5WGz+PbYgPCB2SDrWPScCMPRT6dbDEz&#10;buAPuh5CJSKEfYYa6hC6TEpf1mTRJ64jjt7F9RZDlH0lTY9DhNtWPij1KC02HBdq7OilpvL78GM1&#10;fO0v59NKvVevdt0NblSSbSq1ns/G5ycQgcZwD/+3d0ZDuoS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H3M4wwAAANsAAAAPAAAAAAAAAAAAAAAAAJcCAABkcnMvZG93&#10;bnJldi54bWxQSwUGAAAAAAQABAD1AAAAhwMAAAAA&#10;" filled="f" stroked="f">
                          <v:textbox>
                            <w:txbxContent>
                              <w:p w14:paraId="31F4972C" w14:textId="138850F9" w:rsidR="00211B0E" w:rsidRPr="00373623" w:rsidRDefault="007823C7" w:rsidP="00373623">
                                <w:pPr>
                                  <w:rPr>
                                    <w:color w:val="C0504D" w:themeColor="accent2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C0504D" w:themeColor="accent2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C0504D" w:themeColor="accent2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C0504D" w:themeColor="accent2"/>
                                              </w:rPr>
                                              <m:t>F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</w:rPr>
                                          <m:t>axe/galet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group id="Grouper 95" o:spid="_x0000_s1087" style="position:absolute;top:491490;width:1103630;height:1341120" coordsize="1103630,13411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      <v:shape id="Flèche vers la gauche 89" o:spid="_x0000_s1088" type="#_x0000_t66" style="position:absolute;left:335280;top:473710;width:1040130;height:92710;rotation:-3887119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8i7RwwAA&#10;ANsAAAAPAAAAZHJzL2Rvd25yZXYueG1sRI9Ba4NAFITvhf6H5RVya9Z6CIl1FSkKgZySJun14b6q&#10;1H0r7pqY/PpsodDjMDPfMGk+m15caHSdZQVvywgEcW11x42C42f1ugbhPLLG3jIpuJGDPHt+SjHR&#10;9sp7uhx8IwKEXYIKWu+HREpXt2TQLe1AHLxvOxr0QY6N1CNeA9z0Mo6ilTTYcVhocaCPluqfw2QU&#10;+PNeVvfd9svFcV/IsjzR1FRKLV7m4h2Ep9n/h//aW61gvYHfL+EHyO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8i7RwwAAANsAAAAPAAAAAAAAAAAAAAAAAJcCAABkcnMvZG93&#10;bnJldi54bWxQSwUGAAAAAAQABAD1AAAAhwMAAAAA&#10;" adj="963" fillcolor="#943634 [2405]" stroked="f"/>
                        <v:line id="Connecteur droit 90" o:spid="_x0000_s1089" style="position:absolute;visibility:visible;mso-wrap-style:square" from="549910,80645" to="551180,9937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Q/CF8MAAADbAAAADwAAAGRycy9kb3ducmV2LnhtbERPy2rCQBTdC/2H4Qrd6cS2isaMIkKL&#10;i25MgrS7S+bm0WbuhMw0Sf++syi4PJx3cpxMKwbqXWNZwWoZgSAurG64UpBnr4stCOeRNbaWScEv&#10;OTgeHmYJxtqOfKUh9ZUIIexiVFB738VSuqImg25pO+LAlbY36APsK6l7HEO4aeVTFG2kwYZDQ40d&#10;nWsqvtMfoyD9Kt/fPvNbcaEsrZ5P549bu35R6nE+nfYgPE3+Lv53X7SCXVgfvoQfIA9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0PwhfDAAAA2wAAAA8AAAAAAAAAAAAA&#10;AAAAoQIAAGRycy9kb3ducmV2LnhtbFBLBQYAAAAABAAEAPkAAACRAwAAAAA=&#10;" strokecolor="black [3213]" strokeweight=".5pt">
                          <v:stroke dashstyle="3 1"/>
                        </v:line>
                        <v:line id="Connecteur droit 93" o:spid="_x0000_s1090" style="position:absolute;flip:x;visibility:visible;mso-wrap-style:square" from="544195,984250" to="1103630,9842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zWo68QAAADbAAAADwAAAGRycy9kb3ducmV2LnhtbESPQWsCMRSE70L/Q3gFb5pVQdrVKFIq&#10;KChFq/b62LzNLt28rJuo6783hYLHYWa+Yabz1lbiSo0vHSsY9BMQxJnTJRsFh+9l7w2ED8gaK8ek&#10;4E4e5rOXzhRT7W68o+s+GBEh7FNUUIRQp1L6rCCLvu9q4ujlrrEYomyM1A3eItxWcpgkY2mx5LhQ&#10;YE0fBWW/+4tVcAz517pul+ae/1xO3mzOm8/tWKnua7uYgAjUhmf4v73SCt5H8Pcl/gA5e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DNajrxAAAANsAAAAPAAAAAAAAAAAA&#10;AAAAAKECAABkcnMvZG93bnJldi54bWxQSwUGAAAAAAQABAD5AAAAkgMAAAAA&#10;" strokecolor="black [3213]" strokeweight=".5pt">
                          <v:stroke dashstyle="3 1"/>
                        </v:line>
                        <v:shape id="Zone de texte 94" o:spid="_x0000_s1091" type="#_x0000_t202" style="position:absolute;top:941070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aNCgwwAA&#10;ANsAAAAPAAAAZHJzL2Rvd25yZXYueG1sRI/NasMwEITvhbyD2EButZSSltiJbEJLoKeW5g9yW6yN&#10;bWKtjKXG7ttXhUKOw8x8w6yL0bbiRr1vHGuYJwoEcelMw5WGw377uAThA7LB1jFp+CEPRT55WGNm&#10;3MBfdNuFSkQI+ww11CF0mZS+rMmiT1xHHL2L6y2GKPtKmh6HCLetfFLqRVpsOC7U2NFrTeV19201&#10;HD8u59NCfVZv9rkb3Kgk21RqPZu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aNCgwwAAANsAAAAPAAAAAAAAAAAAAAAAAJcCAABkcnMvZG93&#10;bnJldi54bWxQSwUGAAAAAAQABAD1AAAAhwMAAAAA&#10;" filled="f" stroked="f">
                          <v:textbox>
                            <w:txbxContent>
                              <w:p w14:paraId="1C96EAD9" w14:textId="2527A159" w:rsidR="00211B0E" w:rsidRPr="00373623" w:rsidRDefault="007823C7" w:rsidP="00496AE5">
                                <w:pPr>
                                  <w:rPr>
                                    <w:color w:val="C0504D" w:themeColor="accent2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C0504D" w:themeColor="accent2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C0504D" w:themeColor="accent2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C0504D" w:themeColor="accent2"/>
                                              </w:rPr>
                                              <m:t>B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</w:rPr>
                                          <m:t>L/galet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Grouper 84" o:spid="_x0000_s1092" style="position:absolute;left:770255;top:603885;width:819150;height:1187450" coordorigin="58420,-33424" coordsize="819150,131307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FGexAAAANsAAAAPAAAAZHJzL2Rvd25yZXYueG1sRI9Bi8IwFITvwv6H8IS9&#10;adpdXaQaRcRdPIigLoi3R/Nsi81LaWJb/70RBI/DzHzDzBadKUVDtSssK4iHEQji1OqCMwX/x9/B&#10;BITzyBpLy6TgTg4W84/eDBNtW95Tc/CZCBB2CSrIva8SKV2ak0E3tBVx8C62NuiDrDOpa2wD3JTy&#10;K4p+pMGCw0KOFa1ySq+Hm1Hw12K7/I7XzfZ6Wd3Px/HutI1Jqc9+t5yC8NT5d/jV3mgFkxE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FGexAAAANsAAAAP&#10;AAAAAAAAAAAAAAAAAKkCAABkcnMvZG93bnJldi54bWxQSwUGAAAAAAQABAD6AAAAmgMAAAAA&#10;">
                    <v:shape id="Flèche vers la gauche 82" o:spid="_x0000_s1093" type="#_x0000_t66" style="position:absolute;left:4127;top:397423;width:951863;height:90170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q8EWxQAA&#10;ANsAAAAPAAAAZHJzL2Rvd25yZXYueG1sRI/dasJAFITvBd9hOULv6sZQikZXsRWtgkX8Ay8P2WMS&#10;zJ4N2VXj27uFgpfDzHzDjCaNKcWNaldYVtDrRiCIU6sLzhQc9vP3PgjnkTWWlknBgxxMxu3WCBNt&#10;77yl285nIkDYJagg975KpHRpTgZd11bEwTvb2qAPss6krvEe4KaUcRR9SoMFh4UcK/rOKb3srkbB&#10;5md1XFT2I97Pp2uezb4Gp2z9q9Rbp5kOQXhq/Cv8315qBf0Y/r6EHyDH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KrwRbFAAAA2wAAAA8AAAAAAAAAAAAAAAAAlwIAAGRycy9k&#10;b3ducmV2LnhtbFBLBQYAAAAABAAEAPUAAACJAwAAAAA=&#10;" adj="1023" fillcolor="#506329 [1638]" strokecolor="#94b64e [3046]">
                      <v:fill color2="#93b64c [3014]" rotate="t" colors="0 #769535;52429f #9bc348;1 #9cc746" type="gradient">
                        <o:fill v:ext="view" type="gradientUnscaled"/>
                      </v:fill>
                    </v:shape>
                    <v:shape id="Zone de texte 83" o:spid="_x0000_s1094" type="#_x0000_t202" style="position:absolute;left:58420;top:879598;width:819150;height:400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WN4JwgAA&#10;ANsAAAAPAAAAZHJzL2Rvd25yZXYueG1sRI9BawIxFITvgv8hPKG3mtSq6GoUaRE8KWoreHtsnrtL&#10;Ny/LJrrrvzdCweMwM98w82VrS3Gj2heONXz0FQji1JmCMw0/x/X7BIQPyAZLx6ThTh6Wi25njolx&#10;De/pdgiZiBD2CWrIQ6gSKX2ak0XfdxVx9C6uthiirDNpamwi3JZyoNRYWiw4LuRY0VdO6d/hajX8&#10;bi/n01Dtsm87qhrXKsl2KrV+67WrGYhAbXiF/9sbo2HyCc8v8QfIx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RY3gnCAAAA2wAAAA8AAAAAAAAAAAAAAAAAlwIAAGRycy9kb3du&#10;cmV2LnhtbFBLBQYAAAAABAAEAPUAAACGAwAAAAA=&#10;" filled="f" stroked="f">
                      <v:textbox>
                        <w:txbxContent>
                          <w:p w14:paraId="345306FE" w14:textId="16B3DE90" w:rsidR="00211B0E" w:rsidRPr="004F6662" w:rsidRDefault="007823C7" w:rsidP="00373623">
                            <w:pPr>
                              <w:rPr>
                                <w:color w:val="76923C" w:themeColor="accent3" w:themeShade="BF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76923C" w:themeColor="accent3" w:themeShade="BF"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76923C" w:themeColor="accent3" w:themeShade="BF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76923C" w:themeColor="accent3" w:themeShade="BF"/>
                                          </w:rPr>
                                          <m:t>N</m:t>
                                        </m:r>
                                      </m:e>
                                    </m:acc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76923C" w:themeColor="accent3" w:themeShade="BF"/>
                                      </w:rPr>
                                      <m:t>L/galet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  <v:shape id="Zone de texte 100" o:spid="_x0000_s1095" type="#_x0000_t202" style="position:absolute;left:1099185;top:331470;width:246380;height:2400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UB/gxAAA&#10;ANwAAAAPAAAAZHJzL2Rvd25yZXYueG1sRI9Ba8JAEIXvQv/DMoXedLdSRVNXKZVCT4qxFXobsmMS&#10;mp0N2a1J/71zELzN8N68981qM/hGXaiLdWALzxMDirgIrubSwtfxY7wAFROywyYwWfinCJv1w2iF&#10;mQs9H+iSp1JJCMcMLVQptZnWsajIY5yElli0c+g8Jlm7UrsOewn3jZ4aM9cea5aGClt6r6j4zf+8&#10;he/d+ef0Yvbl1s/aPgxGs19qa58eh7dXUImGdDffrj+d4BvBl2dkAr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FAf4MQAAADcAAAADwAAAAAAAAAAAAAAAACXAgAAZHJzL2Rv&#10;d25yZXYueG1sUEsFBgAAAAAEAAQA9QAAAIgDAAAAAA==&#10;" filled="f" stroked="f">
                  <v:textbox>
                    <w:txbxContent>
                      <w:p w14:paraId="6B641CCA" w14:textId="0C5454F8" w:rsidR="00211B0E" w:rsidRDefault="00211B0E">
                        <w:r>
                          <w:t>B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842606">
        <w:t>Etude de l'équilibre du galet</w:t>
      </w:r>
      <w:r w:rsidR="00C93AB3">
        <w:t xml:space="preserve"> (voir DT</w:t>
      </w:r>
      <w:r w:rsidR="00AE0B85">
        <w:t>)</w:t>
      </w:r>
    </w:p>
    <w:p w14:paraId="502DF8E8" w14:textId="77777777" w:rsidR="00C93AB3" w:rsidRDefault="00C93AB3" w:rsidP="00C93AB3">
      <w:pPr>
        <w:pStyle w:val="Niv1"/>
        <w:numPr>
          <w:ilvl w:val="0"/>
          <w:numId w:val="0"/>
        </w:numPr>
        <w:ind w:left="360"/>
      </w:pPr>
    </w:p>
    <w:p w14:paraId="182A4F54" w14:textId="5DA09553" w:rsidR="00373623" w:rsidRDefault="00373623" w:rsidP="00373623">
      <w:pPr>
        <w:pStyle w:val="Style1"/>
        <w:numPr>
          <w:ilvl w:val="0"/>
          <w:numId w:val="39"/>
        </w:numPr>
      </w:pPr>
      <w:r>
        <w:t>Système isolé : galet</w:t>
      </w:r>
    </w:p>
    <w:p w14:paraId="2A31FCD8" w14:textId="4E1E520B" w:rsidR="00373623" w:rsidRDefault="00373623" w:rsidP="00373623">
      <w:pPr>
        <w:pStyle w:val="Style1"/>
        <w:numPr>
          <w:ilvl w:val="0"/>
          <w:numId w:val="0"/>
        </w:numPr>
        <w:ind w:left="720"/>
      </w:pPr>
    </w:p>
    <w:p w14:paraId="5ABDAE34" w14:textId="72BE3AA7" w:rsidR="00373623" w:rsidRDefault="00496AE5" w:rsidP="00373623">
      <w:pPr>
        <w:pStyle w:val="Style1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9D0E286" wp14:editId="29A055F3">
                <wp:simplePos x="0" y="0"/>
                <wp:positionH relativeFrom="column">
                  <wp:posOffset>3692525</wp:posOffset>
                </wp:positionH>
                <wp:positionV relativeFrom="paragraph">
                  <wp:posOffset>55245</wp:posOffset>
                </wp:positionV>
                <wp:extent cx="824230" cy="707390"/>
                <wp:effectExtent l="0" t="0" r="0" b="3810"/>
                <wp:wrapThrough wrapText="bothSides">
                  <wp:wrapPolygon edited="0">
                    <wp:start x="666" y="0"/>
                    <wp:lineTo x="2663" y="20941"/>
                    <wp:lineTo x="6656" y="20941"/>
                    <wp:lineTo x="17307" y="20165"/>
                    <wp:lineTo x="20635" y="18614"/>
                    <wp:lineTo x="20635" y="12409"/>
                    <wp:lineTo x="15310" y="6980"/>
                    <wp:lineTo x="7322" y="0"/>
                    <wp:lineTo x="666" y="0"/>
                  </wp:wrapPolygon>
                </wp:wrapThrough>
                <wp:docPr id="74" name="Grouper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230" cy="707390"/>
                          <a:chOff x="0" y="0"/>
                          <a:chExt cx="824230" cy="707390"/>
                        </a:xfrm>
                      </wpg:grpSpPr>
                      <wpg:grpSp>
                        <wpg:cNvPr id="75" name="Grouper 75"/>
                        <wpg:cNvGrpSpPr/>
                        <wpg:grpSpPr>
                          <a:xfrm>
                            <a:off x="254000" y="176530"/>
                            <a:ext cx="359410" cy="360680"/>
                            <a:chOff x="0" y="0"/>
                            <a:chExt cx="359410" cy="360680"/>
                          </a:xfrm>
                        </wpg:grpSpPr>
                        <wps:wsp>
                          <wps:cNvPr id="76" name="Connecteur droit avec flèche 76"/>
                          <wps:cNvCnPr/>
                          <wps:spPr>
                            <a:xfrm flipH="1" flipV="1">
                              <a:off x="7620" y="0"/>
                              <a:ext cx="0" cy="359410"/>
                            </a:xfrm>
                            <a:prstGeom prst="straightConnector1">
                              <a:avLst/>
                            </a:prstGeom>
                            <a:ln w="19050" cmpd="sng">
                              <a:solidFill>
                                <a:schemeClr val="tx1"/>
                              </a:solidFill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Connecteur droit avec flèche 77"/>
                          <wps:cNvCnPr/>
                          <wps:spPr>
                            <a:xfrm flipV="1">
                              <a:off x="0" y="360680"/>
                              <a:ext cx="359410" cy="0"/>
                            </a:xfrm>
                            <a:prstGeom prst="straightConnector1">
                              <a:avLst/>
                            </a:prstGeom>
                            <a:ln w="19050" cmpd="sng">
                              <a:solidFill>
                                <a:schemeClr val="tx1"/>
                              </a:solidFill>
                              <a:tailEnd type="arrow"/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8" name="Grouper 78"/>
                        <wpg:cNvGrpSpPr/>
                        <wpg:grpSpPr>
                          <a:xfrm>
                            <a:off x="0" y="0"/>
                            <a:ext cx="824230" cy="707390"/>
                            <a:chOff x="0" y="0"/>
                            <a:chExt cx="824230" cy="707390"/>
                          </a:xfrm>
                        </wpg:grpSpPr>
                        <wps:wsp>
                          <wps:cNvPr id="79" name="Zone de texte 79"/>
                          <wps:cNvSpPr txBox="1"/>
                          <wps:spPr>
                            <a:xfrm>
                              <a:off x="66040" y="394970"/>
                              <a:ext cx="252095" cy="312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E56E25" w14:textId="77777777" w:rsidR="00211B0E" w:rsidRPr="00AC44CA" w:rsidRDefault="00211B0E" w:rsidP="00373623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Zone de texte 80"/>
                          <wps:cNvSpPr txBox="1"/>
                          <wps:spPr>
                            <a:xfrm>
                              <a:off x="481330" y="328930"/>
                              <a:ext cx="3429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BF53A4" w14:textId="77777777" w:rsidR="00211B0E" w:rsidRPr="00AC44CA" w:rsidRDefault="00756CA5" w:rsidP="00373623">
                                <w:pPr>
                                  <w:rPr>
                                    <w:sz w:val="22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  <m:t>x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Zone de texte 81"/>
                          <wps:cNvSpPr txBox="1"/>
                          <wps:spPr>
                            <a:xfrm>
                              <a:off x="0" y="0"/>
                              <a:ext cx="3429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F87806" w14:textId="77777777" w:rsidR="00211B0E" w:rsidRPr="00AC44CA" w:rsidRDefault="00756CA5" w:rsidP="00373623">
                                <w:pPr>
                                  <w:rPr>
                                    <w:sz w:val="22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</w:rPr>
                                          <m:t>y</m:t>
                                        </m:r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r 74" o:spid="_x0000_s1096" style="position:absolute;left:0;text-align:left;margin-left:290.75pt;margin-top:4.35pt;width:64.9pt;height:55.7pt;z-index:251716608" coordsize="824230,7073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">
                <v:group id="Grouper 75" o:spid="_x0000_s1097" style="position:absolute;left:254000;top:176530;width:359410;height:360680" coordsize="359410,3606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lYQixQAAANsAAAAPAAAAZHJzL2Rvd25yZXYueG1sRI9Pa8JAFMTvQr/D8gq9&#10;1U1a0kp0FZG29CAFk4J4e2SfSTD7NmS3+fPtXaHgcZiZ3zCrzWga0VPnassK4nkEgriwuuZSwW/+&#10;+bwA4TyyxsYyKZjIwWb9MFthqu3AB+ozX4oAYZeigsr7NpXSFRUZdHPbEgfvbDuDPsiulLrDIcBN&#10;I1+i6E0arDksVNjSrqLikv0ZBV8DDtvX+KPfX8676ZQnP8d9TEo9PY7bJQhPo7+H/9vfWsF7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JWEIsUAAADbAAAA&#10;DwAAAAAAAAAAAAAAAACpAgAAZHJzL2Rvd25yZXYueG1sUEsFBgAAAAAEAAQA+gAAAJsDAAAAAA==&#10;">
                  <v:shape id="Connecteur droit avec flèche 76" o:spid="_x0000_s1098" type="#_x0000_t32" style="position:absolute;left:7620;width:0;height:35941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XLmaMMAAADbAAAADwAAAGRycy9kb3ducmV2LnhtbESPQYvCMBSE74L/ITxhL7KmClbpGmUR&#10;hD3spdUf8GiebbB5qUm21n+/WVjwOMzMN8zuMNpODOSDcaxguchAENdOG24UXM6n9y2IEJE1do5J&#10;wZMCHPbTyQ4L7R5c0lDFRiQIhwIVtDH2hZShbsliWLieOHlX5y3GJH0jtcdHgttOrrIslxYNp4UW&#10;ezq2VN+qH6tgXvrVgOvrtlnn3+Z2N8/yXh2VepuNnx8gIo3xFf5vf2kFmxz+vqQfIP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ly5mjDAAAA2wAAAA8AAAAAAAAAAAAA&#10;AAAAoQIAAGRycy9kb3ducmV2LnhtbFBLBQYAAAAABAAEAPkAAACRAwAAAAA=&#10;" strokecolor="black [3213]" strokeweight="1.5pt">
                    <v:stroke endarrow="open"/>
                  </v:shape>
                  <v:shape id="Connecteur droit avec flèche 77" o:spid="_x0000_s1099" type="#_x0000_t32" style="position:absolute;top:360680;width:359410;height: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wvdIcUAAADbAAAADwAAAGRycy9kb3ducmV2LnhtbESPzWrDMBCE74G+g9hCL6GR00NsnCgh&#10;FBt6aEv+HmBrbWxTa2UkxXbfvioUchxm55udzW4ynRjI+dayguUiAUFcWd1yreByLp8zED4ga+ws&#10;k4If8rDbPsw2mGs78pGGU6hFhLDPUUETQp9L6auGDPqF7Ymjd7XOYIjS1VI7HCPcdPIlSVbSYMux&#10;ocGeXhuqvk83E994P5TZflV8fkz1uZhfXOosfyn19Djt1yACTeF+/J9+0wrSFP62RADI7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wvdIcUAAADbAAAADwAAAAAAAAAA&#10;AAAAAAChAgAAZHJzL2Rvd25yZXYueG1sUEsFBgAAAAAEAAQA+QAAAJMDAAAAAA==&#10;" strokecolor="black [3213]" strokeweight="1.5pt">
                    <v:stroke endarrow="open"/>
                  </v:shape>
                </v:group>
                <v:group id="Grouper 78" o:spid="_x0000_s1100" style="position:absolute;width:824230;height:707390" coordsize="824230,707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shape id="Zone de texte 79" o:spid="_x0000_s1101" type="#_x0000_t202" style="position:absolute;left:66040;top:394970;width:252095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ZnE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pH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ZZnEwwAAANsAAAAPAAAAAAAAAAAAAAAAAJcCAABkcnMvZG93&#10;bnJldi54bWxQSwUGAAAAAAQABAD1AAAAhwMAAAAA&#10;" filled="f" stroked="f">
                    <v:textbox>
                      <w:txbxContent>
                        <w:p w14:paraId="57E56E25" w14:textId="77777777" w:rsidR="00211B0E" w:rsidRPr="00AC44CA" w:rsidRDefault="00211B0E" w:rsidP="00373623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o</w:t>
                          </w:r>
                        </w:p>
                      </w:txbxContent>
                    </v:textbox>
                  </v:shape>
                  <v:shape id="Zone de texte 80" o:spid="_x0000_s1102" type="#_x0000_t202" style="position:absolute;left:481330;top:32893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ikB+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9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SKQH6/AAAA2wAAAA8AAAAAAAAAAAAAAAAAlwIAAGRycy9kb3ducmV2&#10;LnhtbFBLBQYAAAAABAAEAPUAAACDAwAAAAA=&#10;" filled="f" stroked="f">
                    <v:textbox>
                      <w:txbxContent>
                        <w:p w14:paraId="17BF53A4" w14:textId="77777777" w:rsidR="00211B0E" w:rsidRPr="00AC44CA" w:rsidRDefault="007823C7" w:rsidP="00373623">
                          <w:pPr>
                            <w:rPr>
                              <w:sz w:val="22"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</w:rPr>
                                    <m:t>x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shape id="Zone de texte 81" o:spid="_x0000_s1103" type="#_x0000_t202" style="position:absolute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uXl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+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vG5eXCAAAA2wAAAA8AAAAAAAAAAAAAAAAAlwIAAGRycy9kb3du&#10;cmV2LnhtbFBLBQYAAAAABAAEAPUAAACGAwAAAAA=&#10;" filled="f" stroked="f">
                    <v:textbox>
                      <w:txbxContent>
                        <w:p w14:paraId="21F87806" w14:textId="77777777" w:rsidR="00211B0E" w:rsidRPr="00AC44CA" w:rsidRDefault="007823C7" w:rsidP="00373623">
                          <w:pPr>
                            <w:rPr>
                              <w:sz w:val="22"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</w:rPr>
                                    <m:t>y</m:t>
                                  </m:r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 w:rsidR="00373623">
        <w:t>Bilan des actions extérieures</w:t>
      </w:r>
    </w:p>
    <w:p w14:paraId="33F64F90" w14:textId="08EB5DB4" w:rsidR="00B65287" w:rsidRDefault="00B65287" w:rsidP="00B65287">
      <w:pPr>
        <w:pStyle w:val="Rponses"/>
      </w:pPr>
    </w:p>
    <w:p w14:paraId="435F7E42" w14:textId="77777777" w:rsidR="003700C9" w:rsidRDefault="003700C9" w:rsidP="00B65287">
      <w:pPr>
        <w:pStyle w:val="Rponses"/>
      </w:pPr>
    </w:p>
    <w:p w14:paraId="417B7D86" w14:textId="213C5D6F" w:rsidR="003700C9" w:rsidRDefault="00C1410C" w:rsidP="003700C9">
      <w:pPr>
        <w:pStyle w:val="Pardeliste"/>
        <w:numPr>
          <w:ilvl w:val="0"/>
          <w:numId w:val="37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E44A93" wp14:editId="10D97F1B">
                <wp:simplePos x="0" y="0"/>
                <wp:positionH relativeFrom="column">
                  <wp:posOffset>5467172</wp:posOffset>
                </wp:positionH>
                <wp:positionV relativeFrom="paragraph">
                  <wp:posOffset>154613</wp:posOffset>
                </wp:positionV>
                <wp:extent cx="246380" cy="24003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F9622" w14:textId="1AEA8C85" w:rsidR="00C1410C" w:rsidRPr="00C1410C" w:rsidRDefault="00C1410C" w:rsidP="00C1410C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104" type="#_x0000_t202" style="position:absolute;left:0;text-align:left;margin-left:430.5pt;margin-top:12.15pt;width:19.4pt;height:18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" filled="f" stroked="f">
                <v:textbox>
                  <w:txbxContent>
                    <w:p w14:paraId="3F0F9622" w14:textId="1AEA8C85" w:rsidR="00C1410C" w:rsidRPr="00C1410C" w:rsidRDefault="00C1410C" w:rsidP="00C1410C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T</m:t>
                </m:r>
              </m:e>
            </m:acc>
          </m:e>
          <m:sub>
            <m:r>
              <w:rPr>
                <w:rFonts w:ascii="Cambria Math" w:hAnsi="Cambria Math"/>
              </w:rPr>
              <m:t>L/galet</m:t>
            </m:r>
          </m:sub>
        </m:sSub>
      </m:oMath>
    </w:p>
    <w:p w14:paraId="077E22E4" w14:textId="6E30C8C8" w:rsidR="00AE0B85" w:rsidRDefault="00756CA5" w:rsidP="003700C9">
      <w:pPr>
        <w:pStyle w:val="Pardeliste"/>
        <w:numPr>
          <w:ilvl w:val="0"/>
          <w:numId w:val="37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N</m:t>
                </m:r>
              </m:e>
            </m:acc>
          </m:e>
          <m:sub>
            <m:r>
              <w:rPr>
                <w:rFonts w:ascii="Cambria Math" w:hAnsi="Cambria Math"/>
              </w:rPr>
              <m:t>L/galet</m:t>
            </m:r>
          </m:sub>
        </m:sSub>
      </m:oMath>
    </w:p>
    <w:p w14:paraId="609391A5" w14:textId="789A62AA" w:rsidR="00AE0B85" w:rsidRDefault="00756CA5" w:rsidP="003700C9">
      <w:pPr>
        <w:pStyle w:val="Pardeliste"/>
        <w:numPr>
          <w:ilvl w:val="0"/>
          <w:numId w:val="37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axe/galet</m:t>
            </m:r>
          </m:sub>
        </m:sSub>
      </m:oMath>
    </w:p>
    <w:p w14:paraId="55C81E60" w14:textId="2C0B0A9D" w:rsidR="00AE0B85" w:rsidRDefault="00756CA5" w:rsidP="003700C9">
      <w:pPr>
        <w:pStyle w:val="Pardeliste"/>
        <w:numPr>
          <w:ilvl w:val="0"/>
          <w:numId w:val="37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C</m:t>
                </m:r>
              </m:e>
            </m:acc>
          </m:e>
          <m:sub>
            <m:r>
              <w:rPr>
                <w:rFonts w:ascii="Cambria Math" w:hAnsi="Cambria Math"/>
              </w:rPr>
              <m:t>m</m:t>
            </m:r>
          </m:sub>
        </m:sSub>
      </m:oMath>
    </w:p>
    <w:p w14:paraId="398B4576" w14:textId="77777777" w:rsidR="003700C9" w:rsidRDefault="003700C9" w:rsidP="00B65287">
      <w:pPr>
        <w:pStyle w:val="Rponses"/>
      </w:pPr>
    </w:p>
    <w:p w14:paraId="056128E7" w14:textId="77777777" w:rsidR="003700C9" w:rsidRDefault="003700C9" w:rsidP="00B65287">
      <w:pPr>
        <w:pStyle w:val="Rponses"/>
      </w:pPr>
    </w:p>
    <w:p w14:paraId="17DF51EE" w14:textId="77777777" w:rsidR="003700C9" w:rsidRDefault="003700C9" w:rsidP="003700C9">
      <w:pPr>
        <w:pStyle w:val="Style1"/>
      </w:pPr>
      <w:r>
        <w:t>Résolution</w:t>
      </w:r>
    </w:p>
    <w:p w14:paraId="7B6AEC0C" w14:textId="77777777" w:rsidR="003700C9" w:rsidRDefault="003700C9" w:rsidP="00B65287">
      <w:pPr>
        <w:pStyle w:val="Rponses"/>
      </w:pPr>
    </w:p>
    <w:p w14:paraId="0E138D80" w14:textId="77777777" w:rsidR="00AE0B85" w:rsidRPr="00AE0B85" w:rsidRDefault="00756CA5" w:rsidP="00AE0B85">
      <w:pPr>
        <w:ind w:left="708"/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</m:acc>
                    </m:e>
                    <m:sub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</m:acc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ext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= 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0</m:t>
              </m:r>
            </m:e>
          </m:acc>
        </m:oMath>
      </m:oMathPara>
    </w:p>
    <w:p w14:paraId="4FEE8929" w14:textId="77777777" w:rsidR="003700C9" w:rsidRDefault="003700C9" w:rsidP="00B65287">
      <w:pPr>
        <w:pStyle w:val="Rponses"/>
      </w:pPr>
    </w:p>
    <w:p w14:paraId="61055B23" w14:textId="27C1CD9A" w:rsidR="00AE0B85" w:rsidRDefault="00AE0B85" w:rsidP="00AE0B85">
      <w:pPr>
        <w:pStyle w:val="Question"/>
      </w:pPr>
      <w:r>
        <w:t xml:space="preserve">Choisissez le point de réduction le plus pertinent pour rédiger l'équation vectorielle de la somme des moments. Rédigez l'expression littérale de la projection suivant l'axe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</m:oMath>
      <w:r>
        <w:t xml:space="preserve"> de cette équation.</w:t>
      </w:r>
      <w:r w:rsidR="006863B6">
        <w:t xml:space="preserve"> (2pts)</w:t>
      </w:r>
    </w:p>
    <w:p w14:paraId="00A2B491" w14:textId="6E5EB9F4" w:rsidR="00AE0B85" w:rsidRPr="00AE0B85" w:rsidRDefault="00AE0B85" w:rsidP="00AE0B85">
      <w:pPr>
        <w:pStyle w:val="Question"/>
        <w:numPr>
          <w:ilvl w:val="0"/>
          <w:numId w:val="0"/>
        </w:numPr>
        <w:ind w:left="360"/>
        <w:rPr>
          <w:color w:val="76923C" w:themeColor="accent3" w:themeShade="BF"/>
        </w:rPr>
      </w:pPr>
      <w:r w:rsidRPr="00AE0B85">
        <w:t>/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</m:oMath>
      <w:r w:rsidRPr="00AE0B85">
        <w:rPr>
          <w:color w:val="76923C" w:themeColor="accent3" w:themeShade="BF"/>
        </w:rPr>
        <w:t xml:space="preserve"> </w:t>
      </w:r>
      <w:r w:rsidRPr="00AE0B85">
        <w:t>:</w:t>
      </w:r>
      <w:r w:rsidRPr="00AE0B85">
        <w:rPr>
          <w:color w:val="76923C" w:themeColor="accent3" w:themeShade="BF"/>
        </w:rPr>
        <w:tab/>
      </w:r>
      <w:r>
        <w:rPr>
          <w:color w:val="76923C" w:themeColor="accent3" w:themeShade="BF"/>
        </w:rPr>
        <w:tab/>
      </w:r>
    </w:p>
    <w:p w14:paraId="5483928B" w14:textId="77777777" w:rsidR="00AE0B85" w:rsidRDefault="00AE0B85" w:rsidP="00B65287">
      <w:pPr>
        <w:pStyle w:val="Rponses"/>
      </w:pPr>
    </w:p>
    <w:p w14:paraId="039B2688" w14:textId="5B03BE2B" w:rsidR="00AE0B85" w:rsidRDefault="00211B0E" w:rsidP="00211B0E">
      <w:pPr>
        <w:pStyle w:val="Question"/>
      </w:pPr>
      <w:r>
        <w:t xml:space="preserve">Identifier dans cette équation :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</m:e>
        </m:d>
      </m:oMath>
      <w:r w:rsidR="006863B6">
        <w:t>. (2pts)</w:t>
      </w:r>
    </w:p>
    <w:p w14:paraId="36A9F3D6" w14:textId="77777777" w:rsidR="00211B0E" w:rsidRDefault="00211B0E" w:rsidP="00211B0E">
      <w:pPr>
        <w:pStyle w:val="Rponses"/>
      </w:pPr>
    </w:p>
    <w:p w14:paraId="30FC3222" w14:textId="77777777" w:rsidR="00211B0E" w:rsidRPr="00211B0E" w:rsidRDefault="00211B0E" w:rsidP="00211B0E">
      <w:pPr>
        <w:pStyle w:val="Rponses"/>
      </w:pPr>
    </w:p>
    <w:p w14:paraId="634F8A56" w14:textId="48951707" w:rsidR="00211B0E" w:rsidRDefault="00902A68" w:rsidP="00211B0E">
      <w:pPr>
        <w:pStyle w:val="Question"/>
      </w:pPr>
      <w:r>
        <w:t>Exprimer Cr en fonction de</w:t>
      </w:r>
      <w:r w:rsidR="00211B0E">
        <w:t xml:space="preserve"> a, b, c, d, f, R, P</w:t>
      </w:r>
      <w:r w:rsidR="00211B0E" w:rsidRPr="00211B0E">
        <w:rPr>
          <w:vertAlign w:val="subscript"/>
        </w:rPr>
        <w:t>L</w:t>
      </w:r>
      <w:r w:rsidR="00211B0E">
        <w:t>, P</w:t>
      </w:r>
      <w:r w:rsidR="006863B6">
        <w:t>. (3pts)</w:t>
      </w:r>
    </w:p>
    <w:p w14:paraId="7D7B018B" w14:textId="71FD2FB8" w:rsidR="00211B0E" w:rsidRDefault="00211B0E" w:rsidP="00211B0E">
      <w:pPr>
        <w:pStyle w:val="Rponses"/>
      </w:pPr>
    </w:p>
    <w:p w14:paraId="191C9E8E" w14:textId="77777777" w:rsidR="00431645" w:rsidRDefault="00431645" w:rsidP="00211B0E">
      <w:pPr>
        <w:pStyle w:val="Rponses"/>
      </w:pPr>
    </w:p>
    <w:p w14:paraId="79FB7909" w14:textId="77777777" w:rsidR="00431645" w:rsidRPr="004207F3" w:rsidRDefault="00431645" w:rsidP="00211B0E">
      <w:pPr>
        <w:pStyle w:val="Rponses"/>
      </w:pPr>
    </w:p>
    <w:p w14:paraId="24D12F33" w14:textId="77777777" w:rsidR="004207F3" w:rsidRDefault="004207F3" w:rsidP="00211B0E">
      <w:pPr>
        <w:pStyle w:val="Rponses"/>
      </w:pPr>
    </w:p>
    <w:p w14:paraId="60A56932" w14:textId="79748FC2" w:rsidR="004207F3" w:rsidRDefault="004207F3" w:rsidP="00C93AB3">
      <w:pPr>
        <w:pStyle w:val="Niv1"/>
      </w:pPr>
      <w:r>
        <w:t>Application numérique</w:t>
      </w:r>
      <w:r w:rsidR="00C93AB3">
        <w:t xml:space="preserve"> (voir DT</w:t>
      </w:r>
      <w:r w:rsidR="00410FE9">
        <w:t>)</w:t>
      </w:r>
    </w:p>
    <w:p w14:paraId="79EEEB0C" w14:textId="77777777" w:rsidR="004207F3" w:rsidRDefault="004207F3" w:rsidP="004207F3">
      <w:pPr>
        <w:pStyle w:val="Niv3"/>
        <w:numPr>
          <w:ilvl w:val="0"/>
          <w:numId w:val="0"/>
        </w:numPr>
      </w:pPr>
    </w:p>
    <w:p w14:paraId="64C1AEC2" w14:textId="0D00F71D" w:rsidR="004207F3" w:rsidRDefault="004207F3" w:rsidP="004207F3">
      <w:pPr>
        <w:pStyle w:val="Question"/>
      </w:pPr>
      <w:r>
        <w:t>Donner, en N.m, la valeur de Cr pour une masse de 200g suspendue au levier.</w:t>
      </w:r>
      <w:r w:rsidR="006863B6">
        <w:t xml:space="preserve"> (3pts)</w:t>
      </w:r>
    </w:p>
    <w:p w14:paraId="72CD940F" w14:textId="77777777" w:rsidR="004207F3" w:rsidRDefault="004207F3" w:rsidP="004207F3">
      <w:pPr>
        <w:pStyle w:val="Rponses"/>
      </w:pPr>
    </w:p>
    <w:p w14:paraId="068F0840" w14:textId="77777777" w:rsidR="004207F3" w:rsidRDefault="004207F3" w:rsidP="004207F3">
      <w:pPr>
        <w:pStyle w:val="Rponses"/>
      </w:pPr>
    </w:p>
    <w:p w14:paraId="76DFD294" w14:textId="77777777" w:rsidR="0095403E" w:rsidRDefault="0095403E">
      <w:pPr>
        <w:rPr>
          <w:sz w:val="24"/>
          <w:szCs w:val="24"/>
          <w:lang w:eastAsia="fr-FR"/>
        </w:rPr>
      </w:pPr>
    </w:p>
    <w:sectPr w:rsidR="0095403E" w:rsidSect="005E3FD8">
      <w:footerReference w:type="even" r:id="rId18"/>
      <w:footerReference w:type="default" r:id="rId19"/>
      <w:pgSz w:w="11906" w:h="16838"/>
      <w:pgMar w:top="709" w:right="849" w:bottom="1135" w:left="851" w:header="708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EE47F" w14:textId="77777777" w:rsidR="00756CA5" w:rsidRDefault="00756CA5" w:rsidP="00FB1ED7">
      <w:r>
        <w:separator/>
      </w:r>
    </w:p>
  </w:endnote>
  <w:endnote w:type="continuationSeparator" w:id="0">
    <w:p w14:paraId="2F19AC19" w14:textId="77777777" w:rsidR="00756CA5" w:rsidRDefault="00756CA5" w:rsidP="00F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AAFA" w14:textId="77777777" w:rsidR="00211B0E" w:rsidRDefault="00211B0E" w:rsidP="00A95EF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8E81175" w14:textId="77777777" w:rsidR="00211B0E" w:rsidRDefault="00211B0E" w:rsidP="00A95EF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25A50" w14:textId="77777777" w:rsidR="00211B0E" w:rsidRPr="000C1C7D" w:rsidRDefault="00211B0E" w:rsidP="003503FC">
    <w:pPr>
      <w:pStyle w:val="Pieddepage1"/>
      <w:tabs>
        <w:tab w:val="left" w:pos="9781"/>
      </w:tabs>
      <w:ind w:right="360"/>
      <w:jc w:val="right"/>
      <w:rPr>
        <w:sz w:val="20"/>
        <w:szCs w:val="20"/>
      </w:rPr>
    </w:pPr>
    <w:r w:rsidRPr="000C1C7D">
      <w:rPr>
        <w:rFonts w:cs="Times New Roman"/>
        <w:sz w:val="20"/>
        <w:szCs w:val="20"/>
      </w:rPr>
      <w:fldChar w:fldCharType="begin"/>
    </w:r>
    <w:r w:rsidRPr="000C1C7D">
      <w:rPr>
        <w:rFonts w:cs="Times New Roman"/>
        <w:sz w:val="20"/>
        <w:szCs w:val="20"/>
      </w:rPr>
      <w:instrText xml:space="preserve"> PAGE </w:instrText>
    </w:r>
    <w:r w:rsidRPr="000C1C7D">
      <w:rPr>
        <w:rFonts w:cs="Times New Roman"/>
        <w:sz w:val="20"/>
        <w:szCs w:val="20"/>
      </w:rPr>
      <w:fldChar w:fldCharType="separate"/>
    </w:r>
    <w:r w:rsidR="00756CA5">
      <w:rPr>
        <w:rFonts w:cs="Times New Roman"/>
        <w:noProof/>
        <w:sz w:val="20"/>
        <w:szCs w:val="20"/>
      </w:rPr>
      <w:t>1</w:t>
    </w:r>
    <w:r w:rsidRPr="000C1C7D">
      <w:rPr>
        <w:rFonts w:cs="Times New Roman"/>
        <w:sz w:val="20"/>
        <w:szCs w:val="20"/>
      </w:rPr>
      <w:fldChar w:fldCharType="end"/>
    </w:r>
    <w:r>
      <w:rPr>
        <w:rFonts w:cs="Times New Roman"/>
        <w:sz w:val="20"/>
        <w:szCs w:val="20"/>
      </w:rPr>
      <w:t>/</w:t>
    </w:r>
    <w:r w:rsidRPr="000C1C7D">
      <w:rPr>
        <w:rFonts w:cs="Times New Roman"/>
        <w:sz w:val="20"/>
        <w:szCs w:val="20"/>
      </w:rPr>
      <w:fldChar w:fldCharType="begin"/>
    </w:r>
    <w:r w:rsidRPr="000C1C7D">
      <w:rPr>
        <w:rFonts w:cs="Times New Roman"/>
        <w:sz w:val="20"/>
        <w:szCs w:val="20"/>
      </w:rPr>
      <w:instrText xml:space="preserve"> NUMPAGES </w:instrText>
    </w:r>
    <w:r w:rsidRPr="000C1C7D">
      <w:rPr>
        <w:rFonts w:cs="Times New Roman"/>
        <w:sz w:val="20"/>
        <w:szCs w:val="20"/>
      </w:rPr>
      <w:fldChar w:fldCharType="separate"/>
    </w:r>
    <w:r w:rsidR="00756CA5">
      <w:rPr>
        <w:rFonts w:cs="Times New Roman"/>
        <w:noProof/>
        <w:sz w:val="20"/>
        <w:szCs w:val="20"/>
      </w:rPr>
      <w:t>1</w:t>
    </w:r>
    <w:r w:rsidRPr="000C1C7D">
      <w:rPr>
        <w:rFonts w:cs="Times New Roman"/>
        <w:sz w:val="20"/>
        <w:szCs w:val="20"/>
      </w:rPr>
      <w:fldChar w:fldCharType="end"/>
    </w:r>
  </w:p>
  <w:p w14:paraId="49CF9DA8" w14:textId="77777777" w:rsidR="00211B0E" w:rsidRDefault="00211B0E" w:rsidP="00CA7E33">
    <w:pPr>
      <w:pStyle w:val="Pieddepage"/>
      <w:tabs>
        <w:tab w:val="clear" w:pos="4536"/>
        <w:tab w:val="clear" w:pos="9072"/>
        <w:tab w:val="left" w:pos="4818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AF3D5" w14:textId="77777777" w:rsidR="00756CA5" w:rsidRDefault="00756CA5" w:rsidP="00FB1ED7">
      <w:r>
        <w:separator/>
      </w:r>
    </w:p>
  </w:footnote>
  <w:footnote w:type="continuationSeparator" w:id="0">
    <w:p w14:paraId="6D071EF2" w14:textId="77777777" w:rsidR="00756CA5" w:rsidRDefault="00756CA5" w:rsidP="00FB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Numérotation 1"/>
    <w:lvl w:ilvl="0">
      <w:start w:val="1"/>
      <w:numFmt w:val="upperRoman"/>
      <w:suff w:val="nothing"/>
      <w:lvlText w:val="%1- 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- "/>
      <w:lvlJc w:val="left"/>
      <w:pPr>
        <w:tabs>
          <w:tab w:val="num" w:pos="0"/>
        </w:tabs>
        <w:ind w:left="567" w:hanging="283"/>
      </w:pPr>
    </w:lvl>
    <w:lvl w:ilvl="2">
      <w:start w:val="1"/>
      <w:numFmt w:val="lowerLetter"/>
      <w:suff w:val="nothing"/>
      <w:lvlText w:val="%3) 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- 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- 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- 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- 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- 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- "/>
      <w:lvlJc w:val="left"/>
      <w:pPr>
        <w:tabs>
          <w:tab w:val="num" w:pos="0"/>
        </w:tabs>
        <w:ind w:left="2551" w:hanging="283"/>
      </w:pPr>
    </w:lvl>
  </w:abstractNum>
  <w:abstractNum w:abstractNumId="1">
    <w:nsid w:val="010E3357"/>
    <w:multiLevelType w:val="hybridMultilevel"/>
    <w:tmpl w:val="A198BD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840EF"/>
    <w:multiLevelType w:val="hybridMultilevel"/>
    <w:tmpl w:val="95740A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814E7"/>
    <w:multiLevelType w:val="multilevel"/>
    <w:tmpl w:val="D3AAA0E8"/>
    <w:lvl w:ilvl="0">
      <w:start w:val="1"/>
      <w:numFmt w:val="decimal"/>
      <w:pStyle w:val="Niv1"/>
      <w:lvlText w:val="%1."/>
      <w:lvlJc w:val="left"/>
      <w:pPr>
        <w:ind w:left="360" w:hanging="360"/>
      </w:pPr>
    </w:lvl>
    <w:lvl w:ilvl="1">
      <w:start w:val="1"/>
      <w:numFmt w:val="decimal"/>
      <w:pStyle w:val="Niv2"/>
      <w:lvlText w:val="%1.%2."/>
      <w:lvlJc w:val="left"/>
      <w:pPr>
        <w:ind w:left="792" w:hanging="432"/>
      </w:pPr>
    </w:lvl>
    <w:lvl w:ilvl="2">
      <w:start w:val="1"/>
      <w:numFmt w:val="decimal"/>
      <w:pStyle w:val="Ni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2B11E8"/>
    <w:multiLevelType w:val="multilevel"/>
    <w:tmpl w:val="D7845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F05FF"/>
    <w:multiLevelType w:val="hybridMultilevel"/>
    <w:tmpl w:val="FADA21AC"/>
    <w:lvl w:ilvl="0" w:tplc="28C2E7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11A76E34"/>
    <w:multiLevelType w:val="hybridMultilevel"/>
    <w:tmpl w:val="097C3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E004A"/>
    <w:multiLevelType w:val="multilevel"/>
    <w:tmpl w:val="D3AAA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367100B"/>
    <w:multiLevelType w:val="multilevel"/>
    <w:tmpl w:val="750A6730"/>
    <w:styleLink w:val="Numbering1"/>
    <w:lvl w:ilvl="0">
      <w:start w:val="1"/>
      <w:numFmt w:val="upperRoman"/>
      <w:pStyle w:val="Titre31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42D23BC"/>
    <w:multiLevelType w:val="multilevel"/>
    <w:tmpl w:val="87ECDCBE"/>
    <w:lvl w:ilvl="0">
      <w:start w:val="1"/>
      <w:numFmt w:val="upperRoman"/>
      <w:pStyle w:val="Titre-I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pStyle w:val="Titre-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-1"/>
      <w:lvlText w:val="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77"/>
        </w:tabs>
        <w:ind w:left="454" w:hanging="397"/>
      </w:pPr>
      <w:rPr>
        <w:rFonts w:hint="default"/>
        <w:b/>
        <w:i w:val="0"/>
      </w:r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1D7F3814"/>
    <w:multiLevelType w:val="hybridMultilevel"/>
    <w:tmpl w:val="35F20FB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E25B3"/>
    <w:multiLevelType w:val="hybridMultilevel"/>
    <w:tmpl w:val="2046A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32A22"/>
    <w:multiLevelType w:val="multilevel"/>
    <w:tmpl w:val="D3AAA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343D8F"/>
    <w:multiLevelType w:val="hybridMultilevel"/>
    <w:tmpl w:val="9EC692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A3932"/>
    <w:multiLevelType w:val="hybridMultilevel"/>
    <w:tmpl w:val="00FAB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54F50"/>
    <w:multiLevelType w:val="hybridMultilevel"/>
    <w:tmpl w:val="FF7A7DC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2E744597"/>
    <w:multiLevelType w:val="hybridMultilevel"/>
    <w:tmpl w:val="916C5E90"/>
    <w:lvl w:ilvl="0" w:tplc="55A617F4">
      <w:start w:val="1"/>
      <w:numFmt w:val="lowerLetter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57449"/>
    <w:multiLevelType w:val="hybridMultilevel"/>
    <w:tmpl w:val="ABFC5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583E8B"/>
    <w:multiLevelType w:val="multilevel"/>
    <w:tmpl w:val="A198BD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33D53"/>
    <w:multiLevelType w:val="multilevel"/>
    <w:tmpl w:val="9EC69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4F746A"/>
    <w:multiLevelType w:val="hybridMultilevel"/>
    <w:tmpl w:val="9ABA6D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B7131B"/>
    <w:multiLevelType w:val="hybridMultilevel"/>
    <w:tmpl w:val="6D26B7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5D1CC4"/>
    <w:multiLevelType w:val="hybridMultilevel"/>
    <w:tmpl w:val="6136EE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1B263F"/>
    <w:multiLevelType w:val="hybridMultilevel"/>
    <w:tmpl w:val="017673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60498E"/>
    <w:multiLevelType w:val="hybridMultilevel"/>
    <w:tmpl w:val="0E4865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E0071"/>
    <w:multiLevelType w:val="multilevel"/>
    <w:tmpl w:val="C32E45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634F3"/>
    <w:multiLevelType w:val="multilevel"/>
    <w:tmpl w:val="1B6C5B9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B0055E"/>
    <w:multiLevelType w:val="hybridMultilevel"/>
    <w:tmpl w:val="49000F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B37BAF"/>
    <w:multiLevelType w:val="hybridMultilevel"/>
    <w:tmpl w:val="9614E776"/>
    <w:lvl w:ilvl="0" w:tplc="040C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9">
    <w:nsid w:val="5EE3732C"/>
    <w:multiLevelType w:val="hybridMultilevel"/>
    <w:tmpl w:val="286ACB4C"/>
    <w:lvl w:ilvl="0" w:tplc="D0F838A0">
      <w:start w:val="1"/>
      <w:numFmt w:val="decimal"/>
      <w:lvlText w:val="%1)"/>
      <w:lvlJc w:val="left"/>
      <w:pPr>
        <w:ind w:left="927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1117D8"/>
    <w:multiLevelType w:val="hybridMultilevel"/>
    <w:tmpl w:val="C32E457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ED4A18"/>
    <w:multiLevelType w:val="hybridMultilevel"/>
    <w:tmpl w:val="BACC92C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E3E0283"/>
    <w:multiLevelType w:val="hybridMultilevel"/>
    <w:tmpl w:val="F7E6F110"/>
    <w:lvl w:ilvl="0" w:tplc="28C2E7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597D76"/>
    <w:multiLevelType w:val="hybridMultilevel"/>
    <w:tmpl w:val="5A723C6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602DF"/>
    <w:multiLevelType w:val="hybridMultilevel"/>
    <w:tmpl w:val="B10EF2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58039A"/>
    <w:multiLevelType w:val="hybridMultilevel"/>
    <w:tmpl w:val="D1D463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E877F2"/>
    <w:multiLevelType w:val="hybridMultilevel"/>
    <w:tmpl w:val="5CD6F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AD756F"/>
    <w:multiLevelType w:val="hybridMultilevel"/>
    <w:tmpl w:val="E9E0C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A9254F"/>
    <w:multiLevelType w:val="multilevel"/>
    <w:tmpl w:val="80129958"/>
    <w:styleLink w:val="Numbering2"/>
    <w:lvl w:ilvl="0">
      <w:start w:val="1"/>
      <w:numFmt w:val="decimal"/>
      <w:pStyle w:val="Question"/>
      <w:lvlText w:val="%1)"/>
      <w:lvlJc w:val="left"/>
      <w:pPr>
        <w:ind w:left="360" w:hanging="360"/>
      </w:pPr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num w:numId="1">
    <w:abstractNumId w:val="3"/>
  </w:num>
  <w:num w:numId="2">
    <w:abstractNumId w:val="8"/>
  </w:num>
  <w:num w:numId="3">
    <w:abstractNumId w:val="38"/>
    <w:lvlOverride w:ilvl="0">
      <w:lvl w:ilvl="0">
        <w:start w:val="1"/>
        <w:numFmt w:val="decimal"/>
        <w:pStyle w:val="Question"/>
        <w:lvlText w:val="%1)"/>
        <w:lvlJc w:val="left"/>
        <w:pPr>
          <w:ind w:left="360" w:hanging="360"/>
        </w:pPr>
      </w:lvl>
    </w:lvlOverride>
    <w:lvlOverride w:ilvl="1">
      <w:lvl w:ilvl="1">
        <w:start w:val="2"/>
        <w:numFmt w:val="decimal"/>
        <w:lvlText w:val="%2"/>
        <w:lvlJc w:val="left"/>
      </w:lvl>
    </w:lvlOverride>
    <w:lvlOverride w:ilvl="2">
      <w:lvl w:ilvl="2">
        <w:start w:val="3"/>
        <w:numFmt w:val="decimal"/>
        <w:lvlText w:val="%3"/>
        <w:lvlJc w:val="left"/>
      </w:lvl>
    </w:lvlOverride>
    <w:lvlOverride w:ilvl="3">
      <w:lvl w:ilvl="3">
        <w:start w:val="4"/>
        <w:numFmt w:val="decimal"/>
        <w:lvlText w:val="%4"/>
        <w:lvlJc w:val="left"/>
      </w:lvl>
    </w:lvlOverride>
    <w:lvlOverride w:ilvl="4">
      <w:lvl w:ilvl="4">
        <w:start w:val="5"/>
        <w:numFmt w:val="decimal"/>
        <w:lvlText w:val="%5"/>
        <w:lvlJc w:val="left"/>
      </w:lvl>
    </w:lvlOverride>
    <w:lvlOverride w:ilvl="5">
      <w:lvl w:ilvl="5">
        <w:start w:val="6"/>
        <w:numFmt w:val="decimal"/>
        <w:lvlText w:val="%6"/>
        <w:lvlJc w:val="left"/>
      </w:lvl>
    </w:lvlOverride>
    <w:lvlOverride w:ilvl="6">
      <w:lvl w:ilvl="6">
        <w:start w:val="7"/>
        <w:numFmt w:val="decimal"/>
        <w:lvlText w:val="%7"/>
        <w:lvlJc w:val="left"/>
      </w:lvl>
    </w:lvlOverride>
    <w:lvlOverride w:ilvl="7">
      <w:lvl w:ilvl="7">
        <w:start w:val="8"/>
        <w:numFmt w:val="decimal"/>
        <w:lvlText w:val="%8"/>
        <w:lvlJc w:val="left"/>
      </w:lvl>
    </w:lvlOverride>
    <w:lvlOverride w:ilvl="8">
      <w:lvl w:ilvl="8">
        <w:start w:val="9"/>
        <w:numFmt w:val="decimal"/>
        <w:lvlText w:val="%9"/>
        <w:lvlJc w:val="left"/>
      </w:lvl>
    </w:lvlOverride>
  </w:num>
  <w:num w:numId="4">
    <w:abstractNumId w:val="38"/>
  </w:num>
  <w:num w:numId="5">
    <w:abstractNumId w:val="17"/>
  </w:num>
  <w:num w:numId="6">
    <w:abstractNumId w:val="6"/>
  </w:num>
  <w:num w:numId="7">
    <w:abstractNumId w:val="34"/>
  </w:num>
  <w:num w:numId="8">
    <w:abstractNumId w:val="11"/>
  </w:num>
  <w:num w:numId="9">
    <w:abstractNumId w:val="37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2"/>
  </w:num>
  <w:num w:numId="13">
    <w:abstractNumId w:val="9"/>
  </w:num>
  <w:num w:numId="14">
    <w:abstractNumId w:val="15"/>
  </w:num>
  <w:num w:numId="15">
    <w:abstractNumId w:val="5"/>
  </w:num>
  <w:num w:numId="16">
    <w:abstractNumId w:val="23"/>
  </w:num>
  <w:num w:numId="17">
    <w:abstractNumId w:val="36"/>
  </w:num>
  <w:num w:numId="18">
    <w:abstractNumId w:val="14"/>
  </w:num>
  <w:num w:numId="19">
    <w:abstractNumId w:val="32"/>
  </w:num>
  <w:num w:numId="20">
    <w:abstractNumId w:val="28"/>
  </w:num>
  <w:num w:numId="21">
    <w:abstractNumId w:val="29"/>
  </w:num>
  <w:num w:numId="22">
    <w:abstractNumId w:val="10"/>
  </w:num>
  <w:num w:numId="23">
    <w:abstractNumId w:val="21"/>
  </w:num>
  <w:num w:numId="24">
    <w:abstractNumId w:val="2"/>
  </w:num>
  <w:num w:numId="25">
    <w:abstractNumId w:val="35"/>
  </w:num>
  <w:num w:numId="26">
    <w:abstractNumId w:val="1"/>
  </w:num>
  <w:num w:numId="27">
    <w:abstractNumId w:val="18"/>
  </w:num>
  <w:num w:numId="28">
    <w:abstractNumId w:val="20"/>
  </w:num>
  <w:num w:numId="29">
    <w:abstractNumId w:val="33"/>
  </w:num>
  <w:num w:numId="30">
    <w:abstractNumId w:val="4"/>
  </w:num>
  <w:num w:numId="31">
    <w:abstractNumId w:val="30"/>
  </w:num>
  <w:num w:numId="32">
    <w:abstractNumId w:val="25"/>
  </w:num>
  <w:num w:numId="33">
    <w:abstractNumId w:val="16"/>
  </w:num>
  <w:num w:numId="34">
    <w:abstractNumId w:val="3"/>
  </w:num>
  <w:num w:numId="35">
    <w:abstractNumId w:val="3"/>
  </w:num>
  <w:num w:numId="36">
    <w:abstractNumId w:val="3"/>
  </w:num>
  <w:num w:numId="37">
    <w:abstractNumId w:val="31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13"/>
  </w:num>
  <w:num w:numId="44">
    <w:abstractNumId w:val="19"/>
  </w:num>
  <w:num w:numId="45">
    <w:abstractNumId w:val="27"/>
  </w:num>
  <w:num w:numId="46">
    <w:abstractNumId w:val="7"/>
  </w:num>
  <w:num w:numId="47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6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57"/>
  <w:drawingGridVerticalSpacing w:val="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24"/>
    <w:rsid w:val="000042DA"/>
    <w:rsid w:val="00006CF1"/>
    <w:rsid w:val="00007084"/>
    <w:rsid w:val="00007C34"/>
    <w:rsid w:val="000227ED"/>
    <w:rsid w:val="000246DE"/>
    <w:rsid w:val="00051753"/>
    <w:rsid w:val="00071D05"/>
    <w:rsid w:val="00077D50"/>
    <w:rsid w:val="000832B7"/>
    <w:rsid w:val="000868B0"/>
    <w:rsid w:val="00091A94"/>
    <w:rsid w:val="00095AAD"/>
    <w:rsid w:val="000A0F86"/>
    <w:rsid w:val="000A3DC2"/>
    <w:rsid w:val="000B0613"/>
    <w:rsid w:val="000B30BE"/>
    <w:rsid w:val="000B40C4"/>
    <w:rsid w:val="000B56C3"/>
    <w:rsid w:val="000C1C7D"/>
    <w:rsid w:val="000C694B"/>
    <w:rsid w:val="000D18AC"/>
    <w:rsid w:val="000D339C"/>
    <w:rsid w:val="000D7F32"/>
    <w:rsid w:val="000E3BEB"/>
    <w:rsid w:val="000F5C8F"/>
    <w:rsid w:val="00100C38"/>
    <w:rsid w:val="00111182"/>
    <w:rsid w:val="00122229"/>
    <w:rsid w:val="00123272"/>
    <w:rsid w:val="0013171F"/>
    <w:rsid w:val="001339F0"/>
    <w:rsid w:val="00141224"/>
    <w:rsid w:val="0014134F"/>
    <w:rsid w:val="001465A5"/>
    <w:rsid w:val="00150221"/>
    <w:rsid w:val="00171E81"/>
    <w:rsid w:val="00187379"/>
    <w:rsid w:val="001A0A0B"/>
    <w:rsid w:val="001A1E9C"/>
    <w:rsid w:val="001B146E"/>
    <w:rsid w:val="001B18C4"/>
    <w:rsid w:val="001B18D4"/>
    <w:rsid w:val="001B636D"/>
    <w:rsid w:val="001C462C"/>
    <w:rsid w:val="001D4974"/>
    <w:rsid w:val="001D5CDB"/>
    <w:rsid w:val="001E34CF"/>
    <w:rsid w:val="001F21AF"/>
    <w:rsid w:val="00211B0E"/>
    <w:rsid w:val="002175BA"/>
    <w:rsid w:val="00241B04"/>
    <w:rsid w:val="00242CF1"/>
    <w:rsid w:val="0028286E"/>
    <w:rsid w:val="002830AA"/>
    <w:rsid w:val="002943DE"/>
    <w:rsid w:val="002A68CC"/>
    <w:rsid w:val="002B4EF8"/>
    <w:rsid w:val="002B661F"/>
    <w:rsid w:val="002B725B"/>
    <w:rsid w:val="002B790C"/>
    <w:rsid w:val="002B7D39"/>
    <w:rsid w:val="002C13BC"/>
    <w:rsid w:val="002C226F"/>
    <w:rsid w:val="002D0ECD"/>
    <w:rsid w:val="002D3903"/>
    <w:rsid w:val="002D5746"/>
    <w:rsid w:val="002F0D5A"/>
    <w:rsid w:val="00301985"/>
    <w:rsid w:val="00324950"/>
    <w:rsid w:val="00324FC3"/>
    <w:rsid w:val="0032505B"/>
    <w:rsid w:val="00327BFF"/>
    <w:rsid w:val="00333CEA"/>
    <w:rsid w:val="00335591"/>
    <w:rsid w:val="00340FC3"/>
    <w:rsid w:val="003420D0"/>
    <w:rsid w:val="003503FC"/>
    <w:rsid w:val="00356D0B"/>
    <w:rsid w:val="003700C9"/>
    <w:rsid w:val="00372A65"/>
    <w:rsid w:val="00373623"/>
    <w:rsid w:val="00381200"/>
    <w:rsid w:val="00381AA3"/>
    <w:rsid w:val="003875F0"/>
    <w:rsid w:val="003A68DB"/>
    <w:rsid w:val="003C5189"/>
    <w:rsid w:val="003C6BD0"/>
    <w:rsid w:val="003E26D2"/>
    <w:rsid w:val="003F1D58"/>
    <w:rsid w:val="003F411F"/>
    <w:rsid w:val="003F7483"/>
    <w:rsid w:val="00402D86"/>
    <w:rsid w:val="004034B4"/>
    <w:rsid w:val="00406C86"/>
    <w:rsid w:val="00410FE9"/>
    <w:rsid w:val="004207F3"/>
    <w:rsid w:val="00421931"/>
    <w:rsid w:val="004277E1"/>
    <w:rsid w:val="00431645"/>
    <w:rsid w:val="0044084D"/>
    <w:rsid w:val="004431DE"/>
    <w:rsid w:val="004814A9"/>
    <w:rsid w:val="0049326A"/>
    <w:rsid w:val="00494B6C"/>
    <w:rsid w:val="00496605"/>
    <w:rsid w:val="00496AE5"/>
    <w:rsid w:val="004A1629"/>
    <w:rsid w:val="004A4AEA"/>
    <w:rsid w:val="004A6011"/>
    <w:rsid w:val="004B0E24"/>
    <w:rsid w:val="004B23F7"/>
    <w:rsid w:val="004B47CF"/>
    <w:rsid w:val="004C78E7"/>
    <w:rsid w:val="004D1C38"/>
    <w:rsid w:val="004D4212"/>
    <w:rsid w:val="004D5019"/>
    <w:rsid w:val="004F3161"/>
    <w:rsid w:val="004F6662"/>
    <w:rsid w:val="00501C49"/>
    <w:rsid w:val="00516A8A"/>
    <w:rsid w:val="00523A56"/>
    <w:rsid w:val="005408AB"/>
    <w:rsid w:val="00546B98"/>
    <w:rsid w:val="00554360"/>
    <w:rsid w:val="00562DD4"/>
    <w:rsid w:val="005631B9"/>
    <w:rsid w:val="0056778D"/>
    <w:rsid w:val="00571F76"/>
    <w:rsid w:val="00572DE3"/>
    <w:rsid w:val="0058372F"/>
    <w:rsid w:val="00587D23"/>
    <w:rsid w:val="00591DC4"/>
    <w:rsid w:val="00595B4F"/>
    <w:rsid w:val="005B0CAA"/>
    <w:rsid w:val="005B2FD8"/>
    <w:rsid w:val="005C08DC"/>
    <w:rsid w:val="005C7D01"/>
    <w:rsid w:val="005E2EC4"/>
    <w:rsid w:val="005E3FD8"/>
    <w:rsid w:val="005F266E"/>
    <w:rsid w:val="005F352F"/>
    <w:rsid w:val="00603373"/>
    <w:rsid w:val="006058CD"/>
    <w:rsid w:val="00611EF6"/>
    <w:rsid w:val="006218E1"/>
    <w:rsid w:val="006230B1"/>
    <w:rsid w:val="006245FD"/>
    <w:rsid w:val="00631891"/>
    <w:rsid w:val="006374FB"/>
    <w:rsid w:val="00642BC4"/>
    <w:rsid w:val="00651BF1"/>
    <w:rsid w:val="006537FF"/>
    <w:rsid w:val="006564AE"/>
    <w:rsid w:val="00661F30"/>
    <w:rsid w:val="00666527"/>
    <w:rsid w:val="00674DC6"/>
    <w:rsid w:val="00683615"/>
    <w:rsid w:val="00684C75"/>
    <w:rsid w:val="006863B6"/>
    <w:rsid w:val="006957AF"/>
    <w:rsid w:val="006A492B"/>
    <w:rsid w:val="006A6FDD"/>
    <w:rsid w:val="006C163E"/>
    <w:rsid w:val="006C28B9"/>
    <w:rsid w:val="006C3B76"/>
    <w:rsid w:val="006C55A4"/>
    <w:rsid w:val="006D5F3B"/>
    <w:rsid w:val="006D79B1"/>
    <w:rsid w:val="006E14B1"/>
    <w:rsid w:val="006E1C03"/>
    <w:rsid w:val="006E78AA"/>
    <w:rsid w:val="00702F82"/>
    <w:rsid w:val="007061C3"/>
    <w:rsid w:val="00710400"/>
    <w:rsid w:val="0072738B"/>
    <w:rsid w:val="00731391"/>
    <w:rsid w:val="00740C35"/>
    <w:rsid w:val="00752CB7"/>
    <w:rsid w:val="00756CA5"/>
    <w:rsid w:val="0077788C"/>
    <w:rsid w:val="007823C7"/>
    <w:rsid w:val="00783B3E"/>
    <w:rsid w:val="0078582E"/>
    <w:rsid w:val="00785DAD"/>
    <w:rsid w:val="00793550"/>
    <w:rsid w:val="007E3288"/>
    <w:rsid w:val="007E4CC0"/>
    <w:rsid w:val="007F3134"/>
    <w:rsid w:val="008162BB"/>
    <w:rsid w:val="0082668E"/>
    <w:rsid w:val="00832956"/>
    <w:rsid w:val="00842606"/>
    <w:rsid w:val="0085467C"/>
    <w:rsid w:val="00864153"/>
    <w:rsid w:val="00871372"/>
    <w:rsid w:val="008B08B3"/>
    <w:rsid w:val="008B5142"/>
    <w:rsid w:val="008C4568"/>
    <w:rsid w:val="008C79D2"/>
    <w:rsid w:val="008D1203"/>
    <w:rsid w:val="008D56C7"/>
    <w:rsid w:val="008D6CC8"/>
    <w:rsid w:val="008E6969"/>
    <w:rsid w:val="009013A3"/>
    <w:rsid w:val="00902A68"/>
    <w:rsid w:val="0091478C"/>
    <w:rsid w:val="0091746C"/>
    <w:rsid w:val="00926EDE"/>
    <w:rsid w:val="0093016F"/>
    <w:rsid w:val="0093680D"/>
    <w:rsid w:val="00941ED8"/>
    <w:rsid w:val="009538B3"/>
    <w:rsid w:val="0095403E"/>
    <w:rsid w:val="00963F67"/>
    <w:rsid w:val="00971AFC"/>
    <w:rsid w:val="00981F1A"/>
    <w:rsid w:val="009825FE"/>
    <w:rsid w:val="00982701"/>
    <w:rsid w:val="009A5161"/>
    <w:rsid w:val="009C6DF1"/>
    <w:rsid w:val="009D1192"/>
    <w:rsid w:val="009D233D"/>
    <w:rsid w:val="009E3C18"/>
    <w:rsid w:val="009E7822"/>
    <w:rsid w:val="009F68AC"/>
    <w:rsid w:val="00A01167"/>
    <w:rsid w:val="00A16AE5"/>
    <w:rsid w:val="00A30870"/>
    <w:rsid w:val="00A352B8"/>
    <w:rsid w:val="00A42BB8"/>
    <w:rsid w:val="00A52865"/>
    <w:rsid w:val="00A61920"/>
    <w:rsid w:val="00A6252C"/>
    <w:rsid w:val="00A71AB6"/>
    <w:rsid w:val="00A86156"/>
    <w:rsid w:val="00A87CB2"/>
    <w:rsid w:val="00A924B7"/>
    <w:rsid w:val="00A92573"/>
    <w:rsid w:val="00A93227"/>
    <w:rsid w:val="00A95EFB"/>
    <w:rsid w:val="00AA2576"/>
    <w:rsid w:val="00AA4177"/>
    <w:rsid w:val="00AA63E5"/>
    <w:rsid w:val="00AC44CA"/>
    <w:rsid w:val="00AD33C2"/>
    <w:rsid w:val="00AD33D0"/>
    <w:rsid w:val="00AD61BB"/>
    <w:rsid w:val="00AE0B85"/>
    <w:rsid w:val="00AE4FF6"/>
    <w:rsid w:val="00AF5C3C"/>
    <w:rsid w:val="00B04382"/>
    <w:rsid w:val="00B057DB"/>
    <w:rsid w:val="00B05DFA"/>
    <w:rsid w:val="00B06A13"/>
    <w:rsid w:val="00B077CE"/>
    <w:rsid w:val="00B14F44"/>
    <w:rsid w:val="00B42792"/>
    <w:rsid w:val="00B53A25"/>
    <w:rsid w:val="00B65287"/>
    <w:rsid w:val="00B67477"/>
    <w:rsid w:val="00B735FC"/>
    <w:rsid w:val="00B754C7"/>
    <w:rsid w:val="00B75BB2"/>
    <w:rsid w:val="00B84FB0"/>
    <w:rsid w:val="00BA58AD"/>
    <w:rsid w:val="00BA741A"/>
    <w:rsid w:val="00BD00C9"/>
    <w:rsid w:val="00BE207B"/>
    <w:rsid w:val="00BE3A3F"/>
    <w:rsid w:val="00BE4EA3"/>
    <w:rsid w:val="00BF4820"/>
    <w:rsid w:val="00BF5724"/>
    <w:rsid w:val="00C05898"/>
    <w:rsid w:val="00C06D86"/>
    <w:rsid w:val="00C1410C"/>
    <w:rsid w:val="00C26128"/>
    <w:rsid w:val="00C264EF"/>
    <w:rsid w:val="00C2726F"/>
    <w:rsid w:val="00C327A4"/>
    <w:rsid w:val="00C35111"/>
    <w:rsid w:val="00C36904"/>
    <w:rsid w:val="00C4414D"/>
    <w:rsid w:val="00C452DF"/>
    <w:rsid w:val="00C57ABF"/>
    <w:rsid w:val="00C66C41"/>
    <w:rsid w:val="00C74C2D"/>
    <w:rsid w:val="00C7512D"/>
    <w:rsid w:val="00C92497"/>
    <w:rsid w:val="00C93AB3"/>
    <w:rsid w:val="00C9777D"/>
    <w:rsid w:val="00CA7E33"/>
    <w:rsid w:val="00CC362F"/>
    <w:rsid w:val="00CD6B83"/>
    <w:rsid w:val="00CE11A4"/>
    <w:rsid w:val="00CE1CD0"/>
    <w:rsid w:val="00CE3F20"/>
    <w:rsid w:val="00CF1164"/>
    <w:rsid w:val="00CF26D9"/>
    <w:rsid w:val="00CF7E8D"/>
    <w:rsid w:val="00D072CC"/>
    <w:rsid w:val="00D2192B"/>
    <w:rsid w:val="00D34521"/>
    <w:rsid w:val="00D40327"/>
    <w:rsid w:val="00D42F6D"/>
    <w:rsid w:val="00D6364E"/>
    <w:rsid w:val="00D8404C"/>
    <w:rsid w:val="00D970AB"/>
    <w:rsid w:val="00DA4884"/>
    <w:rsid w:val="00DB42F2"/>
    <w:rsid w:val="00DC3C14"/>
    <w:rsid w:val="00DD75BF"/>
    <w:rsid w:val="00DE35F7"/>
    <w:rsid w:val="00DF7536"/>
    <w:rsid w:val="00DF759D"/>
    <w:rsid w:val="00E01D6A"/>
    <w:rsid w:val="00E11394"/>
    <w:rsid w:val="00E1209A"/>
    <w:rsid w:val="00E126F9"/>
    <w:rsid w:val="00E25253"/>
    <w:rsid w:val="00E259FC"/>
    <w:rsid w:val="00E32495"/>
    <w:rsid w:val="00E33E2E"/>
    <w:rsid w:val="00E3439F"/>
    <w:rsid w:val="00E37624"/>
    <w:rsid w:val="00E44042"/>
    <w:rsid w:val="00E454D3"/>
    <w:rsid w:val="00E543E9"/>
    <w:rsid w:val="00E77ECC"/>
    <w:rsid w:val="00E80E3F"/>
    <w:rsid w:val="00E81E0E"/>
    <w:rsid w:val="00E84A9E"/>
    <w:rsid w:val="00EC3280"/>
    <w:rsid w:val="00EC3F7F"/>
    <w:rsid w:val="00EC7CB2"/>
    <w:rsid w:val="00ED2ED2"/>
    <w:rsid w:val="00EE6BE6"/>
    <w:rsid w:val="00F13912"/>
    <w:rsid w:val="00F14D59"/>
    <w:rsid w:val="00F171BA"/>
    <w:rsid w:val="00F218B2"/>
    <w:rsid w:val="00F24BF1"/>
    <w:rsid w:val="00F26D4E"/>
    <w:rsid w:val="00F333AD"/>
    <w:rsid w:val="00F405DF"/>
    <w:rsid w:val="00F427B4"/>
    <w:rsid w:val="00F766A4"/>
    <w:rsid w:val="00F81B09"/>
    <w:rsid w:val="00F90457"/>
    <w:rsid w:val="00FA3AA7"/>
    <w:rsid w:val="00FA4932"/>
    <w:rsid w:val="00FB1ED7"/>
    <w:rsid w:val="00FC09BB"/>
    <w:rsid w:val="00FC279F"/>
    <w:rsid w:val="00FC45D5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C2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E2EC4"/>
    <w:pPr>
      <w:spacing w:line="276" w:lineRule="auto"/>
    </w:pPr>
    <w:rPr>
      <w:sz w:val="20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B1ED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B1ED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B1ED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re4">
    <w:name w:val="heading 4"/>
    <w:basedOn w:val="Standard"/>
    <w:next w:val="Normal"/>
    <w:link w:val="Titre4Car"/>
    <w:uiPriority w:val="9"/>
    <w:unhideWhenUsed/>
    <w:rsid w:val="00FB1ED7"/>
    <w:pPr>
      <w:jc w:val="center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rsid w:val="00FB1ED7"/>
    <w:rPr>
      <w:sz w:val="22"/>
      <w:szCs w:val="22"/>
      <w:lang w:eastAsia="en-US"/>
    </w:rPr>
  </w:style>
  <w:style w:type="paragraph" w:customStyle="1" w:styleId="Niv1">
    <w:name w:val="Niv1"/>
    <w:basedOn w:val="Sansinterligne"/>
    <w:qFormat/>
    <w:rsid w:val="00C93AB3"/>
    <w:pPr>
      <w:numPr>
        <w:numId w:val="1"/>
      </w:numPr>
    </w:pPr>
    <w:rPr>
      <w:rFonts w:ascii="Times New Roman" w:hAnsi="Times New Roman"/>
      <w:b/>
      <w:color w:val="548DD4" w:themeColor="text2" w:themeTint="99"/>
      <w:sz w:val="24"/>
      <w:szCs w:val="32"/>
    </w:rPr>
  </w:style>
  <w:style w:type="paragraph" w:customStyle="1" w:styleId="Niv2">
    <w:name w:val="Niv2"/>
    <w:basedOn w:val="Sansinterligne"/>
    <w:qFormat/>
    <w:rsid w:val="00A924B7"/>
    <w:pPr>
      <w:numPr>
        <w:ilvl w:val="1"/>
        <w:numId w:val="1"/>
      </w:numPr>
      <w:spacing w:before="120" w:after="120"/>
    </w:pPr>
    <w:rPr>
      <w:rFonts w:ascii="Times New Roman" w:hAnsi="Times New Roman"/>
      <w:b/>
      <w:color w:val="365F91"/>
      <w:sz w:val="28"/>
      <w:szCs w:val="28"/>
    </w:rPr>
  </w:style>
  <w:style w:type="paragraph" w:customStyle="1" w:styleId="Niv3">
    <w:name w:val="Niv3"/>
    <w:basedOn w:val="Niv1"/>
    <w:qFormat/>
    <w:rsid w:val="006C28B9"/>
    <w:pPr>
      <w:numPr>
        <w:ilvl w:val="2"/>
      </w:numPr>
      <w:spacing w:before="120" w:after="120"/>
    </w:pPr>
    <w:rPr>
      <w:szCs w:val="24"/>
    </w:rPr>
  </w:style>
  <w:style w:type="paragraph" w:styleId="En-tte">
    <w:name w:val="header"/>
    <w:basedOn w:val="Normal"/>
    <w:link w:val="En-tt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ED7"/>
  </w:style>
  <w:style w:type="paragraph" w:styleId="Pieddepage">
    <w:name w:val="footer"/>
    <w:basedOn w:val="Normal"/>
    <w:link w:val="PieddepageCar"/>
    <w:uiPriority w:val="99"/>
    <w:unhideWhenUsed/>
    <w:rsid w:val="00FB1E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ED7"/>
  </w:style>
  <w:style w:type="character" w:customStyle="1" w:styleId="Titre4Car">
    <w:name w:val="Titre 4 Car"/>
    <w:link w:val="Titre4"/>
    <w:uiPriority w:val="9"/>
    <w:rsid w:val="00FB1ED7"/>
    <w:rPr>
      <w:rFonts w:ascii="Times New Roman" w:eastAsia="Andale Sans UI" w:hAnsi="Times New Roman" w:cs="Tahoma"/>
      <w:b/>
      <w:kern w:val="3"/>
      <w:sz w:val="24"/>
      <w:szCs w:val="24"/>
      <w:lang w:eastAsia="ja-JP" w:bidi="fa-IR"/>
    </w:rPr>
  </w:style>
  <w:style w:type="paragraph" w:customStyle="1" w:styleId="Standard">
    <w:name w:val="Standard"/>
    <w:qFormat/>
    <w:rsid w:val="004D4212"/>
    <w:pPr>
      <w:widowControl w:val="0"/>
      <w:suppressAutoHyphens/>
      <w:autoSpaceDN w:val="0"/>
      <w:jc w:val="both"/>
      <w:textAlignment w:val="baseline"/>
    </w:pPr>
    <w:rPr>
      <w:rFonts w:ascii="Times New Roman" w:eastAsia="Andale Sans UI" w:hAnsi="Times New Roman" w:cs="Tahoma"/>
      <w:kern w:val="3"/>
      <w:lang w:eastAsia="ja-JP" w:bidi="fa-IR"/>
    </w:rPr>
  </w:style>
  <w:style w:type="paragraph" w:customStyle="1" w:styleId="Heading">
    <w:name w:val="Heading"/>
    <w:basedOn w:val="Standard"/>
    <w:rsid w:val="00FB1ED7"/>
    <w:pPr>
      <w:keepNext/>
      <w:spacing w:before="113" w:after="113"/>
      <w:jc w:val="center"/>
    </w:pPr>
    <w:rPr>
      <w:rFonts w:ascii="Arial" w:hAnsi="Arial"/>
      <w:b/>
      <w:color w:val="FF3366"/>
      <w:sz w:val="32"/>
      <w:szCs w:val="28"/>
    </w:rPr>
  </w:style>
  <w:style w:type="paragraph" w:customStyle="1" w:styleId="Titre31">
    <w:name w:val="Titre 31"/>
    <w:basedOn w:val="Heading"/>
    <w:next w:val="Normal"/>
    <w:rsid w:val="00FB1ED7"/>
    <w:pPr>
      <w:numPr>
        <w:numId w:val="2"/>
      </w:numPr>
      <w:spacing w:after="57"/>
      <w:jc w:val="both"/>
      <w:outlineLvl w:val="2"/>
    </w:pPr>
    <w:rPr>
      <w:rFonts w:ascii="Times New Roman" w:hAnsi="Times New Roman"/>
      <w:bCs/>
      <w:i/>
      <w:color w:val="00B8FF"/>
      <w:sz w:val="28"/>
      <w:u w:val="single"/>
    </w:rPr>
  </w:style>
  <w:style w:type="numbering" w:customStyle="1" w:styleId="Numbering1">
    <w:name w:val="Numbering 1"/>
    <w:basedOn w:val="Aucuneliste"/>
    <w:rsid w:val="00FB1ED7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D7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B1ED7"/>
    <w:rPr>
      <w:rFonts w:ascii="Tahoma" w:eastAsia="Andale Sans UI" w:hAnsi="Tahoma" w:cs="Tahoma"/>
      <w:kern w:val="3"/>
      <w:sz w:val="16"/>
      <w:szCs w:val="16"/>
      <w:lang w:eastAsia="ja-JP" w:bidi="fa-IR"/>
    </w:rPr>
  </w:style>
  <w:style w:type="character" w:customStyle="1" w:styleId="Titre1Car">
    <w:name w:val="Titre 1 Car"/>
    <w:link w:val="Titre1"/>
    <w:uiPriority w:val="9"/>
    <w:rsid w:val="00FB1ED7"/>
    <w:rPr>
      <w:rFonts w:ascii="Cambria" w:eastAsia="Times New Roman" w:hAnsi="Cambria" w:cs="Times New Roman"/>
      <w:b/>
      <w:bCs/>
      <w:color w:val="365F91"/>
      <w:kern w:val="3"/>
      <w:sz w:val="28"/>
      <w:szCs w:val="28"/>
      <w:lang w:eastAsia="ja-JP" w:bidi="fa-IR"/>
    </w:rPr>
  </w:style>
  <w:style w:type="character" w:customStyle="1" w:styleId="Titre2Car">
    <w:name w:val="Titre 2 Car"/>
    <w:link w:val="Titre2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ja-JP" w:bidi="fa-IR"/>
    </w:rPr>
  </w:style>
  <w:style w:type="character" w:customStyle="1" w:styleId="Titre3Car">
    <w:name w:val="Titre 3 Car"/>
    <w:link w:val="Titre3"/>
    <w:uiPriority w:val="9"/>
    <w:semiHidden/>
    <w:rsid w:val="00FB1ED7"/>
    <w:rPr>
      <w:rFonts w:ascii="Cambria" w:eastAsia="Times New Roman" w:hAnsi="Cambria" w:cs="Times New Roman"/>
      <w:b/>
      <w:bCs/>
      <w:color w:val="4F81BD"/>
      <w:kern w:val="3"/>
      <w:sz w:val="24"/>
      <w:szCs w:val="24"/>
      <w:lang w:eastAsia="ja-JP" w:bidi="fa-IR"/>
    </w:rPr>
  </w:style>
  <w:style w:type="paragraph" w:customStyle="1" w:styleId="Question">
    <w:name w:val="Question"/>
    <w:basedOn w:val="Standard"/>
    <w:next w:val="Rponses"/>
    <w:qFormat/>
    <w:rsid w:val="005E3FD8"/>
    <w:pPr>
      <w:numPr>
        <w:numId w:val="3"/>
      </w:numPr>
      <w:spacing w:before="120" w:after="120"/>
      <w:outlineLvl w:val="2"/>
    </w:pPr>
    <w:rPr>
      <w:i/>
      <w:color w:val="E36C0A"/>
      <w:sz w:val="20"/>
    </w:rPr>
  </w:style>
  <w:style w:type="paragraph" w:customStyle="1" w:styleId="Rponses">
    <w:name w:val="Réponses"/>
    <w:basedOn w:val="Question"/>
    <w:qFormat/>
    <w:rsid w:val="004D4212"/>
    <w:pPr>
      <w:numPr>
        <w:numId w:val="0"/>
      </w:numPr>
      <w:tabs>
        <w:tab w:val="left" w:leader="dot" w:pos="9638"/>
      </w:tabs>
      <w:spacing w:before="0" w:after="0"/>
    </w:pPr>
    <w:rPr>
      <w:color w:val="008000"/>
    </w:rPr>
  </w:style>
  <w:style w:type="numbering" w:customStyle="1" w:styleId="Numbering2">
    <w:name w:val="Numbering 2"/>
    <w:basedOn w:val="Aucuneliste"/>
    <w:rsid w:val="004D4212"/>
    <w:pPr>
      <w:numPr>
        <w:numId w:val="4"/>
      </w:numPr>
    </w:pPr>
  </w:style>
  <w:style w:type="paragraph" w:customStyle="1" w:styleId="Pieddepage1">
    <w:name w:val="Pied de page1"/>
    <w:basedOn w:val="Standard"/>
    <w:rsid w:val="004D4212"/>
    <w:pPr>
      <w:suppressLineNumbers/>
      <w:tabs>
        <w:tab w:val="center" w:pos="4818"/>
        <w:tab w:val="right" w:pos="9637"/>
      </w:tabs>
    </w:pPr>
  </w:style>
  <w:style w:type="character" w:styleId="Rfrenceple">
    <w:name w:val="Subtle Reference"/>
    <w:uiPriority w:val="31"/>
    <w:rsid w:val="004D4212"/>
    <w:rPr>
      <w:smallCaps/>
      <w:color w:val="C0504D"/>
      <w:u w:val="single"/>
    </w:rPr>
  </w:style>
  <w:style w:type="character" w:styleId="Lienhypertexte">
    <w:name w:val="Hyperlink"/>
    <w:uiPriority w:val="99"/>
    <w:unhideWhenUsed/>
    <w:rsid w:val="00971AFC"/>
    <w:rPr>
      <w:color w:val="00B0F0"/>
      <w:u w:val="single"/>
    </w:rPr>
  </w:style>
  <w:style w:type="paragraph" w:styleId="Corpsdetexte">
    <w:name w:val="Body Text"/>
    <w:basedOn w:val="Normal"/>
    <w:link w:val="CorpsdetexteCar"/>
    <w:semiHidden/>
    <w:rsid w:val="00971AFC"/>
    <w:pPr>
      <w:jc w:val="center"/>
    </w:pPr>
    <w:rPr>
      <w:b/>
      <w:sz w:val="32"/>
      <w:szCs w:val="32"/>
    </w:rPr>
  </w:style>
  <w:style w:type="character" w:customStyle="1" w:styleId="CorpsdetexteCar">
    <w:name w:val="Corps de texte Car"/>
    <w:link w:val="Corpsdetexte"/>
    <w:semiHidden/>
    <w:rsid w:val="00971AFC"/>
    <w:rPr>
      <w:rFonts w:ascii="Calibri" w:eastAsia="Calibri" w:hAnsi="Calibri" w:cs="Times New Roman"/>
      <w:b/>
      <w:sz w:val="32"/>
      <w:szCs w:val="32"/>
    </w:rPr>
  </w:style>
  <w:style w:type="character" w:styleId="Lienhypertextevisit">
    <w:name w:val="FollowedHyperlink"/>
    <w:uiPriority w:val="99"/>
    <w:semiHidden/>
    <w:unhideWhenUsed/>
    <w:rsid w:val="00C05898"/>
    <w:rPr>
      <w:color w:val="800080"/>
      <w:u w:val="single"/>
    </w:rPr>
  </w:style>
  <w:style w:type="paragraph" w:styleId="Pardeliste">
    <w:name w:val="List Paragraph"/>
    <w:basedOn w:val="Normal"/>
    <w:uiPriority w:val="34"/>
    <w:qFormat/>
    <w:rsid w:val="006E78AA"/>
    <w:pPr>
      <w:ind w:left="720"/>
      <w:contextualSpacing/>
    </w:pPr>
  </w:style>
  <w:style w:type="paragraph" w:customStyle="1" w:styleId="Titredetableau">
    <w:name w:val="Titre de tableau"/>
    <w:basedOn w:val="Normal"/>
    <w:rsid w:val="00A42BB8"/>
    <w:pPr>
      <w:widowControl w:val="0"/>
      <w:suppressLineNumbers/>
      <w:suppressAutoHyphens/>
      <w:spacing w:line="240" w:lineRule="auto"/>
      <w:jc w:val="center"/>
    </w:pPr>
    <w:rPr>
      <w:rFonts w:ascii="Times New Roman" w:eastAsia="Arial Unicode MS" w:hAnsi="Times New Roman" w:cs="Tahoma"/>
      <w:b/>
      <w:bCs/>
      <w:color w:val="000000"/>
      <w:sz w:val="24"/>
      <w:szCs w:val="24"/>
      <w:lang w:bidi="en-US"/>
    </w:rPr>
  </w:style>
  <w:style w:type="paragraph" w:customStyle="1" w:styleId="Illustration">
    <w:name w:val="Illustration"/>
    <w:basedOn w:val="Normal"/>
    <w:rsid w:val="00A42BB8"/>
    <w:pPr>
      <w:widowControl w:val="0"/>
      <w:suppressAutoHyphens/>
      <w:spacing w:before="113" w:after="113" w:line="240" w:lineRule="auto"/>
      <w:jc w:val="center"/>
    </w:pPr>
    <w:rPr>
      <w:rFonts w:ascii="Times New Roman" w:eastAsia="Arial Unicode MS" w:hAnsi="Times New Roman" w:cs="Tahoma"/>
      <w:color w:val="000000"/>
      <w:sz w:val="24"/>
      <w:szCs w:val="24"/>
      <w:lang w:bidi="en-US"/>
    </w:rPr>
  </w:style>
  <w:style w:type="paragraph" w:customStyle="1" w:styleId="Proprit">
    <w:name w:val="Propriété"/>
    <w:basedOn w:val="Normal"/>
    <w:rsid w:val="002B661F"/>
    <w:pPr>
      <w:widowControl w:val="0"/>
      <w:suppressAutoHyphens/>
      <w:spacing w:before="113" w:line="240" w:lineRule="auto"/>
      <w:jc w:val="both"/>
    </w:pPr>
    <w:rPr>
      <w:rFonts w:ascii="Times New Roman" w:eastAsia="Arial Unicode MS" w:hAnsi="Times New Roman" w:cs="Tahoma"/>
      <w:b/>
      <w:color w:val="000000"/>
      <w:sz w:val="24"/>
      <w:szCs w:val="24"/>
      <w:u w:val="single"/>
      <w:lang w:bidi="en-US"/>
    </w:rPr>
  </w:style>
  <w:style w:type="table" w:styleId="Grilledutableau">
    <w:name w:val="Table Grid"/>
    <w:basedOn w:val="TableauNormal"/>
    <w:uiPriority w:val="59"/>
    <w:rsid w:val="001C4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C462C"/>
    <w:pPr>
      <w:spacing w:before="100" w:beforeAutospacing="1" w:after="100" w:afterAutospacing="1" w:line="240" w:lineRule="auto"/>
    </w:pPr>
    <w:rPr>
      <w:rFonts w:ascii="Times" w:hAnsi="Times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9F68AC"/>
    <w:pPr>
      <w:spacing w:after="120" w:line="240" w:lineRule="auto"/>
      <w:ind w:left="283"/>
    </w:pPr>
    <w:rPr>
      <w:rFonts w:ascii="Courier New" w:eastAsia="Times New Roman" w:hAnsi="Courier New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F68AC"/>
    <w:rPr>
      <w:rFonts w:ascii="Courier New" w:eastAsia="Times New Roman" w:hAnsi="Courier New"/>
    </w:rPr>
  </w:style>
  <w:style w:type="paragraph" w:styleId="Corpsdetexte3">
    <w:name w:val="Body Text 3"/>
    <w:basedOn w:val="Normal"/>
    <w:link w:val="Corpsdetexte3Car"/>
    <w:uiPriority w:val="99"/>
    <w:unhideWhenUsed/>
    <w:rsid w:val="00FA3AA7"/>
    <w:pPr>
      <w:spacing w:after="120" w:line="240" w:lineRule="auto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FA3AA7"/>
    <w:rPr>
      <w:rFonts w:ascii="Arial" w:hAnsi="Arial"/>
      <w:sz w:val="16"/>
      <w:szCs w:val="16"/>
      <w:lang w:eastAsia="en-US"/>
    </w:rPr>
  </w:style>
  <w:style w:type="paragraph" w:styleId="PrformatHTML">
    <w:name w:val="HTML Preformatted"/>
    <w:basedOn w:val="Normal"/>
    <w:link w:val="PrformatHTMLCar"/>
    <w:uiPriority w:val="99"/>
    <w:unhideWhenUsed/>
    <w:rsid w:val="006D79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6D79B1"/>
    <w:rPr>
      <w:rFonts w:ascii="Courier New" w:eastAsia="Times New Roman" w:hAnsi="Courier New" w:cs="Courier New"/>
    </w:rPr>
  </w:style>
  <w:style w:type="paragraph" w:customStyle="1" w:styleId="Default">
    <w:name w:val="Default"/>
    <w:rsid w:val="0056778D"/>
    <w:pPr>
      <w:widowControl w:val="0"/>
      <w:autoSpaceDE w:val="0"/>
      <w:autoSpaceDN w:val="0"/>
      <w:adjustRightInd w:val="0"/>
    </w:pPr>
    <w:rPr>
      <w:rFonts w:cs="Calibri"/>
      <w:color w:val="000000"/>
    </w:rPr>
  </w:style>
  <w:style w:type="character" w:styleId="Textedelespacerserv">
    <w:name w:val="Placeholder Text"/>
    <w:basedOn w:val="Policepardfaut"/>
    <w:uiPriority w:val="99"/>
    <w:semiHidden/>
    <w:rsid w:val="001B146E"/>
    <w:rPr>
      <w:color w:val="808080"/>
    </w:rPr>
  </w:style>
  <w:style w:type="paragraph" w:customStyle="1" w:styleId="Titre-I">
    <w:name w:val="Titre - I"/>
    <w:basedOn w:val="Normal"/>
    <w:next w:val="Normal"/>
    <w:rsid w:val="00A95EFB"/>
    <w:pPr>
      <w:numPr>
        <w:numId w:val="13"/>
      </w:numPr>
      <w:tabs>
        <w:tab w:val="clear" w:pos="567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FF0000"/>
      <w:sz w:val="32"/>
      <w:szCs w:val="32"/>
      <w:u w:val="single" w:color="FF0000"/>
      <w:lang w:eastAsia="fr-FR"/>
    </w:rPr>
  </w:style>
  <w:style w:type="paragraph" w:customStyle="1" w:styleId="Titre-A">
    <w:name w:val="Titre - A"/>
    <w:basedOn w:val="Normal"/>
    <w:next w:val="Normal"/>
    <w:rsid w:val="00A95EFB"/>
    <w:pPr>
      <w:numPr>
        <w:ilvl w:val="1"/>
        <w:numId w:val="13"/>
      </w:numPr>
      <w:tabs>
        <w:tab w:val="clear" w:pos="851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0000FF"/>
      <w:sz w:val="28"/>
      <w:szCs w:val="28"/>
      <w:u w:val="single" w:color="0000FF"/>
      <w:lang w:eastAsia="fr-FR"/>
    </w:rPr>
  </w:style>
  <w:style w:type="paragraph" w:customStyle="1" w:styleId="Titre-1">
    <w:name w:val="Titre - 1"/>
    <w:basedOn w:val="Normal"/>
    <w:next w:val="Normal"/>
    <w:rsid w:val="00A95EFB"/>
    <w:pPr>
      <w:numPr>
        <w:ilvl w:val="2"/>
        <w:numId w:val="13"/>
      </w:numPr>
      <w:tabs>
        <w:tab w:val="clear" w:pos="851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b/>
      <w:smallCaps/>
      <w:color w:val="008000"/>
      <w:sz w:val="24"/>
      <w:szCs w:val="24"/>
      <w:u w:val="single" w:color="008000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A95EFB"/>
  </w:style>
  <w:style w:type="paragraph" w:customStyle="1" w:styleId="Remarque">
    <w:name w:val="Remarque"/>
    <w:basedOn w:val="Normal"/>
    <w:next w:val="Normal"/>
    <w:rsid w:val="00F26D4E"/>
    <w:pPr>
      <w:spacing w:before="120" w:after="120" w:line="240" w:lineRule="auto"/>
      <w:jc w:val="both"/>
    </w:pPr>
    <w:rPr>
      <w:rFonts w:ascii="Arial" w:eastAsia="Times New Roman" w:hAnsi="Arial" w:cs="Arial"/>
      <w:b/>
      <w:bCs/>
      <w:i/>
      <w:smallCaps/>
      <w:kern w:val="28"/>
      <w:szCs w:val="32"/>
      <w:lang w:eastAsia="fr-FR"/>
    </w:rPr>
  </w:style>
  <w:style w:type="paragraph" w:customStyle="1" w:styleId="Petittitre">
    <w:name w:val="Petit titre"/>
    <w:basedOn w:val="Normal"/>
    <w:next w:val="Normal"/>
    <w:rsid w:val="003F411F"/>
    <w:pPr>
      <w:spacing w:line="240" w:lineRule="auto"/>
      <w:jc w:val="both"/>
    </w:pPr>
    <w:rPr>
      <w:rFonts w:ascii="Arial" w:eastAsia="Times New Roman" w:hAnsi="Arial" w:cs="Arial"/>
      <w:b/>
      <w:bCs/>
      <w:i/>
      <w:iCs/>
      <w:smallCaps/>
      <w:sz w:val="24"/>
      <w:szCs w:val="20"/>
      <w:shd w:val="clear" w:color="auto" w:fill="B3B3B3"/>
      <w:lang w:eastAsia="fr-FR"/>
    </w:rPr>
  </w:style>
  <w:style w:type="paragraph" w:customStyle="1" w:styleId="nornale">
    <w:name w:val="nornale"/>
    <w:qFormat/>
    <w:rsid w:val="0095403E"/>
    <w:pPr>
      <w:widowControl w:val="0"/>
      <w:suppressAutoHyphens/>
      <w:autoSpaceDN w:val="0"/>
      <w:jc w:val="both"/>
      <w:textAlignment w:val="baseline"/>
    </w:pPr>
    <w:rPr>
      <w:rFonts w:asciiTheme="minorHAnsi" w:eastAsia="Andale Sans UI" w:hAnsiTheme="minorHAnsi" w:cs="Tahoma"/>
      <w:kern w:val="3"/>
      <w:sz w:val="20"/>
      <w:szCs w:val="20"/>
      <w:lang w:eastAsia="ja-JP" w:bidi="fa-IR"/>
    </w:rPr>
  </w:style>
  <w:style w:type="paragraph" w:customStyle="1" w:styleId="Style1">
    <w:name w:val="Style1"/>
    <w:basedOn w:val="Pardeliste"/>
    <w:qFormat/>
    <w:rsid w:val="00A30870"/>
    <w:pPr>
      <w:numPr>
        <w:numId w:val="33"/>
      </w:numPr>
    </w:pPr>
    <w:rPr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microsoft.com/office/2007/relationships/hdphoto" Target="media/hdphoto1.wdp"/><Relationship Id="rId12" Type="http://schemas.openxmlformats.org/officeDocument/2006/relationships/image" Target="media/image3.jpe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CION\Desktop\Mod&#232;le%20STI2D%20T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18B17-7EAC-C74F-B431-692B0BCA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C:\Users\PRESICION\Desktop\Modèle STI2D TC.dotx</Template>
  <TotalTime>89</TotalTime>
  <Pages>3</Pages>
  <Words>488</Words>
  <Characters>2684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33</vt:i4>
      </vt:variant>
    </vt:vector>
  </HeadingPairs>
  <TitlesOfParts>
    <vt:vector size="34" baseType="lpstr">
      <vt:lpstr/>
      <vt:lpstr>        Choisissez le point de réduction le plus pertinent pour établir l'équation vecto</vt:lpstr>
      <vt:lpstr>        /,𝑧. :						(3)</vt:lpstr>
      <vt:lpstr>        </vt:lpstr>
      <vt:lpstr>        Citez les inconnus de ce système de trois équations. (2pts)</vt:lpstr>
      <vt:lpstr>        </vt:lpstr>
      <vt:lpstr>        </vt:lpstr>
      <vt:lpstr>        </vt:lpstr>
      <vt:lpstr>        Isolez l'effort normal Ngalet/L de l'équation (4). (2pts)</vt:lpstr>
      <vt:lpstr>        Modifier l'équation (3) avec le résultat obtenu, puis isolez l'effort tangentiel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Choisissez le point de réduction le plus pertinent pour rédiger l'équation vecto</vt:lpstr>
      <vt:lpstr>        /,𝑧. :		</vt:lpstr>
      <vt:lpstr>        </vt:lpstr>
      <vt:lpstr>        Identifier dans cette équation : ,,𝐶-𝑟... (2pts)</vt:lpstr>
      <vt:lpstr>        </vt:lpstr>
      <vt:lpstr>        </vt:lpstr>
      <vt:lpstr>        Exprimer Cr en fonction de a, b, c, d, f, R, PL, P. (3pts)</vt:lpstr>
      <vt:lpstr>        </vt:lpstr>
      <vt:lpstr>        </vt:lpstr>
      <vt:lpstr>        </vt:lpstr>
      <vt:lpstr>        </vt:lpstr>
      <vt:lpstr>        Donner, en N.m, la valeur de Cr pour une masse de 200g suspendue au levier. (3pt</vt:lpstr>
      <vt:lpstr>        </vt:lpstr>
      <vt:lpstr>        </vt:lpstr>
    </vt:vector>
  </TitlesOfParts>
  <Company>Microsoft</Company>
  <LinksUpToDate>false</LinksUpToDate>
  <CharactersWithSpaces>3166</CharactersWithSpaces>
  <SharedDoc>false</SharedDoc>
  <HLinks>
    <vt:vector size="6" baseType="variant">
      <vt:variant>
        <vt:i4>2949205</vt:i4>
      </vt:variant>
      <vt:variant>
        <vt:i4>0</vt:i4>
      </vt:variant>
      <vt:variant>
        <vt:i4>0</vt:i4>
      </vt:variant>
      <vt:variant>
        <vt:i4>5</vt:i4>
      </vt:variant>
      <vt:variant>
        <vt:lpwstr>http://www.ecligne.net/technologie/2_fonctions_du_produit/3_la_transmission/1_sans_transformation_de_mvt/3_engrenage_droit.html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PRESICION</dc:creator>
  <cp:keywords/>
  <dc:description/>
  <cp:lastModifiedBy>Utilisateur de Microsoft Office</cp:lastModifiedBy>
  <cp:revision>7</cp:revision>
  <cp:lastPrinted>2017-03-13T20:43:00Z</cp:lastPrinted>
  <dcterms:created xsi:type="dcterms:W3CDTF">2017-03-13T20:43:00Z</dcterms:created>
  <dcterms:modified xsi:type="dcterms:W3CDTF">2018-11-29T20:44:00Z</dcterms:modified>
</cp:coreProperties>
</file>