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6971"/>
        <w:gridCol w:w="1135"/>
      </w:tblGrid>
      <w:tr w:rsidR="00FB1ED7" w:rsidTr="00301BE8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1ED7" w:rsidRDefault="00B86188" w:rsidP="004D4212">
            <w:pPr>
              <w:pStyle w:val="Standard"/>
              <w:jc w:val="center"/>
            </w:pPr>
            <w:r>
              <w:rPr>
                <w:rFonts w:ascii="Arial" w:hAnsi="Arial" w:cs="Arial"/>
                <w:b/>
                <w:color w:val="FF3366"/>
                <w:sz w:val="32"/>
                <w:szCs w:val="28"/>
              </w:rPr>
              <w:t>SSI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1ED7" w:rsidRDefault="0048514E" w:rsidP="002B7D39">
            <w:pPr>
              <w:pStyle w:val="Heading"/>
            </w:pPr>
            <w:r>
              <w:t>Vélo électrique : Moustache Samedi 27 Off 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1ED7" w:rsidRDefault="00914A6D" w:rsidP="00A33AD0">
            <w:pPr>
              <w:pStyle w:val="Heading"/>
            </w:pPr>
            <w:r>
              <w:t>TD</w:t>
            </w:r>
          </w:p>
        </w:tc>
      </w:tr>
    </w:tbl>
    <w:p w:rsidR="00F51478" w:rsidRDefault="00F51478" w:rsidP="00571F76">
      <w:pPr>
        <w:pStyle w:val="Standard"/>
      </w:pPr>
    </w:p>
    <w:p w:rsidR="000D601E" w:rsidRDefault="000D601E" w:rsidP="00571F76">
      <w:pPr>
        <w:pStyle w:val="Standard"/>
      </w:pPr>
      <w:r>
        <w:t>But de l’activité : Etude d’un vélo à assistance électrique et de son autonomie sur un trajet type.</w:t>
      </w:r>
    </w:p>
    <w:p w:rsidR="000D601E" w:rsidRDefault="000D601E" w:rsidP="00571F76">
      <w:pPr>
        <w:pStyle w:val="Standard"/>
      </w:pPr>
    </w:p>
    <w:p w:rsidR="00F51478" w:rsidRDefault="003D584B" w:rsidP="008E4F22">
      <w:pPr>
        <w:pStyle w:val="Niv1"/>
      </w:pPr>
      <w:r>
        <w:rPr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3310539</wp:posOffset>
            </wp:positionH>
            <wp:positionV relativeFrom="paragraph">
              <wp:posOffset>10643</wp:posOffset>
            </wp:positionV>
            <wp:extent cx="1862209" cy="315803"/>
            <wp:effectExtent l="0" t="0" r="5080" b="8255"/>
            <wp:wrapNone/>
            <wp:docPr id="31" name="Image 31" descr="Résultat de recherche d'images pour &quot;moustache velo 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moustache velo logo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591" cy="320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06C8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14275</wp:posOffset>
                </wp:positionV>
                <wp:extent cx="2443480" cy="2159000"/>
                <wp:effectExtent l="0" t="152400" r="33020" b="0"/>
                <wp:wrapSquare wrapText="bothSides"/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3480" cy="2159000"/>
                          <a:chOff x="0" y="0"/>
                          <a:chExt cx="2568575" cy="2269871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768096"/>
                            <a:ext cx="2568575" cy="150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94432">
                            <a:off x="1448410" y="0"/>
                            <a:ext cx="1035685" cy="8267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B998F9" id="Groupe 22" o:spid="_x0000_s1026" style="position:absolute;margin-left:304.7pt;margin-top:1.1pt;width:192.4pt;height:170pt;z-index:251689984;mso-width-relative:margin;mso-height-relative:margin" coordsize="25685,226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top:7680;width:25685;height:150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">
                  <v:imagedata r:id="rId10" o:title=""/>
                </v:shape>
                <v:shape id="Image 13" o:spid="_x0000_s1028" type="#_x0000_t75" style="position:absolute;left:14484;width:10356;height:8267;rotation:119541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">
                  <v:imagedata r:id="rId11" o:title=""/>
                </v:shape>
                <w10:wrap type="square"/>
              </v:group>
            </w:pict>
          </mc:Fallback>
        </mc:AlternateContent>
      </w:r>
      <w:r w:rsidR="008E4F22">
        <w:t xml:space="preserve">Caractéristiques </w:t>
      </w:r>
      <w:r w:rsidR="00DB0C9B">
        <w:t xml:space="preserve">du </w:t>
      </w:r>
      <w:r w:rsidR="00E80D3D">
        <w:t>constructeur</w:t>
      </w:r>
      <w:r w:rsidR="003D7585" w:rsidRPr="003D7585">
        <w:rPr>
          <w:noProof/>
        </w:rPr>
        <w:t xml:space="preserve"> </w:t>
      </w:r>
    </w:p>
    <w:p w:rsidR="00E80D3D" w:rsidRDefault="00E80D3D" w:rsidP="003D7585">
      <w:pPr>
        <w:pStyle w:val="Standard"/>
        <w:jc w:val="left"/>
      </w:pPr>
      <w:r>
        <w:t>Source</w:t>
      </w:r>
      <w:r w:rsidR="003D7585">
        <w:t xml:space="preserve"> : </w:t>
      </w:r>
      <w:hyperlink r:id="rId12" w:history="1">
        <w:r w:rsidR="003D7585" w:rsidRPr="004A1418">
          <w:rPr>
            <w:rStyle w:val="Lienhypertexte"/>
          </w:rPr>
          <w:t>https://www.moustachebikes.com/</w:t>
        </w:r>
      </w:hyperlink>
    </w:p>
    <w:p w:rsidR="003D7585" w:rsidRDefault="003D7585" w:rsidP="008338D4">
      <w:pPr>
        <w:pStyle w:val="Standard"/>
        <w:numPr>
          <w:ilvl w:val="0"/>
          <w:numId w:val="11"/>
        </w:numPr>
        <w:jc w:val="left"/>
      </w:pPr>
      <w:r>
        <w:t xml:space="preserve">Cadre : Aluminium 6061 T4 T6 - Tubes Hydroformés à épaisseur variable - </w:t>
      </w:r>
      <w:proofErr w:type="spellStart"/>
      <w:r>
        <w:t>Hidden</w:t>
      </w:r>
      <w:proofErr w:type="spellEnd"/>
      <w:r>
        <w:t xml:space="preserve"> Power </w:t>
      </w:r>
      <w:proofErr w:type="spellStart"/>
      <w:r>
        <w:t>Technology</w:t>
      </w:r>
      <w:proofErr w:type="spellEnd"/>
      <w:r>
        <w:t xml:space="preserve"> - Douille de direction conique</w:t>
      </w:r>
    </w:p>
    <w:p w:rsidR="003D7585" w:rsidRDefault="003D7585" w:rsidP="008338D4">
      <w:pPr>
        <w:pStyle w:val="Standard"/>
        <w:numPr>
          <w:ilvl w:val="0"/>
          <w:numId w:val="11"/>
        </w:numPr>
        <w:jc w:val="left"/>
      </w:pPr>
      <w:r>
        <w:t xml:space="preserve">Fourche : </w:t>
      </w:r>
      <w:proofErr w:type="spellStart"/>
      <w:r>
        <w:t>Suntour</w:t>
      </w:r>
      <w:proofErr w:type="spellEnd"/>
      <w:r>
        <w:t xml:space="preserve"> XCM ATB - Course 100 mm</w:t>
      </w:r>
    </w:p>
    <w:p w:rsidR="003D7585" w:rsidRDefault="003D7585" w:rsidP="008338D4">
      <w:pPr>
        <w:pStyle w:val="Standard"/>
        <w:numPr>
          <w:ilvl w:val="0"/>
          <w:numId w:val="11"/>
        </w:numPr>
        <w:jc w:val="left"/>
      </w:pPr>
      <w:r>
        <w:t>Moteur : BOSCH Performance Cruise 250W - 40/63 Nm - Assistance de 50 à 275 % - 25 km/h - 1000 mesures/s - Sportif - Compact</w:t>
      </w:r>
    </w:p>
    <w:p w:rsidR="003D7585" w:rsidRDefault="003D7585" w:rsidP="008338D4">
      <w:pPr>
        <w:pStyle w:val="Standard"/>
        <w:numPr>
          <w:ilvl w:val="0"/>
          <w:numId w:val="11"/>
        </w:numPr>
        <w:jc w:val="left"/>
      </w:pPr>
      <w:r>
        <w:t xml:space="preserve">Batterie : BOSCH Li ION </w:t>
      </w:r>
      <w:proofErr w:type="spellStart"/>
      <w:r>
        <w:t>PowerPack</w:t>
      </w:r>
      <w:proofErr w:type="spellEnd"/>
      <w:r>
        <w:t xml:space="preserve"> 400 Performance - 36v 11,6Ah - 400Wh - Charge totale en 3h30 - 2,4 kg - 60 % de capacité résiduelle minimum après 500 cycles de charge (</w:t>
      </w:r>
      <w:proofErr w:type="spellStart"/>
      <w:r>
        <w:t>env</w:t>
      </w:r>
      <w:proofErr w:type="spellEnd"/>
      <w:r>
        <w:t xml:space="preserve"> 25000km)</w:t>
      </w:r>
    </w:p>
    <w:p w:rsidR="003D7585" w:rsidRDefault="00072D65" w:rsidP="008338D4">
      <w:pPr>
        <w:pStyle w:val="Standard"/>
        <w:numPr>
          <w:ilvl w:val="0"/>
          <w:numId w:val="11"/>
        </w:num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column">
                  <wp:posOffset>4135755</wp:posOffset>
                </wp:positionH>
                <wp:positionV relativeFrom="paragraph">
                  <wp:posOffset>89705</wp:posOffset>
                </wp:positionV>
                <wp:extent cx="1937385" cy="259080"/>
                <wp:effectExtent l="0" t="0" r="0" b="762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38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1025B" w:rsidRPr="00D1025B" w:rsidRDefault="00D1025B" w:rsidP="00D1025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1025B">
                              <w:rPr>
                                <w:sz w:val="16"/>
                                <w:szCs w:val="16"/>
                              </w:rPr>
                              <w:t>Modèle : Moustache Samedi 27 Off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25.65pt;margin-top:7.05pt;width:152.55pt;height:20.4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" filled="f" stroked="f" strokeweight=".5pt">
                <v:textbox>
                  <w:txbxContent>
                    <w:p w:rsidR="00D1025B" w:rsidRPr="00D1025B" w:rsidRDefault="00D1025B" w:rsidP="00D1025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D1025B">
                        <w:rPr>
                          <w:sz w:val="16"/>
                          <w:szCs w:val="16"/>
                        </w:rPr>
                        <w:t>Modèle : Moustache Samedi 27 Off 2</w:t>
                      </w:r>
                    </w:p>
                  </w:txbxContent>
                </v:textbox>
              </v:shape>
            </w:pict>
          </mc:Fallback>
        </mc:AlternateContent>
      </w:r>
      <w:r w:rsidR="003D7585">
        <w:t>Autonomie</w:t>
      </w:r>
      <w:r w:rsidR="00BD0E78">
        <w:t xml:space="preserve"> : </w:t>
      </w:r>
      <w:r w:rsidR="003D7585">
        <w:t>Estimer l'autonomie de votre batterie, en fonction de vos conditions d'utilisation.</w:t>
      </w:r>
    </w:p>
    <w:p w:rsidR="003D7585" w:rsidRDefault="003D7585" w:rsidP="008338D4">
      <w:pPr>
        <w:pStyle w:val="Standard"/>
        <w:numPr>
          <w:ilvl w:val="0"/>
          <w:numId w:val="11"/>
        </w:numPr>
        <w:jc w:val="left"/>
      </w:pPr>
      <w:r>
        <w:t>Compteur</w:t>
      </w:r>
      <w:r w:rsidR="00BD0E78">
        <w:t xml:space="preserve"> : </w:t>
      </w:r>
      <w:r>
        <w:t xml:space="preserve">BOSCH </w:t>
      </w:r>
      <w:proofErr w:type="spellStart"/>
      <w:r>
        <w:t>Purion</w:t>
      </w:r>
      <w:proofErr w:type="spellEnd"/>
      <w:r>
        <w:t xml:space="preserve"> déporté - 5 modes (Eco, Tour, </w:t>
      </w:r>
      <w:r w:rsidR="00802AB7">
        <w:t>Sport</w:t>
      </w:r>
      <w:r>
        <w:t xml:space="preserve">, Turbo, Off) - « </w:t>
      </w:r>
      <w:proofErr w:type="spellStart"/>
      <w:r>
        <w:t>Walk</w:t>
      </w:r>
      <w:proofErr w:type="spellEnd"/>
      <w:r>
        <w:t xml:space="preserve"> assist »</w:t>
      </w:r>
      <w:r w:rsidR="008338D4" w:rsidRPr="008338D4">
        <w:rPr>
          <w:noProof/>
        </w:rPr>
        <w:t xml:space="preserve"> </w:t>
      </w:r>
    </w:p>
    <w:p w:rsidR="008E4F22" w:rsidRDefault="006E1635" w:rsidP="008338D4">
      <w:pPr>
        <w:pStyle w:val="Standard"/>
        <w:numPr>
          <w:ilvl w:val="0"/>
          <w:numId w:val="11"/>
        </w:numPr>
        <w:jc w:val="left"/>
      </w:pPr>
      <w:r>
        <w:t>Dérailleur</w:t>
      </w:r>
      <w:r w:rsidR="003D7585">
        <w:t xml:space="preserve"> AR</w:t>
      </w:r>
      <w:r w:rsidR="00BD0E78">
        <w:t xml:space="preserve"> : </w:t>
      </w:r>
      <w:proofErr w:type="spellStart"/>
      <w:r w:rsidR="003D7585">
        <w:t>Shimano</w:t>
      </w:r>
      <w:proofErr w:type="spellEnd"/>
      <w:r w:rsidR="003D7585">
        <w:t xml:space="preserve"> </w:t>
      </w:r>
      <w:proofErr w:type="spellStart"/>
      <w:r w:rsidR="003D7585">
        <w:t>Acera</w:t>
      </w:r>
      <w:proofErr w:type="spellEnd"/>
      <w:r w:rsidR="003D7585">
        <w:t xml:space="preserve"> 9 vitesses</w:t>
      </w:r>
      <w:r w:rsidR="006F54F2">
        <w:t xml:space="preserve"> pour chaîne</w:t>
      </w:r>
    </w:p>
    <w:p w:rsidR="00E30071" w:rsidRDefault="00E30071" w:rsidP="008338D4">
      <w:pPr>
        <w:pStyle w:val="Standard"/>
        <w:numPr>
          <w:ilvl w:val="0"/>
          <w:numId w:val="11"/>
        </w:numPr>
        <w:jc w:val="left"/>
      </w:pPr>
      <w:r>
        <w:t xml:space="preserve">Jantes : Moustache exclusives 27.5" - 23mm - Asymétriques - Aluminium à double cavités - Soudées - Compatibles tubeless (avec </w:t>
      </w:r>
      <w:proofErr w:type="spellStart"/>
      <w:r>
        <w:t>flap</w:t>
      </w:r>
      <w:proofErr w:type="spellEnd"/>
      <w:r>
        <w:t>) - 32 T</w:t>
      </w:r>
    </w:p>
    <w:p w:rsidR="00E30071" w:rsidRDefault="00E30071" w:rsidP="008338D4">
      <w:pPr>
        <w:pStyle w:val="Standard"/>
        <w:numPr>
          <w:ilvl w:val="0"/>
          <w:numId w:val="11"/>
        </w:numPr>
        <w:jc w:val="left"/>
      </w:pPr>
      <w:r>
        <w:t>Pneus : Hutchinson Python 27.5x2.10 - Micro-crampons accrocheurs et très roulants</w:t>
      </w:r>
    </w:p>
    <w:p w:rsidR="006E1635" w:rsidRDefault="006E1635" w:rsidP="006E1635">
      <w:pPr>
        <w:pStyle w:val="Standard"/>
      </w:pPr>
    </w:p>
    <w:p w:rsidR="008E4F22" w:rsidRDefault="0003254A" w:rsidP="008E4F22">
      <w:pPr>
        <w:pStyle w:val="Niv1"/>
      </w:pPr>
      <w:r>
        <w:t xml:space="preserve">Etude des fonctions </w:t>
      </w:r>
      <w:r w:rsidR="001B69A5">
        <w:t xml:space="preserve">de service </w:t>
      </w:r>
      <w:r>
        <w:t>que doit satisfaire le</w:t>
      </w:r>
      <w:r w:rsidR="00973837">
        <w:t xml:space="preserve"> système d</w:t>
      </w:r>
      <w:r w:rsidR="00DB0C9B">
        <w:t>’assistance</w:t>
      </w:r>
      <w:r>
        <w:t xml:space="preserve"> au pédalage</w:t>
      </w:r>
    </w:p>
    <w:p w:rsidR="00885ADF" w:rsidRPr="00885ADF" w:rsidRDefault="0003254A" w:rsidP="007F293E">
      <w:pPr>
        <w:pStyle w:val="Question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1474470</wp:posOffset>
                </wp:positionH>
                <wp:positionV relativeFrom="paragraph">
                  <wp:posOffset>317974</wp:posOffset>
                </wp:positionV>
                <wp:extent cx="4690339" cy="1917351"/>
                <wp:effectExtent l="0" t="0" r="15240" b="26035"/>
                <wp:wrapNone/>
                <wp:docPr id="33" name="Groupe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0339" cy="1917351"/>
                          <a:chOff x="5610" y="-29221"/>
                          <a:chExt cx="4336629" cy="1773146"/>
                        </a:xfrm>
                      </wpg:grpSpPr>
                      <wps:wsp>
                        <wps:cNvPr id="6" name="Line 56"/>
                        <wps:cNvCnPr/>
                        <wps:spPr bwMode="auto">
                          <a:xfrm flipH="1">
                            <a:off x="2551037" y="430657"/>
                            <a:ext cx="244957" cy="2924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36"/>
                        <wps:cNvCnPr>
                          <a:stCxn id="32" idx="1"/>
                        </wps:cNvCnPr>
                        <wps:spPr bwMode="auto">
                          <a:xfrm flipH="1" flipV="1">
                            <a:off x="2346237" y="1074979"/>
                            <a:ext cx="404046" cy="3543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2148559" y="286100"/>
                            <a:ext cx="533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478" w:rsidRDefault="00F51478" w:rsidP="00F5147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FP1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43"/>
                        <wps:cNvCnPr/>
                        <wps:spPr bwMode="auto">
                          <a:xfrm flipH="1">
                            <a:off x="2552209" y="917273"/>
                            <a:ext cx="822391" cy="127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746105" y="701227"/>
                            <a:ext cx="533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478" w:rsidRDefault="00F51478" w:rsidP="00F5147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FC2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740671" y="941613"/>
                            <a:ext cx="533400" cy="292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478" w:rsidRDefault="00F51478" w:rsidP="00F5147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FC</w:t>
                              </w:r>
                              <w:r w:rsidR="009C143D">
                                <w:rPr>
                                  <w:b/>
                                  <w:b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54"/>
                        <wps:cNvSpPr>
                          <a:spLocks noChangeArrowheads="1"/>
                        </wps:cNvSpPr>
                        <wps:spPr bwMode="auto">
                          <a:xfrm>
                            <a:off x="153398" y="1234341"/>
                            <a:ext cx="883866" cy="4750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1478" w:rsidRDefault="00D82965" w:rsidP="00F51478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Batterie</w:t>
                              </w:r>
                            </w:p>
                            <w:p w:rsidR="00627434" w:rsidRPr="00F37C4B" w:rsidRDefault="00627434" w:rsidP="00F51478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fournie</w:t>
                              </w:r>
                              <w:proofErr w:type="gramEnd"/>
                              <w:r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Line 56"/>
                        <wps:cNvCnPr>
                          <a:stCxn id="35" idx="7"/>
                        </wps:cNvCnPr>
                        <wps:spPr bwMode="auto">
                          <a:xfrm flipV="1">
                            <a:off x="907739" y="1066567"/>
                            <a:ext cx="550675" cy="2370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052544" y="1226989"/>
                            <a:ext cx="533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478" w:rsidRDefault="00F51478" w:rsidP="00F5147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FC3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2220267" y="1293129"/>
                            <a:ext cx="533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478" w:rsidRDefault="00F51478" w:rsidP="00F5147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FC</w:t>
                              </w:r>
                              <w:r w:rsidR="009C143D">
                                <w:rPr>
                                  <w:b/>
                                  <w:b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2596047" y="1375625"/>
                            <a:ext cx="1054100" cy="3683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1478" w:rsidRPr="00F37C4B" w:rsidRDefault="00D82965" w:rsidP="00AE225E">
                              <w:pPr>
                                <w:pStyle w:val="Rponses"/>
                              </w:pPr>
                              <w:r>
                                <w:t>Législation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Oval 48"/>
                        <wps:cNvSpPr>
                          <a:spLocks noChangeArrowheads="1"/>
                        </wps:cNvSpPr>
                        <wps:spPr bwMode="auto">
                          <a:xfrm>
                            <a:off x="1245379" y="521713"/>
                            <a:ext cx="1495425" cy="793115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1478" w:rsidRDefault="00AE3DE5" w:rsidP="00F51478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Système d’assistance au pédalage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Freeform 49"/>
                        <wps:cNvSpPr>
                          <a:spLocks/>
                        </wps:cNvSpPr>
                        <wps:spPr bwMode="auto">
                          <a:xfrm>
                            <a:off x="1525870" y="403907"/>
                            <a:ext cx="1084043" cy="237783"/>
                          </a:xfrm>
                          <a:custGeom>
                            <a:avLst/>
                            <a:gdLst>
                              <a:gd name="T0" fmla="*/ 0 w 3100"/>
                              <a:gd name="T1" fmla="*/ 0 h 363"/>
                              <a:gd name="T2" fmla="*/ 1380 w 3100"/>
                              <a:gd name="T3" fmla="*/ 360 h 363"/>
                              <a:gd name="T4" fmla="*/ 3100 w 3100"/>
                              <a:gd name="T5" fmla="*/ 20 h 3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100" h="363">
                                <a:moveTo>
                                  <a:pt x="0" y="0"/>
                                </a:moveTo>
                                <a:cubicBezTo>
                                  <a:pt x="431" y="178"/>
                                  <a:pt x="863" y="357"/>
                                  <a:pt x="1380" y="360"/>
                                </a:cubicBezTo>
                                <a:cubicBezTo>
                                  <a:pt x="1897" y="363"/>
                                  <a:pt x="2498" y="191"/>
                                  <a:pt x="3100" y="2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5610" y="471224"/>
                            <a:ext cx="858520" cy="40375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4985" w:rsidRPr="00F37C4B" w:rsidRDefault="00D82965" w:rsidP="00F51478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Ca</w:t>
                              </w:r>
                              <w:r w:rsidR="00E67551">
                                <w:rPr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605785" y="-29221"/>
                            <a:ext cx="1293428" cy="45998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29C0" w:rsidRDefault="00D3419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529C0">
                                <w:rPr>
                                  <w:sz w:val="16"/>
                                  <w:szCs w:val="16"/>
                                </w:rPr>
                                <w:t xml:space="preserve">Roue motrice </w:t>
                              </w:r>
                            </w:p>
                            <w:p w:rsidR="00D82965" w:rsidRPr="00A529C0" w:rsidRDefault="00A529C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et</w:t>
                              </w:r>
                              <w:proofErr w:type="gramEnd"/>
                              <w:r w:rsidR="00D34192" w:rsidRPr="00A529C0">
                                <w:rPr>
                                  <w:sz w:val="16"/>
                                  <w:szCs w:val="16"/>
                                </w:rPr>
                                <w:t xml:space="preserve"> Transmission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Line 56"/>
                        <wps:cNvCnPr/>
                        <wps:spPr bwMode="auto">
                          <a:xfrm>
                            <a:off x="852692" y="712446"/>
                            <a:ext cx="443230" cy="527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2654430" y="520706"/>
                            <a:ext cx="479436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4985" w:rsidRDefault="00B94985" w:rsidP="00F5147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FC</w:t>
                              </w:r>
                              <w:r w:rsidR="00E1565E">
                                <w:rPr>
                                  <w:b/>
                                  <w:bCs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2468319" y="0"/>
                            <a:ext cx="1083310" cy="5207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A529C0" w:rsidRPr="00B964C8" w:rsidRDefault="00D34192" w:rsidP="00B964C8">
                              <w:pPr>
                                <w:pStyle w:val="Rponses"/>
                              </w:pPr>
                              <w:r w:rsidRPr="00B964C8">
                                <w:t xml:space="preserve">Cycliste </w:t>
                              </w:r>
                            </w:p>
                            <w:p w:rsidR="00F51478" w:rsidRPr="00B964C8" w:rsidRDefault="00A529C0" w:rsidP="00B964C8">
                              <w:pPr>
                                <w:pStyle w:val="Rponses"/>
                              </w:pPr>
                              <w:r w:rsidRPr="00B964C8">
                                <w:t>(</w:t>
                              </w:r>
                              <w:proofErr w:type="gramStart"/>
                              <w:r w:rsidRPr="00B964C8">
                                <w:t>et</w:t>
                              </w:r>
                              <w:proofErr w:type="gramEnd"/>
                              <w:r w:rsidR="00D34192" w:rsidRPr="00B964C8">
                                <w:t xml:space="preserve"> p</w:t>
                              </w:r>
                              <w:r w:rsidR="00A37C38" w:rsidRPr="00B964C8">
                                <w:t>édalier</w:t>
                              </w:r>
                              <w:r w:rsidRPr="00B964C8"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3165584" y="677550"/>
                            <a:ext cx="1176655" cy="48704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F51478" w:rsidRPr="00F37C4B" w:rsidRDefault="00F51478" w:rsidP="00AE225E">
                              <w:pPr>
                                <w:pStyle w:val="Rponses"/>
                              </w:pPr>
                              <w:r w:rsidRPr="00F37C4B">
                                <w:t xml:space="preserve">Milieu </w:t>
                              </w:r>
                              <w:r w:rsidR="00D82965">
                                <w:t>ambiant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33" o:spid="_x0000_s1027" style="position:absolute;left:0;text-align:left;margin-left:116.1pt;margin-top:25.05pt;width:369.3pt;height:150.95pt;z-index:251685888;mso-position-horizontal-relative:margin;mso-width-relative:margin;mso-height-relative:margin" coordorigin="56,-292" coordsize="43366,17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">
                <v:line id="Line 56" o:spid="_x0000_s1028" style="position:absolute;flip:x;visibility:visible;mso-wrap-style:square" from="25510,4306" to="27959,7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"/>
                <v:line id="Line 36" o:spid="_x0000_s1029" style="position:absolute;flip:x y;visibility:visible;mso-wrap-style:square" from="23462,10749" to="27502,14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"/>
                <v:shape id="Text Box 37" o:spid="_x0000_s1030" type="#_x0000_t202" style="position:absolute;left:21485;top:2861;width:533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:rsidR="00F51478" w:rsidRDefault="00F51478" w:rsidP="00F51478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FP1</w:t>
                        </w:r>
                      </w:p>
                    </w:txbxContent>
                  </v:textbox>
                </v:shape>
                <v:line id="Line 43" o:spid="_x0000_s1031" style="position:absolute;flip:x;visibility:visible;mso-wrap-style:square" from="25522,9172" to="33746,9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O7d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"/>
                <v:shape id="Text Box 46" o:spid="_x0000_s1032" type="#_x0000_t202" style="position:absolute;left:7461;top:7012;width:533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F51478" w:rsidRDefault="00F51478" w:rsidP="00F51478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FC2</w:t>
                        </w:r>
                      </w:p>
                    </w:txbxContent>
                  </v:textbox>
                </v:shape>
                <v:shape id="Text Box 47" o:spid="_x0000_s1033" type="#_x0000_t202" style="position:absolute;left:27406;top:9416;width:5334;height:2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:rsidR="00F51478" w:rsidRDefault="00F51478" w:rsidP="00F51478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FC</w:t>
                        </w:r>
                        <w:r w:rsidR="009C143D">
                          <w:rPr>
                            <w:b/>
                            <w:bCs/>
                          </w:rPr>
                          <w:t>5</w:t>
                        </w:r>
                      </w:p>
                    </w:txbxContent>
                  </v:textbox>
                </v:shape>
                <v:oval id="Oval 54" o:spid="_x0000_s1034" style="position:absolute;left:1533;top:12343;width:8839;height:4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" filled="f" fillcolor="silver">
                  <v:textbox>
                    <w:txbxContent>
                      <w:p w:rsidR="00F51478" w:rsidRDefault="00D82965" w:rsidP="00F5147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Batterie</w:t>
                        </w:r>
                      </w:p>
                      <w:p w:rsidR="00627434" w:rsidRPr="00F37C4B" w:rsidRDefault="00627434" w:rsidP="00F5147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(</w:t>
                        </w: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fournie</w:t>
                        </w:r>
                        <w:proofErr w:type="gramEnd"/>
                        <w:r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oval>
                <v:line id="Line 56" o:spid="_x0000_s1035" style="position:absolute;flip:y;visibility:visible;mso-wrap-style:square" from="9077,10665" to="14584,13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"/>
                <v:shape id="Text Box 57" o:spid="_x0000_s1036" type="#_x0000_t202" style="position:absolute;left:10525;top:12269;width:533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:rsidR="00F51478" w:rsidRDefault="00F51478" w:rsidP="00F51478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FC3</w:t>
                        </w:r>
                      </w:p>
                    </w:txbxContent>
                  </v:textbox>
                </v:shape>
                <v:shape id="Text Box 58" o:spid="_x0000_s1037" type="#_x0000_t202" style="position:absolute;left:22202;top:12931;width:533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:rsidR="00F51478" w:rsidRDefault="00F51478" w:rsidP="00F51478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FC</w:t>
                        </w:r>
                        <w:r w:rsidR="009C143D">
                          <w:rPr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shape>
                <v:oval id="Oval 51" o:spid="_x0000_s1038" style="position:absolute;left:25960;top:13756;width:10541;height:3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" filled="f" fillcolor="silver">
                  <v:textbox>
                    <w:txbxContent>
                      <w:p w:rsidR="00F51478" w:rsidRPr="00F37C4B" w:rsidRDefault="00D82965" w:rsidP="00AE225E">
                        <w:pPr>
                          <w:pStyle w:val="Rponses"/>
                        </w:pPr>
                        <w:r>
                          <w:t>Législation</w:t>
                        </w:r>
                      </w:p>
                    </w:txbxContent>
                  </v:textbox>
                </v:oval>
                <v:oval id="Oval 48" o:spid="_x0000_s1039" style="position:absolute;left:12453;top:5217;width:14955;height:7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" fillcolor="silver">
                  <v:textbox>
                    <w:txbxContent>
                      <w:p w:rsidR="00F51478" w:rsidRDefault="00AE3DE5" w:rsidP="00F51478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Système d’assistance au pédalage</w:t>
                        </w:r>
                      </w:p>
                    </w:txbxContent>
                  </v:textbox>
                </v:oval>
                <v:shape id="Freeform 49" o:spid="_x0000_s1040" style="position:absolute;left:15258;top:4039;width:10841;height:2377;visibility:visible;mso-wrap-style:square;v-text-anchor:top" coordsize="3100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" path="m,c431,178,863,357,1380,360,1897,363,2498,191,3100,20e" filled="f">
                  <v:path arrowok="t" o:connecttype="custom" o:connectlocs="0,0;482574,235818;1084043,13101" o:connectangles="0,0,0"/>
                </v:shape>
                <v:oval id="Oval 44" o:spid="_x0000_s1041" style="position:absolute;left:56;top:4712;width:8585;height:4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" filled="f" fillcolor="silver">
                  <v:textbox>
                    <w:txbxContent>
                      <w:p w:rsidR="00B94985" w:rsidRPr="00F37C4B" w:rsidRDefault="00D82965" w:rsidP="00F5147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</w:t>
                        </w:r>
                        <w:r w:rsidR="00E67551">
                          <w:rPr>
                            <w:sz w:val="16"/>
                            <w:szCs w:val="16"/>
                          </w:rPr>
                          <w:t>d</w:t>
                        </w:r>
                        <w:r>
                          <w:rPr>
                            <w:sz w:val="16"/>
                            <w:szCs w:val="16"/>
                          </w:rPr>
                          <w:t>re</w:t>
                        </w:r>
                      </w:p>
                    </w:txbxContent>
                  </v:textbox>
                </v:oval>
                <v:oval id="Oval 34" o:spid="_x0000_s1042" style="position:absolute;left:6057;top:-292;width:12935;height:4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" filled="f" fillcolor="silver">
                  <v:textbox>
                    <w:txbxContent>
                      <w:p w:rsidR="00A529C0" w:rsidRDefault="00D34192">
                        <w:pPr>
                          <w:rPr>
                            <w:sz w:val="16"/>
                            <w:szCs w:val="16"/>
                          </w:rPr>
                        </w:pPr>
                        <w:r w:rsidRPr="00A529C0">
                          <w:rPr>
                            <w:sz w:val="16"/>
                            <w:szCs w:val="16"/>
                          </w:rPr>
                          <w:t xml:space="preserve">Roue motrice </w:t>
                        </w:r>
                      </w:p>
                      <w:p w:rsidR="00D82965" w:rsidRPr="00A529C0" w:rsidRDefault="00A529C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(</w:t>
                        </w: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et</w:t>
                        </w:r>
                        <w:proofErr w:type="gramEnd"/>
                        <w:r w:rsidR="00D34192" w:rsidRPr="00A529C0">
                          <w:rPr>
                            <w:sz w:val="16"/>
                            <w:szCs w:val="16"/>
                          </w:rPr>
                          <w:t xml:space="preserve"> Transmission</w:t>
                        </w:r>
                        <w:r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oval>
                <v:line id="Line 56" o:spid="_x0000_s1043" style="position:absolute;visibility:visible;mso-wrap-style:square" from="8526,7124" to="12959,7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shape id="Text Box 45" o:spid="_x0000_s1044" type="#_x0000_t202" style="position:absolute;left:26544;top:5207;width:479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:rsidR="00B94985" w:rsidRDefault="00B94985" w:rsidP="00F51478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FC</w:t>
                        </w:r>
                        <w:r w:rsidR="00E1565E">
                          <w:rPr>
                            <w:b/>
                            <w:bCs/>
                          </w:rPr>
                          <w:t>1</w:t>
                        </w:r>
                      </w:p>
                    </w:txbxContent>
                  </v:textbox>
                </v:shape>
                <v:oval id="Oval 35" o:spid="_x0000_s1045" style="position:absolute;left:24683;width:10833;height:5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" fillcolor="white [3212]">
                  <v:textbox>
                    <w:txbxContent>
                      <w:p w:rsidR="00A529C0" w:rsidRPr="00B964C8" w:rsidRDefault="00D34192" w:rsidP="00B964C8">
                        <w:pPr>
                          <w:pStyle w:val="Rponses"/>
                        </w:pPr>
                        <w:r w:rsidRPr="00B964C8">
                          <w:t xml:space="preserve">Cycliste </w:t>
                        </w:r>
                      </w:p>
                      <w:p w:rsidR="00F51478" w:rsidRPr="00B964C8" w:rsidRDefault="00A529C0" w:rsidP="00B964C8">
                        <w:pPr>
                          <w:pStyle w:val="Rponses"/>
                        </w:pPr>
                        <w:r w:rsidRPr="00B964C8">
                          <w:t>(</w:t>
                        </w:r>
                        <w:proofErr w:type="gramStart"/>
                        <w:r w:rsidRPr="00B964C8">
                          <w:t>et</w:t>
                        </w:r>
                        <w:proofErr w:type="gramEnd"/>
                        <w:r w:rsidR="00D34192" w:rsidRPr="00B964C8">
                          <w:t xml:space="preserve"> p</w:t>
                        </w:r>
                        <w:r w:rsidR="00A37C38" w:rsidRPr="00B964C8">
                          <w:t>édalier</w:t>
                        </w:r>
                        <w:r w:rsidRPr="00B964C8">
                          <w:t>)</w:t>
                        </w:r>
                      </w:p>
                    </w:txbxContent>
                  </v:textbox>
                </v:oval>
                <v:oval id="Oval 40" o:spid="_x0000_s1046" style="position:absolute;left:31655;top:6775;width:11767;height:4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" fillcolor="white [3212]">
                  <v:textbox>
                    <w:txbxContent>
                      <w:p w:rsidR="00F51478" w:rsidRPr="00F37C4B" w:rsidRDefault="00F51478" w:rsidP="00AE225E">
                        <w:pPr>
                          <w:pStyle w:val="Rponses"/>
                        </w:pPr>
                        <w:r w:rsidRPr="00F37C4B">
                          <w:t xml:space="preserve">Milieu </w:t>
                        </w:r>
                        <w:r w:rsidR="00D82965">
                          <w:t>ambiant</w:t>
                        </w:r>
                      </w:p>
                    </w:txbxContent>
                  </v:textbox>
                </v:oval>
                <w10:wrap anchorx="margin"/>
              </v:group>
            </w:pict>
          </mc:Fallback>
        </mc:AlternateContent>
      </w:r>
      <w:r w:rsidR="00885ADF" w:rsidRPr="00885ADF">
        <w:t xml:space="preserve">Compléter le </w:t>
      </w:r>
      <w:r w:rsidR="001B69A5">
        <w:t>diagramme des interacteurs (pieuvre)</w:t>
      </w:r>
      <w:r w:rsidR="00885ADF" w:rsidRPr="00885ADF">
        <w:t xml:space="preserve"> </w:t>
      </w:r>
      <w:r w:rsidR="003906DB">
        <w:t>ainsi que le</w:t>
      </w:r>
      <w:r w:rsidR="001B69A5">
        <w:t xml:space="preserve">s fonctions du produit </w:t>
      </w:r>
      <w:r w:rsidR="00AE225E">
        <w:t>(pour FC5 aidez-vous du CdCf)</w:t>
      </w:r>
      <w:r w:rsidR="00885ADF" w:rsidRPr="00885ADF">
        <w:t>.</w:t>
      </w: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51478" w:rsidRDefault="00F51478" w:rsidP="00571F76">
      <w:pPr>
        <w:pStyle w:val="Standard"/>
      </w:pPr>
    </w:p>
    <w:p w:rsidR="00F75FF0" w:rsidRDefault="00F75FF0" w:rsidP="00571F76">
      <w:pPr>
        <w:pStyle w:val="Standard"/>
      </w:pPr>
    </w:p>
    <w:p w:rsidR="00F51478" w:rsidRPr="00F545FB" w:rsidRDefault="00D271BC" w:rsidP="00F545FB">
      <w:pPr>
        <w:pStyle w:val="Standard"/>
      </w:pPr>
      <w:r>
        <w:t>Le système d’assistance au pédalage</w:t>
      </w:r>
      <w:r w:rsidR="009C121D" w:rsidRPr="00F545FB">
        <w:t xml:space="preserve"> doit :</w:t>
      </w:r>
    </w:p>
    <w:p w:rsidR="00F51478" w:rsidRDefault="00F51478" w:rsidP="00571F76">
      <w:pPr>
        <w:pStyle w:val="Standard"/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789"/>
      </w:tblGrid>
      <w:tr w:rsidR="0039236B" w:rsidTr="00E1565E">
        <w:trPr>
          <w:trHeight w:val="419"/>
        </w:trPr>
        <w:tc>
          <w:tcPr>
            <w:tcW w:w="637" w:type="dxa"/>
            <w:vAlign w:val="center"/>
          </w:tcPr>
          <w:p w:rsidR="0039236B" w:rsidRDefault="0039236B" w:rsidP="00937EFA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FP1</w:t>
            </w:r>
          </w:p>
        </w:tc>
        <w:tc>
          <w:tcPr>
            <w:tcW w:w="8789" w:type="dxa"/>
            <w:vAlign w:val="center"/>
          </w:tcPr>
          <w:p w:rsidR="0039236B" w:rsidRPr="00E1565E" w:rsidRDefault="00B25D39" w:rsidP="00B964C8">
            <w:pPr>
              <w:pStyle w:val="Rponses"/>
            </w:pPr>
            <w:r>
              <w:t>Aider</w:t>
            </w:r>
            <w:r w:rsidR="00D34192">
              <w:t xml:space="preserve"> le cycliste </w:t>
            </w:r>
            <w:r w:rsidR="00A529C0">
              <w:t>à entraîner la roue motrice</w:t>
            </w:r>
          </w:p>
        </w:tc>
      </w:tr>
      <w:tr w:rsidR="006136D3" w:rsidTr="00E1565E">
        <w:trPr>
          <w:trHeight w:val="419"/>
        </w:trPr>
        <w:tc>
          <w:tcPr>
            <w:tcW w:w="637" w:type="dxa"/>
            <w:vAlign w:val="center"/>
          </w:tcPr>
          <w:p w:rsidR="006136D3" w:rsidRDefault="006136D3" w:rsidP="00937EFA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FC1</w:t>
            </w:r>
          </w:p>
        </w:tc>
        <w:tc>
          <w:tcPr>
            <w:tcW w:w="8789" w:type="dxa"/>
            <w:vAlign w:val="center"/>
          </w:tcPr>
          <w:p w:rsidR="006136D3" w:rsidRPr="00E1565E" w:rsidRDefault="006136D3" w:rsidP="00E1565E">
            <w:pPr>
              <w:rPr>
                <w:rFonts w:cs="Arial"/>
                <w:sz w:val="22"/>
              </w:rPr>
            </w:pPr>
            <w:proofErr w:type="spellStart"/>
            <w:r>
              <w:rPr>
                <w:rFonts w:cs="Arial"/>
                <w:sz w:val="22"/>
              </w:rPr>
              <w:t>Etre</w:t>
            </w:r>
            <w:proofErr w:type="spellEnd"/>
            <w:r>
              <w:rPr>
                <w:rFonts w:cs="Arial"/>
                <w:sz w:val="22"/>
              </w:rPr>
              <w:t xml:space="preserve"> d’utilisation simple pour le cycliste</w:t>
            </w:r>
          </w:p>
        </w:tc>
      </w:tr>
      <w:tr w:rsidR="006136D3" w:rsidTr="00E1565E">
        <w:trPr>
          <w:trHeight w:val="419"/>
        </w:trPr>
        <w:tc>
          <w:tcPr>
            <w:tcW w:w="637" w:type="dxa"/>
            <w:vAlign w:val="center"/>
          </w:tcPr>
          <w:p w:rsidR="006136D3" w:rsidRDefault="006136D3" w:rsidP="00937EFA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FC2</w:t>
            </w:r>
          </w:p>
        </w:tc>
        <w:tc>
          <w:tcPr>
            <w:tcW w:w="8789" w:type="dxa"/>
            <w:vAlign w:val="center"/>
          </w:tcPr>
          <w:p w:rsidR="006136D3" w:rsidRPr="00E1565E" w:rsidRDefault="006136D3" w:rsidP="00B964C8">
            <w:pPr>
              <w:pStyle w:val="Rponses"/>
            </w:pPr>
            <w:r>
              <w:t>S’adapter au cadre du vélo</w:t>
            </w:r>
          </w:p>
        </w:tc>
      </w:tr>
      <w:tr w:rsidR="006136D3" w:rsidTr="00E1565E">
        <w:trPr>
          <w:trHeight w:val="419"/>
        </w:trPr>
        <w:tc>
          <w:tcPr>
            <w:tcW w:w="637" w:type="dxa"/>
            <w:vAlign w:val="center"/>
          </w:tcPr>
          <w:p w:rsidR="006136D3" w:rsidRDefault="006136D3" w:rsidP="00937EFA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FC3</w:t>
            </w:r>
          </w:p>
        </w:tc>
        <w:tc>
          <w:tcPr>
            <w:tcW w:w="8789" w:type="dxa"/>
            <w:vAlign w:val="center"/>
          </w:tcPr>
          <w:p w:rsidR="006136D3" w:rsidRPr="00E1565E" w:rsidRDefault="00B25D39" w:rsidP="00AE225E">
            <w:pPr>
              <w:pStyle w:val="Rponses"/>
            </w:pPr>
            <w:r>
              <w:t>Fonctionner avec la batterie</w:t>
            </w:r>
            <w:r w:rsidR="00627434">
              <w:t xml:space="preserve"> fournie</w:t>
            </w:r>
          </w:p>
        </w:tc>
      </w:tr>
      <w:tr w:rsidR="006136D3" w:rsidTr="00E1565E">
        <w:trPr>
          <w:trHeight w:val="419"/>
        </w:trPr>
        <w:tc>
          <w:tcPr>
            <w:tcW w:w="637" w:type="dxa"/>
            <w:vAlign w:val="center"/>
          </w:tcPr>
          <w:p w:rsidR="006136D3" w:rsidRDefault="006136D3" w:rsidP="00937EFA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FC4</w:t>
            </w:r>
          </w:p>
        </w:tc>
        <w:tc>
          <w:tcPr>
            <w:tcW w:w="8789" w:type="dxa"/>
            <w:vAlign w:val="center"/>
          </w:tcPr>
          <w:p w:rsidR="006136D3" w:rsidRPr="00E1565E" w:rsidRDefault="00B25D39" w:rsidP="00E1565E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Respecter la législation</w:t>
            </w:r>
          </w:p>
        </w:tc>
      </w:tr>
      <w:tr w:rsidR="006136D3" w:rsidTr="00595201">
        <w:trPr>
          <w:trHeight w:val="41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D3" w:rsidRDefault="006136D3" w:rsidP="00937EFA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FC5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D3" w:rsidRPr="00E1565E" w:rsidRDefault="00B25D39" w:rsidP="00AE225E">
            <w:pPr>
              <w:pStyle w:val="Rponses"/>
              <w:rPr>
                <w:color w:val="00FF00"/>
              </w:rPr>
            </w:pPr>
            <w:r w:rsidRPr="00B25D39">
              <w:t>Résister</w:t>
            </w:r>
            <w:r>
              <w:t xml:space="preserve"> aux agressions du milieu ambiant</w:t>
            </w:r>
          </w:p>
        </w:tc>
      </w:tr>
    </w:tbl>
    <w:p w:rsidR="00EA0943" w:rsidRPr="00EA0943" w:rsidRDefault="00734A67" w:rsidP="00734A67">
      <w:pPr>
        <w:pStyle w:val="Niv1"/>
      </w:pPr>
      <w:r>
        <w:lastRenderedPageBreak/>
        <w:t>Cahier des charges fonctionnelles</w:t>
      </w:r>
      <w:r w:rsidR="00072D65">
        <w:t xml:space="preserve"> auquel répond le vélo Moustache Samedi 27 Off 2</w:t>
      </w:r>
    </w:p>
    <w:p w:rsidR="00035475" w:rsidRPr="00F63B24" w:rsidRDefault="00035475" w:rsidP="007F293E">
      <w:pPr>
        <w:pStyle w:val="Question"/>
      </w:pPr>
      <w:r w:rsidRPr="00F63B24">
        <w:t xml:space="preserve">A partir des </w:t>
      </w:r>
      <w:r w:rsidRPr="007F293E">
        <w:t>caractéristiques</w:t>
      </w:r>
      <w:r w:rsidRPr="00F63B24">
        <w:t xml:space="preserve"> </w:t>
      </w:r>
      <w:r w:rsidR="00DB0C9B">
        <w:t xml:space="preserve">du </w:t>
      </w:r>
      <w:r w:rsidRPr="00F63B24">
        <w:t xml:space="preserve">constructeur, </w:t>
      </w:r>
      <w:r w:rsidR="00F63B24" w:rsidRPr="00F63B24">
        <w:t>complétez</w:t>
      </w:r>
      <w:r w:rsidRPr="00F63B24">
        <w:t xml:space="preserve"> le CdCf ci-dessous :</w:t>
      </w:r>
    </w:p>
    <w:p w:rsidR="00035475" w:rsidRDefault="00035475" w:rsidP="00F51478"/>
    <w:tbl>
      <w:tblPr>
        <w:tblW w:w="94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3660"/>
        <w:gridCol w:w="1540"/>
        <w:gridCol w:w="1360"/>
      </w:tblGrid>
      <w:tr w:rsidR="002D295D" w:rsidRPr="002D295D" w:rsidTr="002D295D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D295D">
              <w:rPr>
                <w:rFonts w:cs="Arial"/>
                <w:b/>
                <w:bCs/>
                <w:color w:val="000000"/>
                <w:szCs w:val="20"/>
              </w:rPr>
              <w:t>Fonctions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95D" w:rsidRPr="002D295D" w:rsidRDefault="002D295D" w:rsidP="002D295D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2D295D">
              <w:rPr>
                <w:rFonts w:cs="Arial"/>
                <w:b/>
                <w:bCs/>
                <w:color w:val="000000"/>
                <w:szCs w:val="20"/>
              </w:rPr>
              <w:t>Critères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D295D">
              <w:rPr>
                <w:rFonts w:cs="Arial"/>
                <w:b/>
                <w:bCs/>
                <w:color w:val="000000"/>
                <w:szCs w:val="20"/>
              </w:rPr>
              <w:t>Niveau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D295D">
              <w:rPr>
                <w:rFonts w:cs="Arial"/>
                <w:b/>
                <w:bCs/>
                <w:color w:val="000000"/>
                <w:szCs w:val="20"/>
              </w:rPr>
              <w:t>Flexibilité</w:t>
            </w:r>
          </w:p>
        </w:tc>
      </w:tr>
      <w:tr w:rsidR="002D295D" w:rsidRPr="002D295D" w:rsidTr="002D295D">
        <w:trPr>
          <w:trHeight w:val="900"/>
        </w:trPr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FP1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Motorisation :</w:t>
            </w: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  <w:t>- puissance</w:t>
            </w: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  <w:t>- couple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  <w:t>250 W</w:t>
            </w: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  <w:t>63 N.m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mini</w:t>
            </w:r>
            <w:proofErr w:type="gramEnd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proofErr w:type="spell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mini</w:t>
            </w:r>
            <w:proofErr w:type="spellEnd"/>
          </w:p>
        </w:tc>
      </w:tr>
      <w:tr w:rsidR="002D295D" w:rsidRPr="002D295D" w:rsidTr="002D295D">
        <w:trPr>
          <w:trHeight w:val="9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Transmission :</w:t>
            </w: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  <w:t>- type</w:t>
            </w: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  <w:t>- nombre de vitesse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à</w:t>
            </w:r>
            <w:proofErr w:type="gramEnd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 xml:space="preserve"> chaîne</w:t>
            </w: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  <w:t>9 rapports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  <w:t>F0</w:t>
            </w: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proofErr w:type="spell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  <w:proofErr w:type="spellEnd"/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802AB7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Précision du codeur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1000 mesures/s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Vitesse maximale du vélo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802AB7">
            <w:pPr>
              <w:pStyle w:val="Rponses"/>
              <w:jc w:val="center"/>
            </w:pPr>
            <w:r w:rsidRPr="002D295D">
              <w:t>25 km/h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Taux d'assistance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802AB7">
            <w:pPr>
              <w:pStyle w:val="Rponses"/>
              <w:jc w:val="center"/>
            </w:pPr>
            <w:r w:rsidRPr="002D295D">
              <w:t>50 à 275 %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mini</w:t>
            </w:r>
            <w:proofErr w:type="gramEnd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/max</w:t>
            </w:r>
          </w:p>
        </w:tc>
      </w:tr>
      <w:tr w:rsidR="002D295D" w:rsidRPr="002D295D" w:rsidTr="002D295D">
        <w:trPr>
          <w:trHeight w:val="6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FC1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C079C7">
            <w:r w:rsidRPr="002D295D">
              <w:t>Mode de fonctionnement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Off / Eco / Tour / Sport / Turbo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FC2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Type de cadre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voir</w:t>
            </w:r>
            <w:proofErr w:type="gramEnd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 xml:space="preserve"> plan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FC3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Technologie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Li-ion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Tension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802AB7">
            <w:pPr>
              <w:pStyle w:val="Rponses"/>
              <w:jc w:val="center"/>
            </w:pPr>
            <w:r w:rsidRPr="002D295D">
              <w:t>36 Vcc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nominale</w:t>
            </w:r>
            <w:proofErr w:type="gramEnd"/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Capacité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802AB7">
            <w:pPr>
              <w:pStyle w:val="Rponses"/>
              <w:jc w:val="center"/>
            </w:pPr>
            <w:r w:rsidRPr="002D295D">
              <w:t>11,6 Ah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mini</w:t>
            </w:r>
            <w:proofErr w:type="gramEnd"/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802AB7">
            <w:pPr>
              <w:pStyle w:val="Rponses"/>
            </w:pPr>
            <w:r w:rsidRPr="002D295D">
              <w:t>Energie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400 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mini</w:t>
            </w:r>
            <w:proofErr w:type="gramEnd"/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Temps de charge totale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3h 30min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max</w:t>
            </w:r>
            <w:proofErr w:type="gramEnd"/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Masse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2,4 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FC4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Vitesse sous assistance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25 km/h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max</w:t>
            </w:r>
            <w:proofErr w:type="gramEnd"/>
          </w:p>
        </w:tc>
      </w:tr>
      <w:tr w:rsidR="002D295D" w:rsidRPr="002D295D" w:rsidTr="002D295D">
        <w:trPr>
          <w:trHeight w:val="6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Couple de l'assistance lors de l'arrêt du pédalage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C = 0 N.m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FC5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Conditions climatiques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Hivernale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Lieux</w:t>
            </w:r>
            <w:r w:rsidR="00802AB7">
              <w:rPr>
                <w:rFonts w:ascii="Calibri" w:hAnsi="Calibri"/>
                <w:color w:val="000000"/>
                <w:sz w:val="22"/>
                <w:szCs w:val="22"/>
              </w:rPr>
              <w:t xml:space="preserve"> d’utilisation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France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  <w:tr w:rsidR="002D295D" w:rsidRPr="002D295D" w:rsidTr="002D295D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Altitudes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3000 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95D" w:rsidRPr="002D295D" w:rsidRDefault="002D295D" w:rsidP="002D295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95D">
              <w:rPr>
                <w:rFonts w:ascii="Calibri" w:hAnsi="Calibri"/>
                <w:color w:val="000000"/>
                <w:sz w:val="22"/>
                <w:szCs w:val="22"/>
              </w:rPr>
              <w:t>F0</w:t>
            </w:r>
          </w:p>
        </w:tc>
      </w:tr>
    </w:tbl>
    <w:p w:rsidR="00F51478" w:rsidRDefault="00F51478" w:rsidP="00F51478"/>
    <w:p w:rsidR="007F293E" w:rsidRDefault="00734A67" w:rsidP="00605FB3">
      <w:pPr>
        <w:pStyle w:val="Niv1"/>
      </w:pPr>
      <w:r>
        <w:br w:type="page"/>
      </w:r>
      <w:r w:rsidR="00F26BE6">
        <w:lastRenderedPageBreak/>
        <w:t xml:space="preserve">Mise en place d’un modèle de </w:t>
      </w:r>
      <w:r w:rsidR="00605FB3">
        <w:t>trajet type (cycle)</w:t>
      </w:r>
    </w:p>
    <w:p w:rsidR="00032998" w:rsidRDefault="00032998" w:rsidP="00032998">
      <w:pPr>
        <w:pStyle w:val="Standard"/>
      </w:pPr>
    </w:p>
    <w:p w:rsidR="0003254A" w:rsidRDefault="00032998" w:rsidP="00E64892">
      <w:pPr>
        <w:pStyle w:val="Niv2"/>
      </w:pPr>
      <w:r>
        <w:t>Mise en situation</w:t>
      </w:r>
    </w:p>
    <w:p w:rsidR="004030F7" w:rsidRDefault="0003254A" w:rsidP="0003254A">
      <w:pPr>
        <w:pStyle w:val="Standard"/>
      </w:pPr>
      <w:r>
        <w:t>Pour cette étude</w:t>
      </w:r>
      <w:r w:rsidR="00FC71BF">
        <w:t xml:space="preserve">, nous allons prendre comme exemple une personne qui habite Steinseltz et qui </w:t>
      </w:r>
      <w:r w:rsidR="004030F7">
        <w:t xml:space="preserve">vient </w:t>
      </w:r>
      <w:r w:rsidR="00FC71BF">
        <w:t>travaille</w:t>
      </w:r>
      <w:r w:rsidR="004030F7">
        <w:t>r</w:t>
      </w:r>
      <w:r w:rsidR="00FC71BF">
        <w:t xml:space="preserve"> au lycée Stanislas</w:t>
      </w:r>
      <w:r w:rsidR="004030F7">
        <w:t xml:space="preserve"> </w:t>
      </w:r>
      <w:r w:rsidR="00E67551">
        <w:t>à</w:t>
      </w:r>
      <w:r w:rsidR="004030F7">
        <w:t xml:space="preserve"> vélo</w:t>
      </w:r>
      <w:r w:rsidR="00FC71BF">
        <w:t xml:space="preserve">. </w:t>
      </w:r>
    </w:p>
    <w:p w:rsidR="004030F7" w:rsidRDefault="00101056" w:rsidP="0003254A">
      <w:pPr>
        <w:pStyle w:val="Standard"/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0284A779" wp14:editId="36197652">
            <wp:simplePos x="0" y="0"/>
            <wp:positionH relativeFrom="column">
              <wp:posOffset>3376295</wp:posOffset>
            </wp:positionH>
            <wp:positionV relativeFrom="paragraph">
              <wp:posOffset>146314</wp:posOffset>
            </wp:positionV>
            <wp:extent cx="2858135" cy="730250"/>
            <wp:effectExtent l="19050" t="19050" r="18415" b="12700"/>
            <wp:wrapSquare wrapText="bothSides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135" cy="730250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20000"/>
                          <a:lumOff val="80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30F7">
        <w:t xml:space="preserve">D’après Google </w:t>
      </w:r>
      <w:proofErr w:type="spellStart"/>
      <w:r w:rsidR="004030F7">
        <w:t>Maps</w:t>
      </w:r>
      <w:proofErr w:type="spellEnd"/>
      <w:r w:rsidR="004030F7">
        <w:t>, les caractéristiques de ce trajet sont les suivantes :</w:t>
      </w:r>
    </w:p>
    <w:p w:rsidR="004030F7" w:rsidRDefault="004030F7" w:rsidP="004030F7">
      <w:pPr>
        <w:pStyle w:val="Standard"/>
        <w:numPr>
          <w:ilvl w:val="0"/>
          <w:numId w:val="15"/>
        </w:numPr>
      </w:pPr>
      <w:r>
        <w:t xml:space="preserve">Trajet type : Steinseltz – Lycée Stanislas : 4,8 km </w:t>
      </w:r>
    </w:p>
    <w:p w:rsidR="004030F7" w:rsidRDefault="004030F7" w:rsidP="004030F7">
      <w:pPr>
        <w:pStyle w:val="Standard"/>
        <w:numPr>
          <w:ilvl w:val="0"/>
          <w:numId w:val="15"/>
        </w:numPr>
      </w:pPr>
      <w:r>
        <w:t xml:space="preserve">Temps moyen du trajet avec un vélo sans assistance : 21 min </w:t>
      </w:r>
      <w:r w:rsidR="00CA2A8F">
        <w:t xml:space="preserve">aller et 25 min retour </w:t>
      </w:r>
      <w:r>
        <w:t xml:space="preserve">(source Google </w:t>
      </w:r>
      <w:proofErr w:type="spellStart"/>
      <w:r>
        <w:t>Maps</w:t>
      </w:r>
      <w:proofErr w:type="spellEnd"/>
      <w:r>
        <w:t>)</w:t>
      </w:r>
    </w:p>
    <w:p w:rsidR="004030F7" w:rsidRDefault="004030F7" w:rsidP="004030F7">
      <w:pPr>
        <w:pStyle w:val="Standard"/>
        <w:numPr>
          <w:ilvl w:val="0"/>
          <w:numId w:val="15"/>
        </w:numPr>
      </w:pPr>
      <w:r>
        <w:t xml:space="preserve">Dénivelé positif sur un trajet aller-retour : 152m </w:t>
      </w:r>
    </w:p>
    <w:p w:rsidR="004030F7" w:rsidRDefault="004030F7" w:rsidP="0003254A">
      <w:pPr>
        <w:pStyle w:val="Standard"/>
      </w:pPr>
    </w:p>
    <w:p w:rsidR="004E65C0" w:rsidRDefault="004E65C0" w:rsidP="0003254A">
      <w:pPr>
        <w:pStyle w:val="Standard"/>
      </w:pPr>
      <w:r>
        <w:t>Cette personne souhaite maintenant gagner du temps et moins se fatiguer sur ce trajet et décide de s’équiper d’un vélo Moustache Samedi 27 Off 2.</w:t>
      </w:r>
    </w:p>
    <w:p w:rsidR="00255870" w:rsidRDefault="00255870" w:rsidP="004E65C0">
      <w:pPr>
        <w:pStyle w:val="Standard"/>
      </w:pPr>
    </w:p>
    <w:p w:rsidR="004E65C0" w:rsidRDefault="004E65C0" w:rsidP="004E65C0">
      <w:pPr>
        <w:pStyle w:val="Standard"/>
      </w:pPr>
    </w:p>
    <w:p w:rsidR="004E65C0" w:rsidRDefault="004E65C0" w:rsidP="0003254A">
      <w:pPr>
        <w:pStyle w:val="Standard"/>
      </w:pPr>
    </w:p>
    <w:p w:rsidR="004030F7" w:rsidRDefault="004E65C0" w:rsidP="00E64892">
      <w:pPr>
        <w:pStyle w:val="Niv2"/>
      </w:pPr>
      <w:r>
        <w:t>Hypothèse</w:t>
      </w:r>
      <w:r w:rsidR="0017651D">
        <w:t>s</w:t>
      </w:r>
      <w:r>
        <w:t xml:space="preserve"> simplificatrice</w:t>
      </w:r>
      <w:r w:rsidR="0017651D">
        <w:t>s</w:t>
      </w:r>
      <w:r>
        <w:t xml:space="preserve"> de l’étude</w:t>
      </w:r>
    </w:p>
    <w:p w:rsidR="00D1025B" w:rsidRDefault="00707591" w:rsidP="00CD7172">
      <w:pPr>
        <w:pStyle w:val="Standard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2594032</wp:posOffset>
                </wp:positionH>
                <wp:positionV relativeFrom="paragraph">
                  <wp:posOffset>13136</wp:posOffset>
                </wp:positionV>
                <wp:extent cx="3804285" cy="2568234"/>
                <wp:effectExtent l="0" t="0" r="5715" b="22860"/>
                <wp:wrapSquare wrapText="bothSides"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4285" cy="2568234"/>
                          <a:chOff x="0" y="0"/>
                          <a:chExt cx="3804285" cy="2568234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4285" cy="236029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4" name="Groupe 14"/>
                        <wpg:cNvGrpSpPr/>
                        <wpg:grpSpPr>
                          <a:xfrm>
                            <a:off x="232012" y="2354239"/>
                            <a:ext cx="2606675" cy="213995"/>
                            <a:chOff x="0" y="0"/>
                            <a:chExt cx="2606722" cy="214167"/>
                          </a:xfrm>
                        </wpg:grpSpPr>
                        <wps:wsp>
                          <wps:cNvPr id="34" name="Zone de texte 34"/>
                          <wps:cNvSpPr txBox="1"/>
                          <wps:spPr>
                            <a:xfrm>
                              <a:off x="0" y="0"/>
                              <a:ext cx="696467" cy="21416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F293E" w:rsidRPr="00814DEC" w:rsidRDefault="007F293E" w:rsidP="007F293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14DEC">
                                  <w:rPr>
                                    <w:sz w:val="16"/>
                                    <w:szCs w:val="16"/>
                                  </w:rPr>
                                  <w:t>Phase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Zone de texte 26"/>
                          <wps:cNvSpPr txBox="1"/>
                          <wps:spPr>
                            <a:xfrm>
                              <a:off x="1337290" y="0"/>
                              <a:ext cx="1269432" cy="2138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F293E" w:rsidRPr="00814DEC" w:rsidRDefault="007F293E" w:rsidP="007F293E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14DEC">
                                  <w:rPr>
                                    <w:sz w:val="16"/>
                                    <w:szCs w:val="16"/>
                                  </w:rPr>
                                  <w:t>Phase 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Zone de texte 36"/>
                          <wps:cNvSpPr txBox="1"/>
                          <wps:spPr>
                            <a:xfrm>
                              <a:off x="661916" y="0"/>
                              <a:ext cx="676651" cy="2138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F293E" w:rsidRPr="00814DEC" w:rsidRDefault="007F293E" w:rsidP="007F293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14DEC">
                                  <w:rPr>
                                    <w:sz w:val="16"/>
                                    <w:szCs w:val="16"/>
                                  </w:rPr>
                                  <w:t>Phase 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19" o:spid="_x0000_s1047" style="position:absolute;left:0;text-align:left;margin-left:204.25pt;margin-top:1.05pt;width:299.55pt;height:202.2pt;z-index:251709440" coordsize="38042,256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48" type="#_x0000_t75" style="position:absolute;width:38042;height:236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">
                  <v:imagedata r:id="rId15" o:title=""/>
                </v:shape>
                <v:group id="Groupe 14" o:spid="_x0000_s1049" style="position:absolute;left:2320;top:23542;width:26066;height:2140" coordsize="26067,2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Zone de texte 34" o:spid="_x0000_s1050" type="#_x0000_t202" style="position:absolute;width:6964;height:2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" fillcolor="white [3201]" strokeweight=".5pt">
                    <v:textbox>
                      <w:txbxContent>
                        <w:p w:rsidR="007F293E" w:rsidRPr="00814DEC" w:rsidRDefault="007F293E" w:rsidP="007F293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814DEC">
                            <w:rPr>
                              <w:sz w:val="16"/>
                              <w:szCs w:val="16"/>
                            </w:rPr>
                            <w:t>Phase 1</w:t>
                          </w:r>
                        </w:p>
                      </w:txbxContent>
                    </v:textbox>
                  </v:shape>
                  <v:shape id="Zone de texte 26" o:spid="_x0000_s1051" type="#_x0000_t202" style="position:absolute;left:13372;width:12695;height:2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" fillcolor="white [3201]" strokeweight=".5pt">
                    <v:textbox>
                      <w:txbxContent>
                        <w:p w:rsidR="007F293E" w:rsidRPr="00814DEC" w:rsidRDefault="007F293E" w:rsidP="007F293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14DEC">
                            <w:rPr>
                              <w:sz w:val="16"/>
                              <w:szCs w:val="16"/>
                            </w:rPr>
                            <w:t>Phase 3</w:t>
                          </w:r>
                        </w:p>
                      </w:txbxContent>
                    </v:textbox>
                  </v:shape>
                  <v:shape id="Zone de texte 36" o:spid="_x0000_s1052" type="#_x0000_t202" style="position:absolute;left:6619;width:6766;height:2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" fillcolor="white [3201]" strokeweight=".5pt">
                    <v:textbox>
                      <w:txbxContent>
                        <w:p w:rsidR="007F293E" w:rsidRPr="00814DEC" w:rsidRDefault="007F293E" w:rsidP="007F293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814DEC">
                            <w:rPr>
                              <w:sz w:val="16"/>
                              <w:szCs w:val="16"/>
                            </w:rPr>
                            <w:t>Phase 2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552C71" w:rsidRPr="0081193B" w:rsidRDefault="00D1025B" w:rsidP="0081193B">
      <w:pPr>
        <w:pStyle w:val="Standard"/>
      </w:pPr>
      <w:r w:rsidRPr="0081193B">
        <w:t xml:space="preserve">Pour </w:t>
      </w:r>
      <w:r w:rsidR="00A23E5B" w:rsidRPr="0081193B">
        <w:t>faciliter l’étude</w:t>
      </w:r>
      <w:r w:rsidR="00552C71" w:rsidRPr="0081193B">
        <w:t xml:space="preserve">, nous considérons que le trajet aller et retour est identique et peut se </w:t>
      </w:r>
      <w:r w:rsidR="00306BE4" w:rsidRPr="0081193B">
        <w:t>modélis</w:t>
      </w:r>
      <w:r w:rsidR="00552C71" w:rsidRPr="0081193B">
        <w:t>er</w:t>
      </w:r>
      <w:r w:rsidR="00306BE4" w:rsidRPr="0081193B">
        <w:t xml:space="preserve"> par la courbe ci-contre</w:t>
      </w:r>
      <w:r w:rsidR="00E42C4A" w:rsidRPr="0081193B">
        <w:t xml:space="preserve">. </w:t>
      </w:r>
    </w:p>
    <w:p w:rsidR="00552C71" w:rsidRPr="0081193B" w:rsidRDefault="00552C71" w:rsidP="0081193B">
      <w:pPr>
        <w:pStyle w:val="Standard"/>
      </w:pPr>
    </w:p>
    <w:p w:rsidR="00E42C4A" w:rsidRPr="0081193B" w:rsidRDefault="00707591" w:rsidP="0081193B">
      <w:pPr>
        <w:pStyle w:val="Standard"/>
      </w:pPr>
      <w:r w:rsidRPr="0081193B">
        <w:t>Nous pouvons y lire</w:t>
      </w:r>
      <w:r w:rsidR="00E42C4A" w:rsidRPr="0081193B">
        <w:t> :</w:t>
      </w:r>
    </w:p>
    <w:p w:rsidR="007F293E" w:rsidRDefault="00E42C4A" w:rsidP="0081193B">
      <w:pPr>
        <w:pStyle w:val="Standard"/>
        <w:numPr>
          <w:ilvl w:val="0"/>
          <w:numId w:val="17"/>
        </w:numPr>
      </w:pPr>
      <w:r w:rsidRPr="0081193B">
        <w:t>Le dénivelé en mètre</w:t>
      </w:r>
      <w:r w:rsidR="00E67551">
        <w:t>s</w:t>
      </w:r>
      <w:r w:rsidRPr="0081193B">
        <w:t xml:space="preserve"> </w:t>
      </w:r>
      <w:r w:rsidR="00306BE4" w:rsidRPr="0081193B">
        <w:t>(trait en pointillé</w:t>
      </w:r>
      <w:r w:rsidR="00814DEC" w:rsidRPr="0081193B">
        <w:t>)</w:t>
      </w:r>
      <w:r w:rsidR="0081193B">
        <w:t xml:space="preserve"> décomposé en trois phase :</w:t>
      </w:r>
    </w:p>
    <w:p w:rsidR="0081193B" w:rsidRDefault="0081193B" w:rsidP="0081193B">
      <w:pPr>
        <w:pStyle w:val="Standard"/>
        <w:numPr>
          <w:ilvl w:val="1"/>
          <w:numId w:val="17"/>
        </w:numPr>
      </w:pPr>
      <w:r>
        <w:t>Phase 1 : montée</w:t>
      </w:r>
    </w:p>
    <w:p w:rsidR="0081193B" w:rsidRDefault="0081193B" w:rsidP="0081193B">
      <w:pPr>
        <w:pStyle w:val="Standard"/>
        <w:numPr>
          <w:ilvl w:val="1"/>
          <w:numId w:val="17"/>
        </w:numPr>
      </w:pPr>
      <w:r>
        <w:t>Phase 2 : descente</w:t>
      </w:r>
    </w:p>
    <w:p w:rsidR="0081193B" w:rsidRPr="0081193B" w:rsidRDefault="0081193B" w:rsidP="0081193B">
      <w:pPr>
        <w:pStyle w:val="Standard"/>
        <w:numPr>
          <w:ilvl w:val="1"/>
          <w:numId w:val="17"/>
        </w:numPr>
      </w:pPr>
      <w:r>
        <w:t>Phase 3 : plat</w:t>
      </w:r>
    </w:p>
    <w:p w:rsidR="007F293E" w:rsidRPr="0081193B" w:rsidRDefault="00E42C4A" w:rsidP="0081193B">
      <w:pPr>
        <w:pStyle w:val="Standard"/>
        <w:numPr>
          <w:ilvl w:val="0"/>
          <w:numId w:val="17"/>
        </w:numPr>
      </w:pPr>
      <w:r w:rsidRPr="0081193B">
        <w:t>La consommation en courant du moteur en fonction des phases du trajet (trait continu).</w:t>
      </w:r>
      <w:r w:rsidR="00B730DC">
        <w:t xml:space="preserve"> En phase 2 la consommation est nulle.</w:t>
      </w:r>
    </w:p>
    <w:p w:rsidR="007F293E" w:rsidRPr="0081193B" w:rsidRDefault="007F293E" w:rsidP="0081193B">
      <w:pPr>
        <w:pStyle w:val="Standard"/>
      </w:pPr>
    </w:p>
    <w:p w:rsidR="00781AA0" w:rsidRPr="0081193B" w:rsidRDefault="00781AA0" w:rsidP="0081193B">
      <w:pPr>
        <w:pStyle w:val="Standard"/>
      </w:pPr>
      <w:r w:rsidRPr="0081193B">
        <w:t xml:space="preserve">Nous partons </w:t>
      </w:r>
      <w:r w:rsidR="00552C71" w:rsidRPr="0081193B">
        <w:t xml:space="preserve">également </w:t>
      </w:r>
      <w:r w:rsidRPr="0081193B">
        <w:t>sur le principe que le vélo roule à une vitesse constante de 25 km/h sur l’ensemble du trajet.</w:t>
      </w:r>
    </w:p>
    <w:p w:rsidR="007F293E" w:rsidRDefault="007F293E" w:rsidP="007F293E">
      <w:pPr>
        <w:pStyle w:val="Standard"/>
        <w:rPr>
          <w:sz w:val="22"/>
        </w:rPr>
      </w:pPr>
    </w:p>
    <w:p w:rsidR="007F293E" w:rsidRDefault="00707591" w:rsidP="00E64892">
      <w:pPr>
        <w:pStyle w:val="Niv2"/>
      </w:pPr>
      <w:r>
        <w:t>Estimation du gain de temps</w:t>
      </w:r>
      <w:r w:rsidR="00987E43">
        <w:t xml:space="preserve"> sur un trajet aller-retour</w:t>
      </w:r>
    </w:p>
    <w:p w:rsidR="007F293E" w:rsidRDefault="007F293E" w:rsidP="007F293E">
      <w:pPr>
        <w:pStyle w:val="Question"/>
      </w:pPr>
      <w:r>
        <w:t xml:space="preserve">Calculez le temps </w:t>
      </w:r>
      <w:r w:rsidR="00707591">
        <w:t xml:space="preserve">moyen d’un aller-retour </w:t>
      </w:r>
      <w:r w:rsidR="00E67551">
        <w:t>à</w:t>
      </w:r>
      <w:r>
        <w:t xml:space="preserve"> </w:t>
      </w:r>
      <w:r w:rsidR="00707591">
        <w:t>vélo à assistance électrique sur le trajet type en h/min/s.</w:t>
      </w:r>
    </w:p>
    <w:p w:rsidR="007F293E" w:rsidRPr="00050C9E" w:rsidRDefault="007F293E" w:rsidP="00323276">
      <w:pPr>
        <w:pStyle w:val="Rponses"/>
      </w:pPr>
      <w:r>
        <w:t xml:space="preserve">V=d/t </w:t>
      </w:r>
      <w:proofErr w:type="gramStart"/>
      <w:r>
        <w:t>donc  t</w:t>
      </w:r>
      <w:proofErr w:type="gramEnd"/>
      <w:r>
        <w:t xml:space="preserve"> = d/V = </w:t>
      </w:r>
      <w:r w:rsidR="00563349">
        <w:t>2*4.8</w:t>
      </w:r>
      <w:r>
        <w:t>/25 = 0.</w:t>
      </w:r>
      <w:r w:rsidR="00BD4FCB">
        <w:t>384</w:t>
      </w:r>
      <w:r>
        <w:t xml:space="preserve"> h  </w:t>
      </w:r>
      <w:r w:rsidR="00BD4FCB">
        <w:t xml:space="preserve">      23,04</w:t>
      </w:r>
      <w:r>
        <w:t xml:space="preserve"> min    </w:t>
      </w:r>
      <w:r w:rsidR="00BD4FCB">
        <w:t xml:space="preserve">donc </w:t>
      </w:r>
      <w:r>
        <w:t xml:space="preserve">  0 h  </w:t>
      </w:r>
      <w:r w:rsidR="00BD4FCB">
        <w:t>23</w:t>
      </w:r>
      <w:r>
        <w:t xml:space="preserve"> min et </w:t>
      </w:r>
      <w:r w:rsidR="00BD4FCB">
        <w:t>02</w:t>
      </w:r>
      <w:r>
        <w:t xml:space="preserve"> s</w:t>
      </w:r>
    </w:p>
    <w:p w:rsidR="007F293E" w:rsidRDefault="007F293E" w:rsidP="007F293E">
      <w:pPr>
        <w:pStyle w:val="Rponses"/>
      </w:pPr>
    </w:p>
    <w:p w:rsidR="007F293E" w:rsidRDefault="007F293E" w:rsidP="007F293E">
      <w:pPr>
        <w:pStyle w:val="Rponses"/>
      </w:pPr>
    </w:p>
    <w:p w:rsidR="007F293E" w:rsidRDefault="007F293E" w:rsidP="007F293E">
      <w:pPr>
        <w:pStyle w:val="Rponses"/>
      </w:pPr>
    </w:p>
    <w:p w:rsidR="00CD0100" w:rsidRDefault="00CD0100" w:rsidP="007F293E">
      <w:pPr>
        <w:pStyle w:val="Rponses"/>
      </w:pPr>
    </w:p>
    <w:p w:rsidR="00CD0100" w:rsidRDefault="00CD0100" w:rsidP="007F293E">
      <w:pPr>
        <w:pStyle w:val="Rponses"/>
      </w:pPr>
    </w:p>
    <w:p w:rsidR="007F293E" w:rsidRDefault="007F293E" w:rsidP="007F293E">
      <w:pPr>
        <w:pStyle w:val="Question"/>
      </w:pPr>
      <w:r>
        <w:t xml:space="preserve">Calculez le gain </w:t>
      </w:r>
      <w:r w:rsidR="00F757D6">
        <w:t>de</w:t>
      </w:r>
      <w:r>
        <w:t xml:space="preserve"> temps </w:t>
      </w:r>
      <w:r w:rsidR="00F757D6">
        <w:t xml:space="preserve">sur un aller-retour </w:t>
      </w:r>
      <w:r>
        <w:t>par rapport au vélo sans assistance et exprimez-le en %.</w:t>
      </w:r>
    </w:p>
    <w:p w:rsidR="007F293E" w:rsidRPr="00050C9E" w:rsidRDefault="00F04D1A" w:rsidP="00323276">
      <w:pPr>
        <w:pStyle w:val="Rponses"/>
      </w:pPr>
      <w:r>
        <w:t>(</w:t>
      </w:r>
      <w:r w:rsidR="00563349">
        <w:t>21+25</w:t>
      </w:r>
      <w:r>
        <w:t>-23</w:t>
      </w:r>
      <w:r w:rsidR="00563349">
        <w:t>,</w:t>
      </w:r>
      <w:proofErr w:type="gramStart"/>
      <w:r>
        <w:t>04)</w:t>
      </w:r>
      <w:r w:rsidR="007F293E" w:rsidRPr="00050C9E">
        <w:t>/</w:t>
      </w:r>
      <w:proofErr w:type="gramEnd"/>
      <w:r>
        <w:t>46</w:t>
      </w:r>
      <w:r w:rsidR="007F293E" w:rsidRPr="00050C9E">
        <w:t xml:space="preserve"> = 0</w:t>
      </w:r>
      <w:r>
        <w:t>,499</w:t>
      </w:r>
      <w:r w:rsidR="007F293E" w:rsidRPr="00050C9E">
        <w:t xml:space="preserve">  = </w:t>
      </w:r>
      <w:r>
        <w:t>49,9</w:t>
      </w:r>
      <w:r w:rsidR="007F293E" w:rsidRPr="00050C9E">
        <w:t>%</w:t>
      </w:r>
    </w:p>
    <w:p w:rsidR="007F293E" w:rsidRDefault="007F293E" w:rsidP="007F293E">
      <w:pPr>
        <w:pStyle w:val="Question"/>
        <w:numPr>
          <w:ilvl w:val="0"/>
          <w:numId w:val="0"/>
        </w:numPr>
      </w:pPr>
    </w:p>
    <w:p w:rsidR="007F293E" w:rsidRDefault="007F293E" w:rsidP="007F293E">
      <w:pPr>
        <w:pStyle w:val="Question"/>
        <w:numPr>
          <w:ilvl w:val="0"/>
          <w:numId w:val="0"/>
        </w:numPr>
      </w:pPr>
    </w:p>
    <w:p w:rsidR="007F293E" w:rsidRDefault="007F293E" w:rsidP="007F293E">
      <w:pPr>
        <w:pStyle w:val="Question"/>
        <w:numPr>
          <w:ilvl w:val="0"/>
          <w:numId w:val="0"/>
        </w:numPr>
      </w:pPr>
    </w:p>
    <w:p w:rsidR="00F757D6" w:rsidRDefault="00F757D6">
      <w:pPr>
        <w:spacing w:after="200" w:line="276" w:lineRule="auto"/>
        <w:rPr>
          <w:rFonts w:ascii="Times New Roman" w:eastAsia="Andale Sans UI" w:hAnsi="Times New Roman" w:cs="Tahoma"/>
          <w:i/>
          <w:color w:val="E36C0A" w:themeColor="accent6" w:themeShade="BF"/>
          <w:kern w:val="3"/>
          <w:szCs w:val="20"/>
          <w:lang w:eastAsia="ja-JP" w:bidi="fa-IR"/>
        </w:rPr>
      </w:pPr>
      <w:r>
        <w:br w:type="page"/>
      </w:r>
    </w:p>
    <w:p w:rsidR="00987E43" w:rsidRDefault="00F26BE6" w:rsidP="00987E43">
      <w:pPr>
        <w:pStyle w:val="Niv1"/>
      </w:pPr>
      <w:r>
        <w:lastRenderedPageBreak/>
        <w:t>Estimation de l’autonomie d’une charge batterie</w:t>
      </w:r>
    </w:p>
    <w:p w:rsidR="00F26BE6" w:rsidRDefault="00F26BE6" w:rsidP="00F26BE6">
      <w:pPr>
        <w:pStyle w:val="Standard"/>
      </w:pPr>
    </w:p>
    <w:p w:rsidR="00F26BE6" w:rsidRDefault="00F26BE6" w:rsidP="00F26BE6">
      <w:pPr>
        <w:pStyle w:val="Standard"/>
      </w:pPr>
      <w:r>
        <w:t>Le but de cette partie est d’estimer le nombre d’aller-retour que peut faire ce vélo avec une charge de batterie.</w:t>
      </w:r>
    </w:p>
    <w:p w:rsidR="00CE10D6" w:rsidRDefault="00CE10D6" w:rsidP="00F26BE6">
      <w:pPr>
        <w:pStyle w:val="Standard"/>
      </w:pPr>
      <w:r>
        <w:t>Pour cela nous allons utiliser la formule qui permet de calculer une capacité électrique</w:t>
      </w:r>
      <w:r w:rsidR="00ED6205">
        <w:t xml:space="preserve"> </w:t>
      </w:r>
      <w:r>
        <w:t>:</w:t>
      </w:r>
    </w:p>
    <w:p w:rsidR="00CE10D6" w:rsidRDefault="00CE10D6" w:rsidP="00F26BE6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2516505</wp:posOffset>
                </wp:positionH>
                <wp:positionV relativeFrom="paragraph">
                  <wp:posOffset>130175</wp:posOffset>
                </wp:positionV>
                <wp:extent cx="730250" cy="247650"/>
                <wp:effectExtent l="0" t="0" r="1270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247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A494BC" id="Rectangle 20" o:spid="_x0000_s1026" style="position:absolute;margin-left:198.15pt;margin-top:10.25pt;width:57.5pt;height:19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" filled="f" strokecolor="#243f60 [1604]" strokeweight="2pt"/>
            </w:pict>
          </mc:Fallback>
        </mc:AlternateContent>
      </w:r>
    </w:p>
    <w:p w:rsidR="00CE10D6" w:rsidRPr="00CE10D6" w:rsidRDefault="00CE10D6" w:rsidP="00F26BE6">
      <w:pPr>
        <w:pStyle w:val="Standard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Q=I . t</m:t>
          </m:r>
        </m:oMath>
      </m:oMathPara>
    </w:p>
    <w:p w:rsidR="00CE10D6" w:rsidRDefault="00CE10D6" w:rsidP="00CE10D6">
      <w:pPr>
        <w:pStyle w:val="Standard"/>
      </w:pPr>
    </w:p>
    <w:p w:rsidR="00CE10D6" w:rsidRDefault="0077178E" w:rsidP="00CE10D6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3075305</wp:posOffset>
                </wp:positionH>
                <wp:positionV relativeFrom="paragraph">
                  <wp:posOffset>34290</wp:posOffset>
                </wp:positionV>
                <wp:extent cx="0" cy="539750"/>
                <wp:effectExtent l="0" t="0" r="38100" b="3175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F2638C" id="Connecteur droit 23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15pt,2.7pt" to="242.15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" strokecolor="#4579b8 [3044]"/>
            </w:pict>
          </mc:Fallback>
        </mc:AlternateContent>
      </w:r>
      <w:r w:rsidR="00CE10D6">
        <w:t>En sciences de l’ingénieur, les unités sont :</w:t>
      </w:r>
      <w:r w:rsidR="00CE10D6">
        <w:tab/>
      </w:r>
      <w:r w:rsidR="00CE10D6">
        <w:tab/>
      </w:r>
      <w:r w:rsidR="00CE10D6">
        <w:tab/>
        <w:t>Dans le système international, les unités sont :</w:t>
      </w:r>
    </w:p>
    <w:p w:rsidR="00CE10D6" w:rsidRDefault="00CE10D6" w:rsidP="00CE10D6">
      <w:pPr>
        <w:pStyle w:val="Standard"/>
      </w:pPr>
      <w:r>
        <w:t xml:space="preserve">Q : Capacité en Ah </w:t>
      </w:r>
      <w:r>
        <w:tab/>
      </w:r>
      <w:r>
        <w:tab/>
      </w:r>
      <w:r>
        <w:tab/>
      </w:r>
      <w:r>
        <w:tab/>
      </w:r>
      <w:r>
        <w:tab/>
        <w:t>Q : Capacité en C (Coulomb)</w:t>
      </w:r>
    </w:p>
    <w:p w:rsidR="00CE10D6" w:rsidRDefault="00CE10D6" w:rsidP="00CE10D6">
      <w:pPr>
        <w:pStyle w:val="Standard"/>
      </w:pPr>
      <w:r>
        <w:t>I : Courant en A</w:t>
      </w:r>
      <w:r>
        <w:tab/>
      </w:r>
      <w:r>
        <w:tab/>
      </w:r>
      <w:r>
        <w:tab/>
      </w:r>
      <w:r>
        <w:tab/>
      </w:r>
      <w:r>
        <w:tab/>
      </w:r>
      <w:r>
        <w:tab/>
        <w:t>I : Courant en A</w:t>
      </w:r>
    </w:p>
    <w:p w:rsidR="00CE10D6" w:rsidRDefault="00CE10D6" w:rsidP="00CE10D6">
      <w:pPr>
        <w:pStyle w:val="Standard"/>
      </w:pPr>
      <w:proofErr w:type="gramStart"/>
      <w:r>
        <w:t>t</w:t>
      </w:r>
      <w:proofErr w:type="gramEnd"/>
      <w:r>
        <w:t> : temps en h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 : temps en </w:t>
      </w:r>
      <w:r w:rsidR="004C2A72">
        <w:t>s</w:t>
      </w:r>
    </w:p>
    <w:p w:rsidR="00CE10D6" w:rsidRDefault="00CE10D6" w:rsidP="00CE10D6">
      <w:pPr>
        <w:pStyle w:val="Standard"/>
      </w:pPr>
    </w:p>
    <w:p w:rsidR="00F26BE6" w:rsidRDefault="0081193B" w:rsidP="00E64892">
      <w:pPr>
        <w:pStyle w:val="Niv2"/>
      </w:pPr>
      <w:r>
        <w:t xml:space="preserve">Capacité de </w:t>
      </w:r>
      <w:r w:rsidRPr="00E64892">
        <w:t>batterie</w:t>
      </w:r>
      <w:r>
        <w:t xml:space="preserve"> consommé</w:t>
      </w:r>
      <w:r w:rsidR="00CE10D6">
        <w:t>e</w:t>
      </w:r>
      <w:r>
        <w:t xml:space="preserve"> dans la phase 1</w:t>
      </w:r>
    </w:p>
    <w:p w:rsidR="007F293E" w:rsidRDefault="00AC001F" w:rsidP="00AC001F">
      <w:pPr>
        <w:pStyle w:val="Question"/>
      </w:pPr>
      <w:r>
        <w:t xml:space="preserve">A partir de </w:t>
      </w:r>
      <w:r w:rsidR="002538C2">
        <w:t>la</w:t>
      </w:r>
      <w:r>
        <w:t xml:space="preserve"> formule</w:t>
      </w:r>
      <w:r w:rsidR="00E67551">
        <w:t xml:space="preserve"> </w:t>
      </w:r>
      <w:r w:rsidR="002538C2">
        <w:t xml:space="preserve">ci-dessus </w:t>
      </w:r>
      <w:r w:rsidR="00E67551">
        <w:t>et des courbes modélisant le trajet</w:t>
      </w:r>
      <w:r>
        <w:t>, c</w:t>
      </w:r>
      <w:r w:rsidR="007F293E">
        <w:t xml:space="preserve">alculez </w:t>
      </w:r>
      <w:r w:rsidR="00F6530F">
        <w:t xml:space="preserve">la capacité batterie consommée </w:t>
      </w:r>
      <w:r w:rsidR="007F293E">
        <w:t xml:space="preserve">dans la phase </w:t>
      </w:r>
      <w:r w:rsidR="007F293E" w:rsidRPr="00AC001F">
        <w:t>1 en Ah.</w:t>
      </w:r>
    </w:p>
    <w:p w:rsidR="007F293E" w:rsidRPr="00E75AF1" w:rsidRDefault="007F293E" w:rsidP="00563349">
      <w:pPr>
        <w:pStyle w:val="Rponses"/>
      </w:pPr>
      <w:r w:rsidRPr="00E75AF1">
        <w:t>1.2/25 = 0.048 h</w:t>
      </w:r>
    </w:p>
    <w:p w:rsidR="007F293E" w:rsidRDefault="007F293E" w:rsidP="00563349">
      <w:pPr>
        <w:pStyle w:val="Rponses"/>
      </w:pPr>
      <w:r w:rsidRPr="00E75AF1">
        <w:t xml:space="preserve">Q = I * </w:t>
      </w:r>
      <w:proofErr w:type="gramStart"/>
      <w:r w:rsidRPr="00E75AF1">
        <w:t>t  =</w:t>
      </w:r>
      <w:proofErr w:type="gramEnd"/>
      <w:r w:rsidRPr="00E75AF1">
        <w:t xml:space="preserve"> 9.1*0.048</w:t>
      </w:r>
      <w:r>
        <w:t xml:space="preserve"> =0.437 Ah</w:t>
      </w:r>
    </w:p>
    <w:p w:rsidR="001342F0" w:rsidRDefault="001342F0" w:rsidP="007F293E">
      <w:pPr>
        <w:pStyle w:val="Rponses"/>
      </w:pPr>
    </w:p>
    <w:p w:rsidR="00E64892" w:rsidRDefault="00FD425C" w:rsidP="00501561">
      <w:pPr>
        <w:pStyle w:val="Standard"/>
      </w:pPr>
      <w:r>
        <w:t>Remarque : Dans la phase 2 le courant consommé est nul donc la capacité batterie est inchangée dans cette phase.</w:t>
      </w:r>
    </w:p>
    <w:p w:rsidR="00382BD5" w:rsidRDefault="00382BD5" w:rsidP="00382BD5"/>
    <w:p w:rsidR="00E64892" w:rsidRDefault="00E64892" w:rsidP="00E64892">
      <w:pPr>
        <w:pStyle w:val="Niv2"/>
      </w:pPr>
      <w:r>
        <w:t xml:space="preserve"> Capacité de </w:t>
      </w:r>
      <w:r w:rsidRPr="00E64892">
        <w:t>batterie</w:t>
      </w:r>
      <w:r>
        <w:t xml:space="preserve"> consommée dans la phase 3</w:t>
      </w:r>
    </w:p>
    <w:p w:rsidR="002D0656" w:rsidRPr="00C942FB" w:rsidRDefault="00C942FB" w:rsidP="00C942FB">
      <w:pPr>
        <w:pStyle w:val="Question"/>
      </w:pPr>
      <w:r>
        <w:t xml:space="preserve">A partir de cette formule </w:t>
      </w:r>
      <w:r w:rsidR="002538C2">
        <w:t xml:space="preserve">ci-dessus </w:t>
      </w:r>
      <w:r>
        <w:t xml:space="preserve">et des courbes modélisant le trajet, calculez </w:t>
      </w:r>
      <w:r w:rsidR="00F6530F">
        <w:t xml:space="preserve">la capacité batterie consommée </w:t>
      </w:r>
      <w:r>
        <w:t>dans la phase 3</w:t>
      </w:r>
      <w:r w:rsidRPr="00AC001F">
        <w:t xml:space="preserve"> en Ah.</w:t>
      </w:r>
    </w:p>
    <w:p w:rsidR="002D0656" w:rsidRDefault="002D0656" w:rsidP="00563349">
      <w:pPr>
        <w:pStyle w:val="Rponses"/>
      </w:pPr>
      <w:r>
        <w:t>2.4/25 =0.096 h</w:t>
      </w:r>
    </w:p>
    <w:p w:rsidR="002D0656" w:rsidRPr="00E75AF1" w:rsidRDefault="002D0656" w:rsidP="00563349">
      <w:pPr>
        <w:pStyle w:val="Rponses"/>
      </w:pPr>
      <w:r>
        <w:t>5.27*0.096 = 0.505 Ah</w:t>
      </w:r>
    </w:p>
    <w:p w:rsidR="002D0656" w:rsidRDefault="002D0656" w:rsidP="00563349">
      <w:pPr>
        <w:pStyle w:val="Rponses"/>
      </w:pPr>
    </w:p>
    <w:p w:rsidR="002538C2" w:rsidRDefault="002538C2" w:rsidP="002D0656">
      <w:pPr>
        <w:pStyle w:val="Rponses"/>
      </w:pPr>
    </w:p>
    <w:p w:rsidR="002538C2" w:rsidRDefault="002538C2" w:rsidP="002D0656">
      <w:pPr>
        <w:pStyle w:val="Rponses"/>
      </w:pPr>
    </w:p>
    <w:p w:rsidR="00F6530F" w:rsidRDefault="00F6530F" w:rsidP="00F6530F">
      <w:pPr>
        <w:pStyle w:val="Niv2"/>
      </w:pPr>
      <w:r>
        <w:t xml:space="preserve"> Capacité de batterie consommée pour un aller-retour</w:t>
      </w:r>
    </w:p>
    <w:p w:rsidR="007F293E" w:rsidRDefault="00F6530F" w:rsidP="007F293E">
      <w:pPr>
        <w:pStyle w:val="Question"/>
      </w:pPr>
      <w:r>
        <w:t>Calculez la capacité batterie consommée pour un aller-retour du trajet type.</w:t>
      </w:r>
    </w:p>
    <w:p w:rsidR="007F293E" w:rsidRPr="00050C9E" w:rsidRDefault="00F6530F" w:rsidP="007F293E">
      <w:pPr>
        <w:spacing w:before="120" w:after="120"/>
        <w:jc w:val="both"/>
        <w:outlineLvl w:val="2"/>
        <w:rPr>
          <w:i/>
          <w:color w:val="008000"/>
          <w:szCs w:val="20"/>
        </w:rPr>
      </w:pPr>
      <w:r w:rsidRPr="00E75AF1">
        <w:rPr>
          <w:i/>
          <w:color w:val="008000"/>
          <w:szCs w:val="20"/>
        </w:rPr>
        <w:t xml:space="preserve"> </w:t>
      </w:r>
      <w:r w:rsidR="007F293E" w:rsidRPr="00E75AF1">
        <w:rPr>
          <w:i/>
          <w:color w:val="008000"/>
          <w:szCs w:val="20"/>
        </w:rPr>
        <w:t>(0.437+0.</w:t>
      </w:r>
      <w:proofErr w:type="gramStart"/>
      <w:r w:rsidR="007F293E" w:rsidRPr="00E75AF1">
        <w:rPr>
          <w:i/>
          <w:color w:val="008000"/>
          <w:szCs w:val="20"/>
        </w:rPr>
        <w:t>505)*</w:t>
      </w:r>
      <w:proofErr w:type="gramEnd"/>
      <w:r w:rsidR="007F293E" w:rsidRPr="00E75AF1">
        <w:rPr>
          <w:i/>
          <w:color w:val="008000"/>
          <w:szCs w:val="20"/>
        </w:rPr>
        <w:t>2</w:t>
      </w:r>
      <w:r w:rsidR="007F293E">
        <w:rPr>
          <w:i/>
          <w:color w:val="008000"/>
          <w:szCs w:val="20"/>
        </w:rPr>
        <w:t xml:space="preserve"> = 1.884 Ah pour un AR </w:t>
      </w:r>
    </w:p>
    <w:p w:rsidR="007F293E" w:rsidRDefault="007F293E" w:rsidP="007F293E">
      <w:pPr>
        <w:pStyle w:val="Question"/>
        <w:numPr>
          <w:ilvl w:val="0"/>
          <w:numId w:val="0"/>
        </w:numPr>
      </w:pPr>
    </w:p>
    <w:p w:rsidR="007F293E" w:rsidRDefault="00280551" w:rsidP="00280551">
      <w:pPr>
        <w:pStyle w:val="Niv2"/>
      </w:pPr>
      <w:r>
        <w:t xml:space="preserve"> Autonomie de la batterie</w:t>
      </w:r>
    </w:p>
    <w:p w:rsidR="007F293E" w:rsidRPr="00D1002D" w:rsidRDefault="00280551" w:rsidP="007F293E">
      <w:pPr>
        <w:pStyle w:val="Question"/>
      </w:pPr>
      <w:r>
        <w:t>A partir des données précédentes</w:t>
      </w:r>
      <w:r w:rsidR="007F293E">
        <w:t>, en déduire le nombre d’aller-retour qu</w:t>
      </w:r>
      <w:r>
        <w:t>e l’</w:t>
      </w:r>
      <w:r w:rsidR="007F293E">
        <w:t xml:space="preserve">on peut faire </w:t>
      </w:r>
      <w:r>
        <w:t xml:space="preserve">avec une charge </w:t>
      </w:r>
      <w:r w:rsidR="007210CD">
        <w:t xml:space="preserve">à 100% de </w:t>
      </w:r>
      <w:r w:rsidR="007F293E">
        <w:t>la batterie</w:t>
      </w:r>
      <w:r w:rsidR="007210CD">
        <w:t>.</w:t>
      </w:r>
    </w:p>
    <w:p w:rsidR="007F293E" w:rsidRDefault="007F293E" w:rsidP="007F293E">
      <w:pPr>
        <w:tabs>
          <w:tab w:val="left" w:leader="dot" w:pos="9638"/>
        </w:tabs>
        <w:jc w:val="both"/>
        <w:outlineLvl w:val="2"/>
        <w:rPr>
          <w:i/>
          <w:color w:val="008000"/>
          <w:szCs w:val="20"/>
        </w:rPr>
      </w:pPr>
      <w:r>
        <w:rPr>
          <w:i/>
          <w:color w:val="008000"/>
          <w:szCs w:val="20"/>
        </w:rPr>
        <w:t xml:space="preserve">11.6/ 1.884 = </w:t>
      </w:r>
      <w:proofErr w:type="gramStart"/>
      <w:r>
        <w:rPr>
          <w:i/>
          <w:color w:val="008000"/>
          <w:szCs w:val="20"/>
        </w:rPr>
        <w:t>6.15  donc</w:t>
      </w:r>
      <w:proofErr w:type="gramEnd"/>
      <w:r>
        <w:rPr>
          <w:i/>
          <w:color w:val="008000"/>
          <w:szCs w:val="20"/>
        </w:rPr>
        <w:t xml:space="preserve"> 6 AR </w:t>
      </w:r>
    </w:p>
    <w:p w:rsidR="000F6BBA" w:rsidRDefault="000F6BBA" w:rsidP="007F293E">
      <w:pPr>
        <w:tabs>
          <w:tab w:val="left" w:leader="dot" w:pos="9638"/>
        </w:tabs>
        <w:jc w:val="both"/>
        <w:outlineLvl w:val="2"/>
        <w:rPr>
          <w:i/>
          <w:color w:val="008000"/>
          <w:szCs w:val="20"/>
        </w:rPr>
      </w:pPr>
    </w:p>
    <w:p w:rsidR="001342F0" w:rsidRDefault="001342F0" w:rsidP="007F293E">
      <w:pPr>
        <w:tabs>
          <w:tab w:val="left" w:leader="dot" w:pos="9638"/>
        </w:tabs>
        <w:jc w:val="both"/>
        <w:outlineLvl w:val="2"/>
        <w:rPr>
          <w:i/>
          <w:color w:val="008000"/>
          <w:szCs w:val="20"/>
        </w:rPr>
      </w:pPr>
    </w:p>
    <w:p w:rsidR="001342F0" w:rsidRDefault="001342F0" w:rsidP="001342F0">
      <w:pPr>
        <w:pStyle w:val="Niv1"/>
      </w:pPr>
      <w:r>
        <w:t>Pour aller plus loin</w:t>
      </w:r>
    </w:p>
    <w:p w:rsidR="002538C2" w:rsidRDefault="002538C2" w:rsidP="002538C2">
      <w:pPr>
        <w:pStyle w:val="Question"/>
      </w:pPr>
      <w:r>
        <w:t xml:space="preserve">Justifiez </w:t>
      </w:r>
      <w:r w:rsidR="00003C77">
        <w:t xml:space="preserve">le fait </w:t>
      </w:r>
      <w:r>
        <w:t xml:space="preserve">que le modèle proposé pour un aller-retour est </w:t>
      </w:r>
      <w:r w:rsidR="002D3748">
        <w:t xml:space="preserve">relativement </w:t>
      </w:r>
      <w:r>
        <w:t>pertinent.</w:t>
      </w:r>
    </w:p>
    <w:p w:rsidR="002538C2" w:rsidRDefault="00563349" w:rsidP="002538C2">
      <w:pPr>
        <w:pStyle w:val="Rponses"/>
      </w:pPr>
      <w:r>
        <w:t xml:space="preserve">Total du dénivelé pour un AR = 90+62 = 152 km </w:t>
      </w:r>
    </w:p>
    <w:p w:rsidR="002538C2" w:rsidRPr="002538C2" w:rsidRDefault="00563349" w:rsidP="002538C2">
      <w:pPr>
        <w:pStyle w:val="Rponses"/>
      </w:pPr>
      <w:r>
        <w:t>Identique à celui modélisé : 76*2 = 152 km</w:t>
      </w:r>
    </w:p>
    <w:p w:rsidR="001342F0" w:rsidRDefault="001342F0" w:rsidP="007B71D3">
      <w:pPr>
        <w:pStyle w:val="Question"/>
        <w:tabs>
          <w:tab w:val="left" w:leader="dot" w:pos="9638"/>
        </w:tabs>
      </w:pPr>
      <w:r>
        <w:t>Que pourrait-on envisager pour augmenter l’autonomie de la batterie sur ce trajet sans changer</w:t>
      </w:r>
      <w:r w:rsidR="009329D6">
        <w:t xml:space="preserve"> le trajet type ni</w:t>
      </w:r>
      <w:r>
        <w:t xml:space="preserve"> la vitesse </w:t>
      </w:r>
      <w:r w:rsidR="009329D6">
        <w:t xml:space="preserve">constante </w:t>
      </w:r>
      <w:r w:rsidR="00512AB3">
        <w:t>de 25 km/</w:t>
      </w:r>
      <w:proofErr w:type="gramStart"/>
      <w:r w:rsidR="00512AB3">
        <w:t>h</w:t>
      </w:r>
      <w:r w:rsidR="009329D6">
        <w:t xml:space="preserve"> </w:t>
      </w:r>
      <w:r>
        <w:t> ?</w:t>
      </w:r>
      <w:proofErr w:type="gramEnd"/>
    </w:p>
    <w:p w:rsidR="00563349" w:rsidRPr="00563349" w:rsidRDefault="00563349" w:rsidP="00563349">
      <w:pPr>
        <w:pStyle w:val="Rponses"/>
      </w:pPr>
      <w:r>
        <w:t>Recharger la batterie en descente.</w:t>
      </w:r>
      <w:bookmarkStart w:id="0" w:name="_GoBack"/>
      <w:bookmarkEnd w:id="0"/>
    </w:p>
    <w:sectPr w:rsidR="00563349" w:rsidRPr="00563349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E79" w:rsidRDefault="00707E79" w:rsidP="00FB1ED7">
      <w:r>
        <w:separator/>
      </w:r>
    </w:p>
  </w:endnote>
  <w:endnote w:type="continuationSeparator" w:id="0">
    <w:p w:rsidR="00707E79" w:rsidRDefault="00707E79" w:rsidP="00FB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212" w:rsidRDefault="004D4212" w:rsidP="004D4212">
    <w:pPr>
      <w:pStyle w:val="Pieddepage1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</w:instrText>
    </w:r>
    <w:r>
      <w:rPr>
        <w:sz w:val="16"/>
        <w:szCs w:val="16"/>
      </w:rPr>
      <w:fldChar w:fldCharType="separate"/>
    </w:r>
    <w:r w:rsidR="00133CFE">
      <w:rPr>
        <w:noProof/>
        <w:sz w:val="16"/>
        <w:szCs w:val="16"/>
      </w:rPr>
      <w:t>TD A1 - Analyse fonctionnelle - Moustache.docx</w:t>
    </w:r>
    <w:r>
      <w:rPr>
        <w:sz w:val="16"/>
        <w:szCs w:val="16"/>
      </w:rPr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C4427D">
      <w:rPr>
        <w:noProof/>
      </w:rPr>
      <w:t>2</w:t>
    </w:r>
    <w:r>
      <w:rPr>
        <w:noProof/>
      </w:rPr>
      <w:fldChar w:fldCharType="end"/>
    </w:r>
    <w:r>
      <w:t xml:space="preserve"> sur </w:t>
    </w:r>
    <w:r w:rsidR="00980671">
      <w:rPr>
        <w:noProof/>
      </w:rPr>
      <w:fldChar w:fldCharType="begin"/>
    </w:r>
    <w:r w:rsidR="00980671">
      <w:rPr>
        <w:noProof/>
      </w:rPr>
      <w:instrText xml:space="preserve"> NUMPAGES </w:instrText>
    </w:r>
    <w:r w:rsidR="00980671">
      <w:rPr>
        <w:noProof/>
      </w:rPr>
      <w:fldChar w:fldCharType="separate"/>
    </w:r>
    <w:r w:rsidR="00C4427D">
      <w:rPr>
        <w:noProof/>
      </w:rPr>
      <w:t>3</w:t>
    </w:r>
    <w:r w:rsidR="00980671">
      <w:rPr>
        <w:noProof/>
      </w:rPr>
      <w:fldChar w:fldCharType="end"/>
    </w:r>
  </w:p>
  <w:p w:rsidR="004D4212" w:rsidRDefault="004D42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E79" w:rsidRDefault="00707E79" w:rsidP="00FB1ED7">
      <w:r>
        <w:separator/>
      </w:r>
    </w:p>
  </w:footnote>
  <w:footnote w:type="continuationSeparator" w:id="0">
    <w:p w:rsidR="00707E79" w:rsidRDefault="00707E79" w:rsidP="00FB1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814E7"/>
    <w:multiLevelType w:val="multilevel"/>
    <w:tmpl w:val="D21AD10E"/>
    <w:lvl w:ilvl="0">
      <w:start w:val="1"/>
      <w:numFmt w:val="decimal"/>
      <w:pStyle w:val="Niv1"/>
      <w:lvlText w:val="%1."/>
      <w:lvlJc w:val="left"/>
      <w:pPr>
        <w:ind w:left="360" w:hanging="360"/>
      </w:pPr>
    </w:lvl>
    <w:lvl w:ilvl="1">
      <w:start w:val="1"/>
      <w:numFmt w:val="decimal"/>
      <w:pStyle w:val="Niv2"/>
      <w:lvlText w:val="%1.%2."/>
      <w:lvlJc w:val="left"/>
      <w:pPr>
        <w:ind w:left="5252" w:hanging="432"/>
      </w:pPr>
    </w:lvl>
    <w:lvl w:ilvl="2">
      <w:start w:val="1"/>
      <w:numFmt w:val="decimal"/>
      <w:pStyle w:val="Ni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622C92"/>
    <w:multiLevelType w:val="hybridMultilevel"/>
    <w:tmpl w:val="322654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7100B"/>
    <w:multiLevelType w:val="multilevel"/>
    <w:tmpl w:val="750A6730"/>
    <w:styleLink w:val="Numbering1"/>
    <w:lvl w:ilvl="0">
      <w:start w:val="1"/>
      <w:numFmt w:val="upperRoman"/>
      <w:pStyle w:val="Titre31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66C5D4A"/>
    <w:multiLevelType w:val="hybridMultilevel"/>
    <w:tmpl w:val="69706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77AFC"/>
    <w:multiLevelType w:val="hybridMultilevel"/>
    <w:tmpl w:val="E318A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51616"/>
    <w:multiLevelType w:val="hybridMultilevel"/>
    <w:tmpl w:val="5ECC4B60"/>
    <w:lvl w:ilvl="0" w:tplc="82FA532A">
      <w:start w:val="1"/>
      <w:numFmt w:val="bullet"/>
      <w:pStyle w:val="Questions"/>
      <w:lvlText w:val="►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0A170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A17699"/>
    <w:multiLevelType w:val="hybridMultilevel"/>
    <w:tmpl w:val="45FAF1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384930"/>
    <w:multiLevelType w:val="hybridMultilevel"/>
    <w:tmpl w:val="17D0D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F3C6B"/>
    <w:multiLevelType w:val="hybridMultilevel"/>
    <w:tmpl w:val="D0168E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B4495"/>
    <w:multiLevelType w:val="hybridMultilevel"/>
    <w:tmpl w:val="78CA3B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A5293"/>
    <w:multiLevelType w:val="hybridMultilevel"/>
    <w:tmpl w:val="3E583C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41892"/>
    <w:multiLevelType w:val="hybridMultilevel"/>
    <w:tmpl w:val="87D213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D19EB"/>
    <w:multiLevelType w:val="hybridMultilevel"/>
    <w:tmpl w:val="DEA87DC8"/>
    <w:lvl w:ilvl="0" w:tplc="AADC32FC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9370B"/>
    <w:multiLevelType w:val="hybridMultilevel"/>
    <w:tmpl w:val="7D1075BA"/>
    <w:lvl w:ilvl="0" w:tplc="AADC32FC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3C3FB6"/>
    <w:multiLevelType w:val="hybridMultilevel"/>
    <w:tmpl w:val="44A84390"/>
    <w:lvl w:ilvl="0" w:tplc="79A08E5E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457D2B"/>
    <w:multiLevelType w:val="hybridMultilevel"/>
    <w:tmpl w:val="7B480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A9254F"/>
    <w:multiLevelType w:val="multilevel"/>
    <w:tmpl w:val="4FF4B528"/>
    <w:styleLink w:val="Numbering2"/>
    <w:lvl w:ilvl="0">
      <w:start w:val="1"/>
      <w:numFmt w:val="decimal"/>
      <w:pStyle w:val="Question"/>
      <w:lvlText w:val="%1)"/>
      <w:lvlJc w:val="left"/>
      <w:pPr>
        <w:ind w:left="360" w:hanging="360"/>
      </w:pPr>
    </w:lvl>
    <w:lvl w:ilvl="1">
      <w:start w:val="2"/>
      <w:numFmt w:val="decimal"/>
      <w:lvlText w:val="%2"/>
      <w:lvlJc w:val="left"/>
    </w:lvl>
    <w:lvl w:ilvl="2">
      <w:start w:val="3"/>
      <w:numFmt w:val="decimal"/>
      <w:lvlText w:val="%3"/>
      <w:lvlJc w:val="left"/>
    </w:lvl>
    <w:lvl w:ilvl="3">
      <w:start w:val="4"/>
      <w:numFmt w:val="decimal"/>
      <w:lvlText w:val="%4"/>
      <w:lvlJc w:val="left"/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5"/>
  </w:num>
  <w:num w:numId="5">
    <w:abstractNumId w:val="1"/>
  </w:num>
  <w:num w:numId="6">
    <w:abstractNumId w:val="15"/>
  </w:num>
  <w:num w:numId="7">
    <w:abstractNumId w:val="6"/>
  </w:num>
  <w:num w:numId="8">
    <w:abstractNumId w:val="7"/>
  </w:num>
  <w:num w:numId="9">
    <w:abstractNumId w:val="3"/>
  </w:num>
  <w:num w:numId="10">
    <w:abstractNumId w:val="9"/>
  </w:num>
  <w:num w:numId="11">
    <w:abstractNumId w:val="11"/>
  </w:num>
  <w:num w:numId="12">
    <w:abstractNumId w:val="14"/>
  </w:num>
  <w:num w:numId="13">
    <w:abstractNumId w:val="13"/>
  </w:num>
  <w:num w:numId="14">
    <w:abstractNumId w:val="12"/>
  </w:num>
  <w:num w:numId="15">
    <w:abstractNumId w:val="10"/>
  </w:num>
  <w:num w:numId="16">
    <w:abstractNumId w:val="8"/>
  </w:num>
  <w:num w:numId="17">
    <w:abstractNumId w:val="4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478"/>
    <w:rsid w:val="00003C77"/>
    <w:rsid w:val="00013E0A"/>
    <w:rsid w:val="00017DAC"/>
    <w:rsid w:val="0003254A"/>
    <w:rsid w:val="00032998"/>
    <w:rsid w:val="00035475"/>
    <w:rsid w:val="0005216A"/>
    <w:rsid w:val="0006324D"/>
    <w:rsid w:val="00072D65"/>
    <w:rsid w:val="000751A5"/>
    <w:rsid w:val="000A716D"/>
    <w:rsid w:val="000D601E"/>
    <w:rsid w:val="000F6BBA"/>
    <w:rsid w:val="00101056"/>
    <w:rsid w:val="0010289F"/>
    <w:rsid w:val="001048D5"/>
    <w:rsid w:val="0010517A"/>
    <w:rsid w:val="001272A0"/>
    <w:rsid w:val="00133CFE"/>
    <w:rsid w:val="001342F0"/>
    <w:rsid w:val="00144B02"/>
    <w:rsid w:val="0017651D"/>
    <w:rsid w:val="001839BC"/>
    <w:rsid w:val="001B69A5"/>
    <w:rsid w:val="001C22A5"/>
    <w:rsid w:val="001D0ADA"/>
    <w:rsid w:val="001F023B"/>
    <w:rsid w:val="001F48B7"/>
    <w:rsid w:val="002440E6"/>
    <w:rsid w:val="00245E87"/>
    <w:rsid w:val="002538C2"/>
    <w:rsid w:val="00255870"/>
    <w:rsid w:val="002666E3"/>
    <w:rsid w:val="0027217A"/>
    <w:rsid w:val="00280551"/>
    <w:rsid w:val="002A2855"/>
    <w:rsid w:val="002A45D8"/>
    <w:rsid w:val="002B2141"/>
    <w:rsid w:val="002B725B"/>
    <w:rsid w:val="002B7D39"/>
    <w:rsid w:val="002D0656"/>
    <w:rsid w:val="002D295D"/>
    <w:rsid w:val="002D3748"/>
    <w:rsid w:val="002E1276"/>
    <w:rsid w:val="003066ED"/>
    <w:rsid w:val="00306BE4"/>
    <w:rsid w:val="00323276"/>
    <w:rsid w:val="00363AD7"/>
    <w:rsid w:val="00382BD5"/>
    <w:rsid w:val="003906DB"/>
    <w:rsid w:val="0039236B"/>
    <w:rsid w:val="003A4B01"/>
    <w:rsid w:val="003C0CB7"/>
    <w:rsid w:val="003D584B"/>
    <w:rsid w:val="003D7585"/>
    <w:rsid w:val="003E5A9F"/>
    <w:rsid w:val="003F4B74"/>
    <w:rsid w:val="003F7483"/>
    <w:rsid w:val="004030F7"/>
    <w:rsid w:val="00413758"/>
    <w:rsid w:val="0047586C"/>
    <w:rsid w:val="0047648A"/>
    <w:rsid w:val="0048514E"/>
    <w:rsid w:val="004A1629"/>
    <w:rsid w:val="004C2A72"/>
    <w:rsid w:val="004D4212"/>
    <w:rsid w:val="004E65C0"/>
    <w:rsid w:val="00501561"/>
    <w:rsid w:val="00512AB3"/>
    <w:rsid w:val="00520EAB"/>
    <w:rsid w:val="00552C71"/>
    <w:rsid w:val="005544C4"/>
    <w:rsid w:val="00557710"/>
    <w:rsid w:val="00563349"/>
    <w:rsid w:val="00571F76"/>
    <w:rsid w:val="0057357C"/>
    <w:rsid w:val="005757EC"/>
    <w:rsid w:val="005C10A4"/>
    <w:rsid w:val="005C4FA6"/>
    <w:rsid w:val="005D0BE4"/>
    <w:rsid w:val="005F35E4"/>
    <w:rsid w:val="005F6AF5"/>
    <w:rsid w:val="00605FB3"/>
    <w:rsid w:val="006136D3"/>
    <w:rsid w:val="006159A5"/>
    <w:rsid w:val="006240C6"/>
    <w:rsid w:val="00627434"/>
    <w:rsid w:val="0066694C"/>
    <w:rsid w:val="006846F6"/>
    <w:rsid w:val="006E1635"/>
    <w:rsid w:val="006E6521"/>
    <w:rsid w:val="006F10EB"/>
    <w:rsid w:val="006F54F2"/>
    <w:rsid w:val="00707591"/>
    <w:rsid w:val="00707E79"/>
    <w:rsid w:val="007210CD"/>
    <w:rsid w:val="0072229B"/>
    <w:rsid w:val="00734A67"/>
    <w:rsid w:val="00747B39"/>
    <w:rsid w:val="0077178E"/>
    <w:rsid w:val="00781AA0"/>
    <w:rsid w:val="00794997"/>
    <w:rsid w:val="007B09DE"/>
    <w:rsid w:val="007F293E"/>
    <w:rsid w:val="00802AB7"/>
    <w:rsid w:val="0081193B"/>
    <w:rsid w:val="00814DEC"/>
    <w:rsid w:val="008245A2"/>
    <w:rsid w:val="008338D4"/>
    <w:rsid w:val="008400E2"/>
    <w:rsid w:val="00885ADF"/>
    <w:rsid w:val="008C74E0"/>
    <w:rsid w:val="008E4F22"/>
    <w:rsid w:val="008F66FF"/>
    <w:rsid w:val="00912FDD"/>
    <w:rsid w:val="00913DC7"/>
    <w:rsid w:val="00914A6D"/>
    <w:rsid w:val="009329D6"/>
    <w:rsid w:val="00973837"/>
    <w:rsid w:val="0097600C"/>
    <w:rsid w:val="009764A1"/>
    <w:rsid w:val="00980671"/>
    <w:rsid w:val="0098288D"/>
    <w:rsid w:val="00987E43"/>
    <w:rsid w:val="009C121D"/>
    <w:rsid w:val="009C143D"/>
    <w:rsid w:val="009D3002"/>
    <w:rsid w:val="009D7C8F"/>
    <w:rsid w:val="00A051A5"/>
    <w:rsid w:val="00A23E5B"/>
    <w:rsid w:val="00A33AD0"/>
    <w:rsid w:val="00A37C38"/>
    <w:rsid w:val="00A529C0"/>
    <w:rsid w:val="00A5395F"/>
    <w:rsid w:val="00A8040C"/>
    <w:rsid w:val="00A84219"/>
    <w:rsid w:val="00AA06E0"/>
    <w:rsid w:val="00AA5187"/>
    <w:rsid w:val="00AB1C05"/>
    <w:rsid w:val="00AC001F"/>
    <w:rsid w:val="00AC01EA"/>
    <w:rsid w:val="00AE225E"/>
    <w:rsid w:val="00AE3DE5"/>
    <w:rsid w:val="00AE6D2A"/>
    <w:rsid w:val="00B125A4"/>
    <w:rsid w:val="00B25D39"/>
    <w:rsid w:val="00B31CEB"/>
    <w:rsid w:val="00B412CE"/>
    <w:rsid w:val="00B730DC"/>
    <w:rsid w:val="00B86188"/>
    <w:rsid w:val="00B94985"/>
    <w:rsid w:val="00B964C8"/>
    <w:rsid w:val="00BB02CE"/>
    <w:rsid w:val="00BD0E78"/>
    <w:rsid w:val="00BD4FCB"/>
    <w:rsid w:val="00C079C7"/>
    <w:rsid w:val="00C27267"/>
    <w:rsid w:val="00C4427D"/>
    <w:rsid w:val="00C5686B"/>
    <w:rsid w:val="00C7110F"/>
    <w:rsid w:val="00C72681"/>
    <w:rsid w:val="00C7512D"/>
    <w:rsid w:val="00C806C8"/>
    <w:rsid w:val="00C942FB"/>
    <w:rsid w:val="00C965D2"/>
    <w:rsid w:val="00CA2A8F"/>
    <w:rsid w:val="00CB0BED"/>
    <w:rsid w:val="00CD0100"/>
    <w:rsid w:val="00CD7172"/>
    <w:rsid w:val="00CE10D6"/>
    <w:rsid w:val="00CE3F20"/>
    <w:rsid w:val="00CF5271"/>
    <w:rsid w:val="00D1025B"/>
    <w:rsid w:val="00D14D31"/>
    <w:rsid w:val="00D271BC"/>
    <w:rsid w:val="00D34192"/>
    <w:rsid w:val="00D353F1"/>
    <w:rsid w:val="00D560FC"/>
    <w:rsid w:val="00D82965"/>
    <w:rsid w:val="00D85E6D"/>
    <w:rsid w:val="00D86A54"/>
    <w:rsid w:val="00D94032"/>
    <w:rsid w:val="00DB0C9B"/>
    <w:rsid w:val="00DB44E0"/>
    <w:rsid w:val="00DE257A"/>
    <w:rsid w:val="00E1565E"/>
    <w:rsid w:val="00E30071"/>
    <w:rsid w:val="00E42C4A"/>
    <w:rsid w:val="00E430BC"/>
    <w:rsid w:val="00E64892"/>
    <w:rsid w:val="00E66FCD"/>
    <w:rsid w:val="00E67551"/>
    <w:rsid w:val="00E72B0A"/>
    <w:rsid w:val="00E80D3D"/>
    <w:rsid w:val="00E87A86"/>
    <w:rsid w:val="00E87E2F"/>
    <w:rsid w:val="00EA0943"/>
    <w:rsid w:val="00ED6205"/>
    <w:rsid w:val="00F04D1A"/>
    <w:rsid w:val="00F26BE6"/>
    <w:rsid w:val="00F51478"/>
    <w:rsid w:val="00F545FB"/>
    <w:rsid w:val="00F60670"/>
    <w:rsid w:val="00F63B24"/>
    <w:rsid w:val="00F6530F"/>
    <w:rsid w:val="00F72FD5"/>
    <w:rsid w:val="00F757D6"/>
    <w:rsid w:val="00F75FF0"/>
    <w:rsid w:val="00FB1ED7"/>
    <w:rsid w:val="00FC2F93"/>
    <w:rsid w:val="00FC71BF"/>
    <w:rsid w:val="00FC7B04"/>
    <w:rsid w:val="00FD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F88D4"/>
  <w15:docId w15:val="{8D7615F1-402A-492F-B13A-360A5335E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147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rsid w:val="00FB1E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B1E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1E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Standard"/>
    <w:next w:val="Normal"/>
    <w:link w:val="Titre4Car"/>
    <w:uiPriority w:val="9"/>
    <w:unhideWhenUsed/>
    <w:rsid w:val="00FB1ED7"/>
    <w:pPr>
      <w:jc w:val="center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rsid w:val="00FB1ED7"/>
    <w:pPr>
      <w:spacing w:after="0" w:line="240" w:lineRule="auto"/>
    </w:pPr>
  </w:style>
  <w:style w:type="paragraph" w:customStyle="1" w:styleId="Niv1">
    <w:name w:val="Niv1"/>
    <w:basedOn w:val="Sansinterligne"/>
    <w:qFormat/>
    <w:rsid w:val="00FB1ED7"/>
    <w:pPr>
      <w:numPr>
        <w:numId w:val="1"/>
      </w:numPr>
    </w:pPr>
    <w:rPr>
      <w:rFonts w:ascii="Times New Roman" w:hAnsi="Times New Roman" w:cs="Times New Roman"/>
      <w:color w:val="365F91" w:themeColor="accent1" w:themeShade="BF"/>
      <w:sz w:val="32"/>
      <w:szCs w:val="32"/>
    </w:rPr>
  </w:style>
  <w:style w:type="paragraph" w:customStyle="1" w:styleId="Niv2">
    <w:name w:val="Niv2"/>
    <w:basedOn w:val="Sansinterligne"/>
    <w:qFormat/>
    <w:rsid w:val="00E64892"/>
    <w:pPr>
      <w:numPr>
        <w:ilvl w:val="1"/>
        <w:numId w:val="1"/>
      </w:numPr>
      <w:ind w:left="567" w:hanging="283"/>
    </w:pPr>
    <w:rPr>
      <w:rFonts w:ascii="Times New Roman" w:hAnsi="Times New Roman" w:cs="Times New Roman"/>
      <w:color w:val="365F91" w:themeColor="accent1" w:themeShade="BF"/>
      <w:sz w:val="28"/>
      <w:szCs w:val="28"/>
    </w:rPr>
  </w:style>
  <w:style w:type="paragraph" w:customStyle="1" w:styleId="Niv3">
    <w:name w:val="Niv3"/>
    <w:basedOn w:val="Niv1"/>
    <w:qFormat/>
    <w:rsid w:val="004D4212"/>
    <w:pPr>
      <w:numPr>
        <w:ilvl w:val="2"/>
      </w:numPr>
    </w:pPr>
    <w:rPr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ED7"/>
  </w:style>
  <w:style w:type="paragraph" w:styleId="Pieddepage">
    <w:name w:val="footer"/>
    <w:basedOn w:val="Normal"/>
    <w:link w:val="Pieddepag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1ED7"/>
  </w:style>
  <w:style w:type="character" w:customStyle="1" w:styleId="Titre4Car">
    <w:name w:val="Titre 4 Car"/>
    <w:basedOn w:val="Policepardfaut"/>
    <w:link w:val="Titre4"/>
    <w:uiPriority w:val="9"/>
    <w:rsid w:val="00FB1ED7"/>
    <w:rPr>
      <w:rFonts w:ascii="Times New Roman" w:eastAsia="Andale Sans UI" w:hAnsi="Times New Roman" w:cs="Tahoma"/>
      <w:b/>
      <w:kern w:val="3"/>
      <w:sz w:val="24"/>
      <w:szCs w:val="24"/>
      <w:lang w:eastAsia="ja-JP" w:bidi="fa-IR"/>
    </w:rPr>
  </w:style>
  <w:style w:type="paragraph" w:customStyle="1" w:styleId="Standard">
    <w:name w:val="Standard"/>
    <w:qFormat/>
    <w:rsid w:val="004D4212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customStyle="1" w:styleId="Heading">
    <w:name w:val="Heading"/>
    <w:basedOn w:val="Standard"/>
    <w:rsid w:val="00FB1ED7"/>
    <w:pPr>
      <w:keepNext/>
      <w:spacing w:before="113" w:after="113"/>
      <w:jc w:val="center"/>
    </w:pPr>
    <w:rPr>
      <w:rFonts w:ascii="Arial" w:hAnsi="Arial"/>
      <w:b/>
      <w:color w:val="FF3366"/>
      <w:sz w:val="32"/>
      <w:szCs w:val="28"/>
    </w:rPr>
  </w:style>
  <w:style w:type="paragraph" w:customStyle="1" w:styleId="Titre31">
    <w:name w:val="Titre 31"/>
    <w:basedOn w:val="Heading"/>
    <w:next w:val="Normal"/>
    <w:rsid w:val="00FB1ED7"/>
    <w:pPr>
      <w:numPr>
        <w:numId w:val="2"/>
      </w:numPr>
      <w:spacing w:after="57"/>
      <w:jc w:val="both"/>
      <w:outlineLvl w:val="2"/>
    </w:pPr>
    <w:rPr>
      <w:rFonts w:ascii="Times New Roman" w:hAnsi="Times New Roman"/>
      <w:bCs/>
      <w:i/>
      <w:color w:val="00B8FF"/>
      <w:sz w:val="28"/>
      <w:u w:val="single"/>
    </w:rPr>
  </w:style>
  <w:style w:type="numbering" w:customStyle="1" w:styleId="Numbering1">
    <w:name w:val="Numbering 1"/>
    <w:basedOn w:val="Aucuneliste"/>
    <w:rsid w:val="00FB1ED7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1ED7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1ED7"/>
    <w:rPr>
      <w:rFonts w:ascii="Tahoma" w:eastAsia="Andale Sans UI" w:hAnsi="Tahoma" w:cs="Tahoma"/>
      <w:kern w:val="3"/>
      <w:sz w:val="16"/>
      <w:szCs w:val="16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FB1ED7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eastAsia="ja-JP" w:bidi="fa-IR"/>
    </w:rPr>
  </w:style>
  <w:style w:type="character" w:customStyle="1" w:styleId="Titre2Car">
    <w:name w:val="Titre 2 Car"/>
    <w:basedOn w:val="Policepardfaut"/>
    <w:link w:val="Titre2"/>
    <w:uiPriority w:val="9"/>
    <w:semiHidden/>
    <w:rsid w:val="00FB1ED7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ja-JP" w:bidi="fa-IR"/>
    </w:rPr>
  </w:style>
  <w:style w:type="character" w:customStyle="1" w:styleId="Titre3Car">
    <w:name w:val="Titre 3 Car"/>
    <w:basedOn w:val="Policepardfaut"/>
    <w:link w:val="Titre3"/>
    <w:uiPriority w:val="9"/>
    <w:semiHidden/>
    <w:rsid w:val="00FB1ED7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ja-JP" w:bidi="fa-IR"/>
    </w:rPr>
  </w:style>
  <w:style w:type="paragraph" w:customStyle="1" w:styleId="Question">
    <w:name w:val="Question"/>
    <w:basedOn w:val="Standard"/>
    <w:next w:val="Rponses"/>
    <w:qFormat/>
    <w:rsid w:val="004D4212"/>
    <w:pPr>
      <w:numPr>
        <w:numId w:val="3"/>
      </w:numPr>
      <w:spacing w:before="120" w:after="120"/>
      <w:ind w:left="357" w:hanging="357"/>
      <w:outlineLvl w:val="2"/>
    </w:pPr>
    <w:rPr>
      <w:i/>
      <w:color w:val="E36C0A" w:themeColor="accent6" w:themeShade="BF"/>
    </w:rPr>
  </w:style>
  <w:style w:type="paragraph" w:customStyle="1" w:styleId="Rponses">
    <w:name w:val="Réponses"/>
    <w:basedOn w:val="Question"/>
    <w:qFormat/>
    <w:rsid w:val="004D4212"/>
    <w:pPr>
      <w:numPr>
        <w:numId w:val="0"/>
      </w:numPr>
      <w:tabs>
        <w:tab w:val="left" w:leader="dot" w:pos="9638"/>
      </w:tabs>
      <w:spacing w:before="0" w:after="0"/>
    </w:pPr>
    <w:rPr>
      <w:color w:val="008000"/>
    </w:rPr>
  </w:style>
  <w:style w:type="numbering" w:customStyle="1" w:styleId="Numbering2">
    <w:name w:val="Numbering 2"/>
    <w:basedOn w:val="Aucuneliste"/>
    <w:rsid w:val="004D4212"/>
    <w:pPr>
      <w:numPr>
        <w:numId w:val="3"/>
      </w:numPr>
    </w:pPr>
  </w:style>
  <w:style w:type="paragraph" w:customStyle="1" w:styleId="Pieddepage1">
    <w:name w:val="Pied de page1"/>
    <w:basedOn w:val="Standard"/>
    <w:rsid w:val="004D4212"/>
    <w:pPr>
      <w:suppressLineNumbers/>
      <w:tabs>
        <w:tab w:val="center" w:pos="4818"/>
        <w:tab w:val="right" w:pos="9637"/>
      </w:tabs>
    </w:pPr>
    <w:rPr>
      <w:szCs w:val="24"/>
    </w:rPr>
  </w:style>
  <w:style w:type="character" w:styleId="Rfrencelgre">
    <w:name w:val="Subtle Reference"/>
    <w:basedOn w:val="Policepardfaut"/>
    <w:uiPriority w:val="31"/>
    <w:rsid w:val="004D4212"/>
    <w:rPr>
      <w:smallCaps/>
      <w:color w:val="C0504D" w:themeColor="accent2"/>
      <w:u w:val="single"/>
    </w:rPr>
  </w:style>
  <w:style w:type="paragraph" w:customStyle="1" w:styleId="Questions">
    <w:name w:val="Questions"/>
    <w:basedOn w:val="Normal"/>
    <w:rsid w:val="00885ADF"/>
    <w:pPr>
      <w:numPr>
        <w:numId w:val="4"/>
      </w:numPr>
      <w:spacing w:before="120" w:after="120"/>
      <w:ind w:right="284"/>
    </w:pPr>
    <w:rPr>
      <w:b/>
    </w:rPr>
  </w:style>
  <w:style w:type="character" w:styleId="Lienhypertexte">
    <w:name w:val="Hyperlink"/>
    <w:basedOn w:val="Policepardfaut"/>
    <w:uiPriority w:val="99"/>
    <w:unhideWhenUsed/>
    <w:rsid w:val="002E1276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7585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rsid w:val="00E3007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CE10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1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9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3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88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2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2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0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13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58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6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5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9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1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8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8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8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6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7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0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moustachebikes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URS%20T.M\Mod&#232;le%20STI2D%20TC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STI2D TC.dotx</Template>
  <TotalTime>14</TotalTime>
  <Pages>4</Pages>
  <Words>930</Words>
  <Characters>5115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PRESICION</dc:creator>
  <cp:lastModifiedBy>M6600-TOM</cp:lastModifiedBy>
  <cp:revision>8</cp:revision>
  <dcterms:created xsi:type="dcterms:W3CDTF">2018-11-07T23:10:00Z</dcterms:created>
  <dcterms:modified xsi:type="dcterms:W3CDTF">2018-11-12T12:16:00Z</dcterms:modified>
</cp:coreProperties>
</file>